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9ED95" w14:textId="614E86C1" w:rsidR="00010E2F" w:rsidRPr="00986A0A" w:rsidRDefault="00010E2F" w:rsidP="00986A0A">
      <w:pPr>
        <w:autoSpaceDE w:val="0"/>
        <w:autoSpaceDN w:val="0"/>
        <w:adjustRightInd w:val="0"/>
        <w:spacing w:before="40" w:after="60"/>
        <w:ind w:left="2160" w:firstLine="720"/>
        <w:jc w:val="right"/>
        <w:rPr>
          <w:rFonts w:cs="Open Sans"/>
          <w:b/>
          <w:bCs/>
          <w:sz w:val="32"/>
          <w:szCs w:val="32"/>
        </w:rPr>
      </w:pPr>
      <w:r w:rsidRPr="00986A0A">
        <w:rPr>
          <w:rFonts w:cs="Open Sans"/>
          <w:b/>
          <w:bCs/>
          <w:sz w:val="32"/>
          <w:szCs w:val="32"/>
        </w:rPr>
        <w:t>Zintegrowany System Poboru Należności i Rozrachunków z UE i Budżetem ZEFIR 2</w:t>
      </w:r>
    </w:p>
    <w:p w14:paraId="4A245D5A" w14:textId="77777777" w:rsidR="00010E2F" w:rsidRPr="00986A0A" w:rsidRDefault="00010E2F" w:rsidP="00986A0A">
      <w:pPr>
        <w:pStyle w:val="Tytu"/>
      </w:pPr>
      <w:r w:rsidRPr="00986A0A">
        <w:t>Specyfikacja XML dla podmiotów w zakresie elektronicznej obsługi wniosku o wydanie albo sprzedaż banderol WZBPL</w:t>
      </w:r>
    </w:p>
    <w:p w14:paraId="598D6115" w14:textId="4F91F441" w:rsidR="003F3585" w:rsidRPr="00986A0A" w:rsidRDefault="001D1ACD" w:rsidP="00986A0A">
      <w:pPr>
        <w:autoSpaceDE w:val="0"/>
        <w:autoSpaceDN w:val="0"/>
        <w:adjustRightInd w:val="0"/>
        <w:spacing w:before="1560" w:after="60"/>
        <w:jc w:val="right"/>
        <w:rPr>
          <w:rFonts w:cs="Open Sans"/>
          <w:b/>
          <w:bCs/>
          <w:sz w:val="32"/>
          <w:szCs w:val="32"/>
        </w:rPr>
      </w:pPr>
      <w:r w:rsidRPr="00986A0A">
        <w:rPr>
          <w:rFonts w:cs="Open Sans"/>
          <w:b/>
          <w:bCs/>
          <w:sz w:val="32"/>
          <w:szCs w:val="32"/>
        </w:rPr>
        <w:t>Wersja</w:t>
      </w:r>
      <w:r w:rsidR="0058798F" w:rsidRPr="00986A0A">
        <w:rPr>
          <w:rFonts w:cs="Open Sans"/>
          <w:b/>
          <w:bCs/>
          <w:sz w:val="32"/>
          <w:szCs w:val="32"/>
        </w:rPr>
        <w:t xml:space="preserve"> </w:t>
      </w:r>
      <w:r w:rsidR="00010E2F" w:rsidRPr="00986A0A">
        <w:rPr>
          <w:rFonts w:cs="Open Sans"/>
          <w:b/>
          <w:bCs/>
          <w:sz w:val="32"/>
          <w:szCs w:val="32"/>
        </w:rPr>
        <w:t>3.0</w:t>
      </w:r>
    </w:p>
    <w:p w14:paraId="5EC2C0A3" w14:textId="77777777" w:rsidR="0058798F" w:rsidRPr="00986A0A" w:rsidRDefault="0058798F" w:rsidP="00986A0A">
      <w:pPr>
        <w:rPr>
          <w:rFonts w:cs="Open Sans"/>
        </w:rPr>
      </w:pPr>
    </w:p>
    <w:p w14:paraId="70650B52" w14:textId="77777777" w:rsidR="00F6340E" w:rsidRPr="00986A0A" w:rsidRDefault="00F6340E" w:rsidP="00986A0A">
      <w:pPr>
        <w:rPr>
          <w:rFonts w:cs="Open Sans"/>
        </w:rPr>
        <w:sectPr w:rsidR="00F6340E" w:rsidRPr="00986A0A" w:rsidSect="002D6FD0">
          <w:footerReference w:type="even" r:id="rId8"/>
          <w:footerReference w:type="default" r:id="rId9"/>
          <w:headerReference w:type="first" r:id="rId10"/>
          <w:pgSz w:w="11900" w:h="16840" w:code="9"/>
          <w:pgMar w:top="1701" w:right="1134" w:bottom="1701" w:left="1418" w:header="709" w:footer="709" w:gutter="0"/>
          <w:cols w:space="708"/>
          <w:titlePg/>
          <w:docGrid w:linePitch="326"/>
        </w:sectPr>
      </w:pPr>
    </w:p>
    <w:p w14:paraId="2D19687C" w14:textId="61945529" w:rsidR="00CF43BD" w:rsidRPr="00986A0A" w:rsidRDefault="00CF43BD" w:rsidP="00986A0A">
      <w:pPr>
        <w:pStyle w:val="Z2PodpisRysunkuTabeli"/>
      </w:pPr>
      <w:bookmarkStart w:id="0" w:name="_Toc88940814"/>
      <w:bookmarkStart w:id="1" w:name="_Toc93140917"/>
      <w:bookmarkStart w:id="2" w:name="_Toc94038273"/>
      <w:bookmarkStart w:id="3" w:name="_Toc94462922"/>
      <w:bookmarkStart w:id="4" w:name="_Toc97548281"/>
      <w:bookmarkStart w:id="5" w:name="_Toc184807209"/>
      <w:r w:rsidRPr="00986A0A">
        <w:lastRenderedPageBreak/>
        <w:t xml:space="preserve">Tabela </w:t>
      </w:r>
      <w:r w:rsidRPr="00986A0A">
        <w:fldChar w:fldCharType="begin"/>
      </w:r>
      <w:r w:rsidRPr="00986A0A">
        <w:instrText xml:space="preserve"> SEQ Tabela \* ARABIC </w:instrText>
      </w:r>
      <w:r w:rsidRPr="00986A0A">
        <w:fldChar w:fldCharType="separate"/>
      </w:r>
      <w:r w:rsidR="00023596">
        <w:rPr>
          <w:noProof/>
        </w:rPr>
        <w:t>1</w:t>
      </w:r>
      <w:r w:rsidRPr="00986A0A">
        <w:fldChar w:fldCharType="end"/>
      </w:r>
      <w:r w:rsidRPr="00986A0A">
        <w:t>. Metryka dokumentu</w:t>
      </w:r>
      <w:bookmarkEnd w:id="0"/>
      <w:bookmarkEnd w:id="1"/>
      <w:bookmarkEnd w:id="2"/>
      <w:bookmarkEnd w:id="3"/>
      <w:bookmarkEnd w:id="4"/>
      <w:bookmarkEnd w:id="5"/>
    </w:p>
    <w:tbl>
      <w:tblPr>
        <w:tblStyle w:val="Tabela-Siatka"/>
        <w:tblW w:w="9360" w:type="dxa"/>
        <w:tblLook w:val="01E0" w:firstRow="1" w:lastRow="1" w:firstColumn="1" w:lastColumn="1" w:noHBand="0" w:noVBand="0"/>
      </w:tblPr>
      <w:tblGrid>
        <w:gridCol w:w="1800"/>
        <w:gridCol w:w="7560"/>
      </w:tblGrid>
      <w:tr w:rsidR="00BB6B75" w:rsidRPr="00986A0A" w14:paraId="297EF0EC" w14:textId="77777777" w:rsidTr="00010E2F">
        <w:trPr>
          <w:tblHeader/>
        </w:trPr>
        <w:tc>
          <w:tcPr>
            <w:tcW w:w="1800" w:type="dxa"/>
            <w:shd w:val="clear" w:color="auto" w:fill="D9D9D9" w:themeFill="background1" w:themeFillShade="D9"/>
          </w:tcPr>
          <w:p w14:paraId="427C00B5" w14:textId="77777777" w:rsidR="00BB6B75" w:rsidRPr="00986A0A" w:rsidRDefault="00BB6B75" w:rsidP="00986A0A">
            <w:pPr>
              <w:pStyle w:val="Legenda"/>
              <w:rPr>
                <w:rStyle w:val="Numerstrony"/>
                <w:rFonts w:eastAsia="Cambria"/>
              </w:rPr>
            </w:pPr>
            <w:r w:rsidRPr="00986A0A">
              <w:t>Projekt</w:t>
            </w:r>
          </w:p>
        </w:tc>
        <w:tc>
          <w:tcPr>
            <w:tcW w:w="7560" w:type="dxa"/>
            <w:shd w:val="clear" w:color="auto" w:fill="D9D9D9" w:themeFill="background1" w:themeFillShade="D9"/>
          </w:tcPr>
          <w:p w14:paraId="2A340A61" w14:textId="77777777" w:rsidR="00BB6B75" w:rsidRPr="00986A0A" w:rsidRDefault="00BB6B75" w:rsidP="00986A0A">
            <w:pPr>
              <w:pStyle w:val="Legenda"/>
            </w:pPr>
            <w:r w:rsidRPr="00986A0A">
              <w:t>ZEFIR 2</w:t>
            </w:r>
          </w:p>
        </w:tc>
      </w:tr>
      <w:tr w:rsidR="00BB6B75" w:rsidRPr="00986A0A" w14:paraId="09EBAE73" w14:textId="77777777" w:rsidTr="00B14FED">
        <w:tc>
          <w:tcPr>
            <w:tcW w:w="1800" w:type="dxa"/>
          </w:tcPr>
          <w:p w14:paraId="05ED64BB" w14:textId="77777777" w:rsidR="00BB6B75" w:rsidRPr="00986A0A" w:rsidRDefault="00FF41D0" w:rsidP="00986A0A">
            <w:pPr>
              <w:pStyle w:val="Z2tabelatekst"/>
            </w:pPr>
            <w:r w:rsidRPr="00986A0A">
              <w:t>Nazwa Wykonawcy</w:t>
            </w:r>
          </w:p>
        </w:tc>
        <w:tc>
          <w:tcPr>
            <w:tcW w:w="7560" w:type="dxa"/>
          </w:tcPr>
          <w:p w14:paraId="7F3E08FC" w14:textId="77777777" w:rsidR="00BB6B75" w:rsidRPr="00986A0A" w:rsidRDefault="001D1ACD" w:rsidP="00986A0A">
            <w:pPr>
              <w:pStyle w:val="Z2tabelatekst"/>
            </w:pPr>
            <w:r w:rsidRPr="00986A0A">
              <w:t>Asseco Poland S.A.</w:t>
            </w:r>
          </w:p>
        </w:tc>
      </w:tr>
      <w:tr w:rsidR="00BB6B75" w:rsidRPr="00986A0A" w14:paraId="1A37478B" w14:textId="77777777" w:rsidTr="00B14FED">
        <w:tc>
          <w:tcPr>
            <w:tcW w:w="1800" w:type="dxa"/>
          </w:tcPr>
          <w:p w14:paraId="319031D8" w14:textId="77777777" w:rsidR="00BB6B75" w:rsidRPr="00986A0A" w:rsidRDefault="00FF41D0" w:rsidP="00986A0A">
            <w:pPr>
              <w:pStyle w:val="Z2tabelatekst"/>
            </w:pPr>
            <w:r w:rsidRPr="00986A0A">
              <w:t>Nazwa p</w:t>
            </w:r>
            <w:r w:rsidR="00BB6B75" w:rsidRPr="00986A0A">
              <w:t>rodukt</w:t>
            </w:r>
            <w:r w:rsidRPr="00986A0A">
              <w:t>u</w:t>
            </w:r>
          </w:p>
        </w:tc>
        <w:tc>
          <w:tcPr>
            <w:tcW w:w="7560" w:type="dxa"/>
          </w:tcPr>
          <w:p w14:paraId="03D4EA90" w14:textId="797EC208" w:rsidR="00BB6B75" w:rsidRPr="00986A0A" w:rsidRDefault="00010E2F" w:rsidP="00986A0A">
            <w:pPr>
              <w:rPr>
                <w:sz w:val="20"/>
                <w:szCs w:val="28"/>
              </w:rPr>
            </w:pPr>
            <w:r w:rsidRPr="00986A0A">
              <w:rPr>
                <w:sz w:val="20"/>
                <w:szCs w:val="28"/>
              </w:rPr>
              <w:t>Specyfikacja XML dla podmiotów w zakresie elektronicznej obsługi wniosku o wydanie albo sprzedaż banderol WZBPL</w:t>
            </w:r>
          </w:p>
        </w:tc>
      </w:tr>
      <w:tr w:rsidR="00BB6B75" w:rsidRPr="00986A0A" w14:paraId="0D8E958C" w14:textId="77777777" w:rsidTr="00B14FED">
        <w:tc>
          <w:tcPr>
            <w:tcW w:w="1800" w:type="dxa"/>
          </w:tcPr>
          <w:p w14:paraId="55C05FEF" w14:textId="77777777" w:rsidR="00BB6B75" w:rsidRPr="00986A0A" w:rsidRDefault="00BB6B75" w:rsidP="00986A0A">
            <w:pPr>
              <w:pStyle w:val="Z2tabelatekst"/>
            </w:pPr>
            <w:r w:rsidRPr="00986A0A">
              <w:t>Opis</w:t>
            </w:r>
            <w:r w:rsidR="00FF41D0" w:rsidRPr="00986A0A">
              <w:t xml:space="preserve"> produktu</w:t>
            </w:r>
          </w:p>
        </w:tc>
        <w:tc>
          <w:tcPr>
            <w:tcW w:w="7560" w:type="dxa"/>
          </w:tcPr>
          <w:p w14:paraId="2A8F4C68" w14:textId="77777777" w:rsidR="00203FA4" w:rsidRPr="00986A0A" w:rsidRDefault="00203FA4" w:rsidP="00986A0A">
            <w:pPr>
              <w:pStyle w:val="Z2tabelatekst"/>
            </w:pPr>
            <w:r w:rsidRPr="00986A0A">
              <w:t>Dokument jest produktem zrealizowanym w ramach Umowy nr 1201-ILL-5.023.22.2021 z dnia 26.02.2021wraz z późniejszymi aneksami.</w:t>
            </w:r>
          </w:p>
          <w:p w14:paraId="71741676" w14:textId="2B09B9C9" w:rsidR="00004C2C" w:rsidRPr="00986A0A" w:rsidRDefault="00004C2C" w:rsidP="00986A0A">
            <w:pPr>
              <w:pStyle w:val="Z2tabelatekst"/>
            </w:pPr>
            <w:r w:rsidRPr="00986A0A">
              <w:t>Dokument zawiera</w:t>
            </w:r>
            <w:r w:rsidR="008A4189" w:rsidRPr="00986A0A">
              <w:t xml:space="preserve"> </w:t>
            </w:r>
            <w:r w:rsidR="0000530F" w:rsidRPr="00986A0A">
              <w:t xml:space="preserve">specyfikację </w:t>
            </w:r>
            <w:r w:rsidR="00816BF6" w:rsidRPr="00986A0A">
              <w:t xml:space="preserve">XML dla podmiotów w zakresie elektronicznej obsługi </w:t>
            </w:r>
            <w:r w:rsidR="006415E6" w:rsidRPr="00986A0A">
              <w:t>wstępnego zapotrzebowania na banderole podatkowe i legalizacyjne</w:t>
            </w:r>
            <w:r w:rsidR="000B73F9" w:rsidRPr="00986A0A">
              <w:t>.</w:t>
            </w:r>
          </w:p>
        </w:tc>
      </w:tr>
      <w:tr w:rsidR="00BB6B75" w:rsidRPr="00986A0A" w14:paraId="71AEB72C" w14:textId="77777777" w:rsidTr="00B14FED">
        <w:tc>
          <w:tcPr>
            <w:tcW w:w="1800" w:type="dxa"/>
          </w:tcPr>
          <w:p w14:paraId="320BC5E5" w14:textId="77777777" w:rsidR="00BB6B75" w:rsidRPr="00986A0A" w:rsidRDefault="00FF41D0" w:rsidP="00986A0A">
            <w:pPr>
              <w:pStyle w:val="Z2tabelatekst"/>
            </w:pPr>
            <w:r w:rsidRPr="00986A0A">
              <w:t>Autor/</w:t>
            </w:r>
            <w:proofErr w:type="spellStart"/>
            <w:r w:rsidRPr="00986A0A">
              <w:t>rzy</w:t>
            </w:r>
            <w:proofErr w:type="spellEnd"/>
          </w:p>
        </w:tc>
        <w:tc>
          <w:tcPr>
            <w:tcW w:w="7560" w:type="dxa"/>
          </w:tcPr>
          <w:p w14:paraId="08B3B836" w14:textId="218F6746" w:rsidR="00BB6B75" w:rsidRPr="00986A0A" w:rsidRDefault="006D6571" w:rsidP="00986A0A">
            <w:pPr>
              <w:pStyle w:val="Z2tabelatekst"/>
            </w:pPr>
            <w:r w:rsidRPr="00986A0A">
              <w:t xml:space="preserve">Analityk - </w:t>
            </w:r>
            <w:r w:rsidR="00B37A1C" w:rsidRPr="00986A0A">
              <w:t>Bogdan Schmidt</w:t>
            </w:r>
          </w:p>
        </w:tc>
      </w:tr>
      <w:tr w:rsidR="00014BBE" w:rsidRPr="00986A0A" w14:paraId="14DC5B17" w14:textId="77777777" w:rsidTr="00DA08E7">
        <w:tc>
          <w:tcPr>
            <w:tcW w:w="1800" w:type="dxa"/>
          </w:tcPr>
          <w:p w14:paraId="5BF54D90" w14:textId="77777777" w:rsidR="00014BBE" w:rsidRPr="00986A0A" w:rsidRDefault="00014BBE" w:rsidP="00986A0A">
            <w:pPr>
              <w:pStyle w:val="Z2tabelatekst"/>
            </w:pPr>
            <w:r w:rsidRPr="00986A0A">
              <w:t>Nazwa pliku</w:t>
            </w:r>
          </w:p>
        </w:tc>
        <w:tc>
          <w:tcPr>
            <w:tcW w:w="7560" w:type="dxa"/>
          </w:tcPr>
          <w:p w14:paraId="48197CFA" w14:textId="788E4CA1" w:rsidR="00014BBE" w:rsidRPr="00986A0A" w:rsidRDefault="00010E2F" w:rsidP="00986A0A">
            <w:pPr>
              <w:pStyle w:val="Z2tabelatekst"/>
            </w:pPr>
            <w:r w:rsidRPr="00986A0A">
              <w:t>ZF2-PWT-KXML-WZBPL_v3.0</w:t>
            </w:r>
          </w:p>
        </w:tc>
      </w:tr>
      <w:tr w:rsidR="00014BBE" w:rsidRPr="00986A0A" w14:paraId="1FC53DA2" w14:textId="77777777" w:rsidTr="00902D7D">
        <w:tc>
          <w:tcPr>
            <w:tcW w:w="1800" w:type="dxa"/>
          </w:tcPr>
          <w:p w14:paraId="56B5FEBB" w14:textId="55CD6E70" w:rsidR="00014BBE" w:rsidRPr="00986A0A" w:rsidRDefault="00014BBE" w:rsidP="00986A0A">
            <w:pPr>
              <w:pStyle w:val="Z2tabelatekst"/>
            </w:pPr>
            <w:r w:rsidRPr="00986A0A">
              <w:t>Liczba stron</w:t>
            </w:r>
          </w:p>
        </w:tc>
        <w:tc>
          <w:tcPr>
            <w:tcW w:w="7560" w:type="dxa"/>
          </w:tcPr>
          <w:p w14:paraId="2F7467F7" w14:textId="5C63946B" w:rsidR="00014BBE" w:rsidRPr="00986A0A" w:rsidRDefault="00023596" w:rsidP="00986A0A">
            <w:pPr>
              <w:pStyle w:val="Z2tabelatekst"/>
            </w:pPr>
            <w:r w:rsidRPr="00986A0A">
              <w:fldChar w:fldCharType="begin"/>
            </w:r>
            <w:r w:rsidRPr="00986A0A">
              <w:instrText xml:space="preserve"> NUMPAGES   \* MERGEFORMAT </w:instrText>
            </w:r>
            <w:r w:rsidRPr="00986A0A">
              <w:fldChar w:fldCharType="separate"/>
            </w:r>
            <w:r>
              <w:rPr>
                <w:noProof/>
              </w:rPr>
              <w:t>22</w:t>
            </w:r>
            <w:r w:rsidRPr="00986A0A">
              <w:fldChar w:fldCharType="end"/>
            </w:r>
          </w:p>
        </w:tc>
      </w:tr>
    </w:tbl>
    <w:p w14:paraId="6F3B215F" w14:textId="33BAC246" w:rsidR="00CF43BD" w:rsidRPr="00986A0A" w:rsidRDefault="00CF43BD" w:rsidP="00986A0A">
      <w:pPr>
        <w:pStyle w:val="Z2PodpisRysunkuTabeli"/>
      </w:pPr>
      <w:bookmarkStart w:id="6" w:name="_Toc88940815"/>
      <w:bookmarkStart w:id="7" w:name="_Toc93140918"/>
      <w:bookmarkStart w:id="8" w:name="_Toc94038274"/>
      <w:bookmarkStart w:id="9" w:name="_Toc94462923"/>
      <w:bookmarkStart w:id="10" w:name="_Toc97548282"/>
      <w:bookmarkStart w:id="11" w:name="_Toc184807210"/>
      <w:r w:rsidRPr="00986A0A">
        <w:t xml:space="preserve">Tabela </w:t>
      </w:r>
      <w:r w:rsidRPr="00986A0A">
        <w:fldChar w:fldCharType="begin"/>
      </w:r>
      <w:r w:rsidRPr="00986A0A">
        <w:instrText xml:space="preserve"> SEQ Tabela \* ARABIC </w:instrText>
      </w:r>
      <w:r w:rsidRPr="00986A0A">
        <w:fldChar w:fldCharType="separate"/>
      </w:r>
      <w:r w:rsidR="00023596">
        <w:rPr>
          <w:noProof/>
        </w:rPr>
        <w:t>2</w:t>
      </w:r>
      <w:r w:rsidRPr="00986A0A">
        <w:fldChar w:fldCharType="end"/>
      </w:r>
      <w:r w:rsidRPr="00986A0A">
        <w:t>. Historia zmian dokumentu</w:t>
      </w:r>
      <w:bookmarkEnd w:id="6"/>
      <w:bookmarkEnd w:id="7"/>
      <w:bookmarkEnd w:id="8"/>
      <w:bookmarkEnd w:id="9"/>
      <w:bookmarkEnd w:id="10"/>
      <w:bookmarkEnd w:id="11"/>
    </w:p>
    <w:tbl>
      <w:tblPr>
        <w:tblStyle w:val="Tabela-Siatka"/>
        <w:tblW w:w="9368" w:type="dxa"/>
        <w:tblLayout w:type="fixed"/>
        <w:tblLook w:val="01E0" w:firstRow="1" w:lastRow="1" w:firstColumn="1" w:lastColumn="1" w:noHBand="0" w:noVBand="0"/>
      </w:tblPr>
      <w:tblGrid>
        <w:gridCol w:w="797"/>
        <w:gridCol w:w="1041"/>
        <w:gridCol w:w="1276"/>
        <w:gridCol w:w="1984"/>
        <w:gridCol w:w="709"/>
        <w:gridCol w:w="1134"/>
        <w:gridCol w:w="1134"/>
        <w:gridCol w:w="1293"/>
      </w:tblGrid>
      <w:tr w:rsidR="005366D3" w:rsidRPr="00986A0A" w14:paraId="2DA85C22" w14:textId="77777777" w:rsidTr="009319DB">
        <w:trPr>
          <w:tblHeader/>
        </w:trPr>
        <w:tc>
          <w:tcPr>
            <w:tcW w:w="797" w:type="dxa"/>
            <w:shd w:val="clear" w:color="auto" w:fill="D9D9D9" w:themeFill="background1" w:themeFillShade="D9"/>
          </w:tcPr>
          <w:p w14:paraId="5C89F8EC" w14:textId="77777777" w:rsidR="00A45A2F" w:rsidRPr="00986A0A" w:rsidRDefault="005366D3" w:rsidP="00986A0A">
            <w:pPr>
              <w:pStyle w:val="Legenda"/>
            </w:pPr>
            <w:r w:rsidRPr="00986A0A">
              <w:t>E</w:t>
            </w:r>
            <w:r w:rsidR="00A45A2F" w:rsidRPr="00986A0A">
              <w:t>dycj</w:t>
            </w:r>
            <w:r w:rsidRPr="00986A0A">
              <w:t>a</w:t>
            </w:r>
          </w:p>
        </w:tc>
        <w:tc>
          <w:tcPr>
            <w:tcW w:w="1041" w:type="dxa"/>
            <w:shd w:val="clear" w:color="auto" w:fill="D9D9D9" w:themeFill="background1" w:themeFillShade="D9"/>
          </w:tcPr>
          <w:p w14:paraId="341F57E4" w14:textId="77777777" w:rsidR="00A45A2F" w:rsidRPr="00986A0A" w:rsidRDefault="005366D3" w:rsidP="00986A0A">
            <w:pPr>
              <w:pStyle w:val="Legenda"/>
            </w:pPr>
            <w:r w:rsidRPr="00986A0A">
              <w:t>Rewizja</w:t>
            </w:r>
          </w:p>
        </w:tc>
        <w:tc>
          <w:tcPr>
            <w:tcW w:w="1276" w:type="dxa"/>
            <w:shd w:val="clear" w:color="auto" w:fill="D9D9D9" w:themeFill="background1" w:themeFillShade="D9"/>
          </w:tcPr>
          <w:p w14:paraId="317B9DB8" w14:textId="77777777" w:rsidR="00A45A2F" w:rsidRPr="00986A0A" w:rsidRDefault="00A45A2F" w:rsidP="00986A0A">
            <w:pPr>
              <w:pStyle w:val="Legenda"/>
            </w:pPr>
            <w:r w:rsidRPr="00986A0A">
              <w:t>Data wydania</w:t>
            </w:r>
          </w:p>
        </w:tc>
        <w:tc>
          <w:tcPr>
            <w:tcW w:w="1984" w:type="dxa"/>
            <w:shd w:val="clear" w:color="auto" w:fill="D9D9D9" w:themeFill="background1" w:themeFillShade="D9"/>
          </w:tcPr>
          <w:p w14:paraId="6E5E7827" w14:textId="77777777" w:rsidR="00A45A2F" w:rsidRPr="00986A0A" w:rsidRDefault="00A45A2F" w:rsidP="00986A0A">
            <w:pPr>
              <w:pStyle w:val="Legenda"/>
            </w:pPr>
            <w:r w:rsidRPr="00986A0A">
              <w:t>Opis</w:t>
            </w:r>
          </w:p>
        </w:tc>
        <w:tc>
          <w:tcPr>
            <w:tcW w:w="709" w:type="dxa"/>
            <w:shd w:val="clear" w:color="auto" w:fill="D9D9D9" w:themeFill="background1" w:themeFillShade="D9"/>
          </w:tcPr>
          <w:p w14:paraId="393467FB" w14:textId="77777777" w:rsidR="00A45A2F" w:rsidRPr="00986A0A" w:rsidRDefault="005366D3" w:rsidP="00986A0A">
            <w:pPr>
              <w:pStyle w:val="Legenda"/>
            </w:pPr>
            <w:r w:rsidRPr="00986A0A">
              <w:t>A</w:t>
            </w:r>
            <w:r w:rsidR="00A45A2F" w:rsidRPr="00986A0A">
              <w:t>kcja (*)</w:t>
            </w:r>
          </w:p>
        </w:tc>
        <w:tc>
          <w:tcPr>
            <w:tcW w:w="1134" w:type="dxa"/>
            <w:shd w:val="clear" w:color="auto" w:fill="D9D9D9" w:themeFill="background1" w:themeFillShade="D9"/>
          </w:tcPr>
          <w:p w14:paraId="2A85CCBF" w14:textId="77777777" w:rsidR="00A45A2F" w:rsidRPr="00986A0A" w:rsidRDefault="00A45A2F" w:rsidP="00986A0A">
            <w:pPr>
              <w:pStyle w:val="Legenda"/>
            </w:pPr>
            <w:r w:rsidRPr="00986A0A">
              <w:t>Rozdzi</w:t>
            </w:r>
            <w:r w:rsidR="00FF41D0" w:rsidRPr="00986A0A">
              <w:t>ały</w:t>
            </w:r>
            <w:r w:rsidR="005366D3" w:rsidRPr="00986A0A">
              <w:t xml:space="preserve"> </w:t>
            </w:r>
            <w:r w:rsidRPr="00986A0A">
              <w:t>(**)</w:t>
            </w:r>
          </w:p>
        </w:tc>
        <w:tc>
          <w:tcPr>
            <w:tcW w:w="1134" w:type="dxa"/>
            <w:shd w:val="clear" w:color="auto" w:fill="D9D9D9" w:themeFill="background1" w:themeFillShade="D9"/>
          </w:tcPr>
          <w:p w14:paraId="6A0C7694" w14:textId="77777777" w:rsidR="00A45A2F" w:rsidRPr="00986A0A" w:rsidRDefault="00A45A2F" w:rsidP="00986A0A">
            <w:pPr>
              <w:pStyle w:val="Legenda"/>
            </w:pPr>
            <w:r w:rsidRPr="00986A0A">
              <w:t>Autor</w:t>
            </w:r>
            <w:r w:rsidR="00FF41D0" w:rsidRPr="00986A0A">
              <w:t>/</w:t>
            </w:r>
            <w:proofErr w:type="spellStart"/>
            <w:r w:rsidR="00FF41D0" w:rsidRPr="00986A0A">
              <w:t>rzy</w:t>
            </w:r>
            <w:proofErr w:type="spellEnd"/>
            <w:r w:rsidR="00FF41D0" w:rsidRPr="00986A0A">
              <w:t xml:space="preserve"> </w:t>
            </w:r>
            <w:r w:rsidRPr="00986A0A">
              <w:t>(***)</w:t>
            </w:r>
          </w:p>
        </w:tc>
        <w:tc>
          <w:tcPr>
            <w:tcW w:w="1293" w:type="dxa"/>
            <w:shd w:val="clear" w:color="auto" w:fill="D9D9D9" w:themeFill="background1" w:themeFillShade="D9"/>
          </w:tcPr>
          <w:p w14:paraId="7B2DF8A2" w14:textId="77777777" w:rsidR="00A45A2F" w:rsidRPr="00986A0A" w:rsidRDefault="00A45A2F" w:rsidP="00986A0A">
            <w:pPr>
              <w:pStyle w:val="Legenda"/>
            </w:pPr>
            <w:r w:rsidRPr="00986A0A">
              <w:t xml:space="preserve">Data </w:t>
            </w:r>
            <w:r w:rsidR="005366D3" w:rsidRPr="00986A0A">
              <w:t>KJ</w:t>
            </w:r>
          </w:p>
        </w:tc>
      </w:tr>
      <w:tr w:rsidR="00B15B08" w:rsidRPr="00986A0A" w14:paraId="7962E7F8" w14:textId="77777777" w:rsidTr="005C4146">
        <w:tc>
          <w:tcPr>
            <w:tcW w:w="797" w:type="dxa"/>
          </w:tcPr>
          <w:p w14:paraId="2EE352CE" w14:textId="46BEB45E" w:rsidR="00B15B08" w:rsidRPr="00986A0A" w:rsidRDefault="0025743B" w:rsidP="00986A0A">
            <w:pPr>
              <w:pStyle w:val="Z2tabelatekst"/>
            </w:pPr>
            <w:r w:rsidRPr="00986A0A">
              <w:t>1</w:t>
            </w:r>
          </w:p>
        </w:tc>
        <w:tc>
          <w:tcPr>
            <w:tcW w:w="1041" w:type="dxa"/>
          </w:tcPr>
          <w:p w14:paraId="61EC6321" w14:textId="0594B8D2" w:rsidR="00B15B08" w:rsidRPr="00986A0A" w:rsidRDefault="0025743B" w:rsidP="00986A0A">
            <w:pPr>
              <w:pStyle w:val="Z2tabelatekst"/>
            </w:pPr>
            <w:r w:rsidRPr="00986A0A">
              <w:t>0</w:t>
            </w:r>
          </w:p>
        </w:tc>
        <w:tc>
          <w:tcPr>
            <w:tcW w:w="1276" w:type="dxa"/>
          </w:tcPr>
          <w:p w14:paraId="44A3CEF7" w14:textId="262DCCE8" w:rsidR="00B15B08" w:rsidRPr="00986A0A" w:rsidRDefault="00B15B08" w:rsidP="00986A0A">
            <w:pPr>
              <w:pStyle w:val="Z2tabelatekst"/>
            </w:pPr>
            <w:r w:rsidRPr="00986A0A">
              <w:t>20</w:t>
            </w:r>
            <w:r w:rsidR="0025743B" w:rsidRPr="00986A0A">
              <w:t>20</w:t>
            </w:r>
            <w:r w:rsidRPr="00986A0A">
              <w:t>-0</w:t>
            </w:r>
            <w:r w:rsidR="0025743B" w:rsidRPr="00986A0A">
              <w:t>9</w:t>
            </w:r>
            <w:r w:rsidRPr="00986A0A">
              <w:t>-0</w:t>
            </w:r>
            <w:r w:rsidR="0025743B" w:rsidRPr="00986A0A">
              <w:t>7</w:t>
            </w:r>
          </w:p>
        </w:tc>
        <w:tc>
          <w:tcPr>
            <w:tcW w:w="1984" w:type="dxa"/>
          </w:tcPr>
          <w:p w14:paraId="5B47BBBC" w14:textId="75A96A11" w:rsidR="00B15B08" w:rsidRPr="00986A0A" w:rsidRDefault="00B15B08" w:rsidP="00986A0A">
            <w:pPr>
              <w:pStyle w:val="Z2tabelatekst"/>
            </w:pPr>
            <w:r w:rsidRPr="00986A0A">
              <w:t>Utworzenie dokumentu</w:t>
            </w:r>
            <w:r w:rsidR="0025743B" w:rsidRPr="00986A0A">
              <w:t xml:space="preserve"> zgodnie z WZ3 e-Banderole</w:t>
            </w:r>
          </w:p>
        </w:tc>
        <w:tc>
          <w:tcPr>
            <w:tcW w:w="709" w:type="dxa"/>
          </w:tcPr>
          <w:p w14:paraId="69FA0B9D" w14:textId="77777777" w:rsidR="00B15B08" w:rsidRPr="00986A0A" w:rsidRDefault="00B15B08" w:rsidP="00986A0A">
            <w:pPr>
              <w:pStyle w:val="Z2tabelatekst"/>
            </w:pPr>
            <w:r w:rsidRPr="00986A0A">
              <w:t>N</w:t>
            </w:r>
          </w:p>
        </w:tc>
        <w:tc>
          <w:tcPr>
            <w:tcW w:w="1134" w:type="dxa"/>
          </w:tcPr>
          <w:p w14:paraId="389C6A97" w14:textId="77777777" w:rsidR="00B15B08" w:rsidRPr="00986A0A" w:rsidRDefault="00B15B08" w:rsidP="00986A0A">
            <w:pPr>
              <w:pStyle w:val="Z2tabelatekst"/>
            </w:pPr>
            <w:r w:rsidRPr="00986A0A">
              <w:t>W</w:t>
            </w:r>
          </w:p>
        </w:tc>
        <w:tc>
          <w:tcPr>
            <w:tcW w:w="1134" w:type="dxa"/>
          </w:tcPr>
          <w:p w14:paraId="63B1F38D" w14:textId="5B6BD9DC" w:rsidR="00B15B08" w:rsidRPr="00986A0A" w:rsidRDefault="0025743B" w:rsidP="00986A0A">
            <w:pPr>
              <w:pStyle w:val="Z2tabelatekst"/>
            </w:pPr>
            <w:proofErr w:type="spellStart"/>
            <w:r w:rsidRPr="00986A0A">
              <w:t>B.Schmidt</w:t>
            </w:r>
            <w:proofErr w:type="spellEnd"/>
          </w:p>
        </w:tc>
        <w:tc>
          <w:tcPr>
            <w:tcW w:w="1293" w:type="dxa"/>
          </w:tcPr>
          <w:p w14:paraId="3CD95A1D" w14:textId="77777777" w:rsidR="00B15B08" w:rsidRPr="00986A0A" w:rsidRDefault="00B15B08" w:rsidP="00986A0A">
            <w:pPr>
              <w:pStyle w:val="Z2tabelatekst"/>
            </w:pPr>
            <w:proofErr w:type="spellStart"/>
            <w:r w:rsidRPr="00986A0A">
              <w:t>nd</w:t>
            </w:r>
            <w:proofErr w:type="spellEnd"/>
          </w:p>
        </w:tc>
      </w:tr>
      <w:tr w:rsidR="0025743B" w:rsidRPr="00986A0A" w:rsidDel="00193612" w14:paraId="72768837" w14:textId="77777777" w:rsidTr="005C4146">
        <w:tc>
          <w:tcPr>
            <w:tcW w:w="797" w:type="dxa"/>
          </w:tcPr>
          <w:p w14:paraId="626A0256" w14:textId="143D77CB" w:rsidR="0025743B" w:rsidRPr="00986A0A" w:rsidDel="00DC1690" w:rsidRDefault="0025743B" w:rsidP="00986A0A">
            <w:pPr>
              <w:pStyle w:val="Z2tabelatekst"/>
            </w:pPr>
            <w:r w:rsidRPr="00986A0A">
              <w:t>1</w:t>
            </w:r>
          </w:p>
        </w:tc>
        <w:tc>
          <w:tcPr>
            <w:tcW w:w="1041" w:type="dxa"/>
          </w:tcPr>
          <w:p w14:paraId="17E89727" w14:textId="38C2A688" w:rsidR="0025743B" w:rsidRPr="00986A0A" w:rsidDel="00DC1690" w:rsidRDefault="0025743B" w:rsidP="00986A0A">
            <w:pPr>
              <w:pStyle w:val="Z2tabelatekst"/>
            </w:pPr>
            <w:r w:rsidRPr="00986A0A">
              <w:t>0</w:t>
            </w:r>
          </w:p>
        </w:tc>
        <w:tc>
          <w:tcPr>
            <w:tcW w:w="1276" w:type="dxa"/>
          </w:tcPr>
          <w:p w14:paraId="50FB7AF3" w14:textId="77777777" w:rsidR="0025743B" w:rsidRPr="00986A0A" w:rsidDel="00193612" w:rsidRDefault="0025743B" w:rsidP="00986A0A">
            <w:pPr>
              <w:pStyle w:val="Z2tabelatekst"/>
            </w:pPr>
            <w:proofErr w:type="spellStart"/>
            <w:r w:rsidRPr="00986A0A">
              <w:t>nd</w:t>
            </w:r>
            <w:proofErr w:type="spellEnd"/>
          </w:p>
        </w:tc>
        <w:tc>
          <w:tcPr>
            <w:tcW w:w="1984" w:type="dxa"/>
          </w:tcPr>
          <w:p w14:paraId="5AA89691" w14:textId="77777777" w:rsidR="0025743B" w:rsidRPr="00986A0A" w:rsidRDefault="0025743B" w:rsidP="00986A0A">
            <w:pPr>
              <w:pStyle w:val="Z2tabelatekst"/>
            </w:pPr>
            <w:r w:rsidRPr="00986A0A">
              <w:t>Kontrola jakości dokumentu po stronie Wykonawcy</w:t>
            </w:r>
          </w:p>
        </w:tc>
        <w:tc>
          <w:tcPr>
            <w:tcW w:w="709" w:type="dxa"/>
          </w:tcPr>
          <w:p w14:paraId="10A50DCC" w14:textId="77777777" w:rsidR="0025743B" w:rsidRPr="00986A0A" w:rsidDel="00E715AA" w:rsidRDefault="0025743B" w:rsidP="00986A0A">
            <w:pPr>
              <w:pStyle w:val="Z2tabelatekst"/>
            </w:pPr>
            <w:r w:rsidRPr="00986A0A">
              <w:t>We</w:t>
            </w:r>
          </w:p>
        </w:tc>
        <w:tc>
          <w:tcPr>
            <w:tcW w:w="1134" w:type="dxa"/>
          </w:tcPr>
          <w:p w14:paraId="270F0BC6" w14:textId="77777777" w:rsidR="0025743B" w:rsidRPr="00986A0A" w:rsidDel="00E715AA" w:rsidRDefault="0025743B" w:rsidP="00986A0A">
            <w:pPr>
              <w:pStyle w:val="Z2tabelatekst"/>
            </w:pPr>
            <w:r w:rsidRPr="00986A0A">
              <w:t>W</w:t>
            </w:r>
          </w:p>
        </w:tc>
        <w:tc>
          <w:tcPr>
            <w:tcW w:w="1134" w:type="dxa"/>
          </w:tcPr>
          <w:p w14:paraId="07437B68" w14:textId="42876A79" w:rsidR="0025743B" w:rsidRPr="00986A0A" w:rsidDel="00E715AA" w:rsidRDefault="0025743B" w:rsidP="00986A0A">
            <w:pPr>
              <w:pStyle w:val="Z2tabelatekst"/>
            </w:pPr>
            <w:proofErr w:type="spellStart"/>
            <w:r w:rsidRPr="00986A0A">
              <w:t>K.Roszak</w:t>
            </w:r>
            <w:proofErr w:type="spellEnd"/>
          </w:p>
        </w:tc>
        <w:tc>
          <w:tcPr>
            <w:tcW w:w="1293" w:type="dxa"/>
          </w:tcPr>
          <w:p w14:paraId="42E1FB67" w14:textId="74F58946" w:rsidR="0025743B" w:rsidRPr="00986A0A" w:rsidDel="00193612" w:rsidRDefault="0025743B" w:rsidP="00986A0A">
            <w:pPr>
              <w:pStyle w:val="Z2tabelatekst"/>
            </w:pPr>
            <w:r w:rsidRPr="00986A0A">
              <w:t>2020-09-10</w:t>
            </w:r>
          </w:p>
        </w:tc>
      </w:tr>
      <w:tr w:rsidR="0025743B" w:rsidRPr="00986A0A" w14:paraId="71918201" w14:textId="77777777" w:rsidTr="005C4146">
        <w:tc>
          <w:tcPr>
            <w:tcW w:w="797" w:type="dxa"/>
          </w:tcPr>
          <w:p w14:paraId="7926B7F7" w14:textId="71F22649" w:rsidR="0025743B" w:rsidRPr="00986A0A" w:rsidRDefault="0025743B" w:rsidP="00986A0A">
            <w:pPr>
              <w:pStyle w:val="Z2tabelatekst"/>
            </w:pPr>
            <w:r w:rsidRPr="00986A0A">
              <w:t>1</w:t>
            </w:r>
          </w:p>
        </w:tc>
        <w:tc>
          <w:tcPr>
            <w:tcW w:w="1041" w:type="dxa"/>
          </w:tcPr>
          <w:p w14:paraId="5D6C7172" w14:textId="15DCA5A6" w:rsidR="0025743B" w:rsidRPr="00986A0A" w:rsidRDefault="0025743B" w:rsidP="00986A0A">
            <w:pPr>
              <w:pStyle w:val="Z2tabelatekst"/>
            </w:pPr>
            <w:r w:rsidRPr="00986A0A">
              <w:t>0</w:t>
            </w:r>
          </w:p>
        </w:tc>
        <w:tc>
          <w:tcPr>
            <w:tcW w:w="1276" w:type="dxa"/>
          </w:tcPr>
          <w:p w14:paraId="2448FFDA" w14:textId="666C2AEB" w:rsidR="0025743B" w:rsidRPr="00986A0A" w:rsidRDefault="0025743B" w:rsidP="00986A0A">
            <w:pPr>
              <w:pStyle w:val="Z2tabelatekst"/>
            </w:pPr>
            <w:r w:rsidRPr="00986A0A">
              <w:t>2020-09-11</w:t>
            </w:r>
          </w:p>
        </w:tc>
        <w:tc>
          <w:tcPr>
            <w:tcW w:w="1984" w:type="dxa"/>
          </w:tcPr>
          <w:p w14:paraId="1F8C1514" w14:textId="77777777" w:rsidR="0025743B" w:rsidRPr="00986A0A" w:rsidRDefault="0025743B" w:rsidP="00986A0A">
            <w:pPr>
              <w:pStyle w:val="Z2tabelatekst"/>
            </w:pPr>
            <w:r w:rsidRPr="00986A0A">
              <w:t>Przekazanie do kontroli jakości przez Zamawiającego</w:t>
            </w:r>
          </w:p>
        </w:tc>
        <w:tc>
          <w:tcPr>
            <w:tcW w:w="709" w:type="dxa"/>
          </w:tcPr>
          <w:p w14:paraId="5C1173A9" w14:textId="77777777" w:rsidR="0025743B" w:rsidRPr="00986A0A" w:rsidRDefault="0025743B" w:rsidP="00986A0A">
            <w:pPr>
              <w:pStyle w:val="Z2tabelatekst"/>
            </w:pPr>
            <w:proofErr w:type="spellStart"/>
            <w:r w:rsidRPr="00986A0A">
              <w:t>nd</w:t>
            </w:r>
            <w:proofErr w:type="spellEnd"/>
            <w:r w:rsidRPr="00986A0A">
              <w:t>.</w:t>
            </w:r>
          </w:p>
        </w:tc>
        <w:tc>
          <w:tcPr>
            <w:tcW w:w="1134" w:type="dxa"/>
          </w:tcPr>
          <w:p w14:paraId="248EFA9B" w14:textId="77777777" w:rsidR="0025743B" w:rsidRPr="00986A0A" w:rsidRDefault="0025743B" w:rsidP="00986A0A">
            <w:pPr>
              <w:pStyle w:val="Z2tabelatekst"/>
            </w:pPr>
            <w:proofErr w:type="spellStart"/>
            <w:r w:rsidRPr="00986A0A">
              <w:t>nd</w:t>
            </w:r>
            <w:proofErr w:type="spellEnd"/>
            <w:r w:rsidRPr="00986A0A">
              <w:t>.</w:t>
            </w:r>
          </w:p>
        </w:tc>
        <w:tc>
          <w:tcPr>
            <w:tcW w:w="1134" w:type="dxa"/>
          </w:tcPr>
          <w:p w14:paraId="1C30C87B" w14:textId="0A4C886A" w:rsidR="0025743B" w:rsidRPr="00986A0A" w:rsidRDefault="0025743B" w:rsidP="00986A0A">
            <w:pPr>
              <w:pStyle w:val="Z2tabelatekst"/>
            </w:pPr>
            <w:proofErr w:type="spellStart"/>
            <w:r w:rsidRPr="00986A0A">
              <w:t>K.Roszak</w:t>
            </w:r>
            <w:proofErr w:type="spellEnd"/>
          </w:p>
        </w:tc>
        <w:tc>
          <w:tcPr>
            <w:tcW w:w="1293" w:type="dxa"/>
          </w:tcPr>
          <w:p w14:paraId="1687C4B1" w14:textId="77777777" w:rsidR="0025743B" w:rsidRPr="00986A0A" w:rsidRDefault="0025743B" w:rsidP="00986A0A">
            <w:pPr>
              <w:pStyle w:val="Z2tabelatekst"/>
            </w:pPr>
            <w:proofErr w:type="spellStart"/>
            <w:r w:rsidRPr="00986A0A">
              <w:t>nd</w:t>
            </w:r>
            <w:proofErr w:type="spellEnd"/>
            <w:r w:rsidRPr="00986A0A">
              <w:t>.</w:t>
            </w:r>
          </w:p>
        </w:tc>
      </w:tr>
      <w:tr w:rsidR="0034075C" w:rsidRPr="00986A0A" w14:paraId="3420B902" w14:textId="77777777" w:rsidTr="005C4146">
        <w:tc>
          <w:tcPr>
            <w:tcW w:w="797" w:type="dxa"/>
          </w:tcPr>
          <w:p w14:paraId="388A0E2E" w14:textId="54BCD90E" w:rsidR="0034075C" w:rsidRPr="00986A0A" w:rsidRDefault="0034075C" w:rsidP="00986A0A">
            <w:pPr>
              <w:pStyle w:val="Z2tabelatekst"/>
            </w:pPr>
            <w:r w:rsidRPr="00986A0A">
              <w:t>1</w:t>
            </w:r>
          </w:p>
        </w:tc>
        <w:tc>
          <w:tcPr>
            <w:tcW w:w="1041" w:type="dxa"/>
          </w:tcPr>
          <w:p w14:paraId="234EC56B" w14:textId="6F5D83D4" w:rsidR="0034075C" w:rsidRPr="00986A0A" w:rsidRDefault="0034075C" w:rsidP="00986A0A">
            <w:pPr>
              <w:pStyle w:val="Z2tabelatekst"/>
            </w:pPr>
            <w:r w:rsidRPr="00986A0A">
              <w:t>1</w:t>
            </w:r>
          </w:p>
        </w:tc>
        <w:tc>
          <w:tcPr>
            <w:tcW w:w="1276" w:type="dxa"/>
          </w:tcPr>
          <w:p w14:paraId="1FF85105" w14:textId="634BA2A3" w:rsidR="0034075C" w:rsidRPr="00986A0A" w:rsidRDefault="0034075C" w:rsidP="00986A0A">
            <w:pPr>
              <w:pStyle w:val="Z2tabelatekst"/>
            </w:pPr>
            <w:r w:rsidRPr="00986A0A">
              <w:t>2022-04-21</w:t>
            </w:r>
          </w:p>
        </w:tc>
        <w:tc>
          <w:tcPr>
            <w:tcW w:w="1984" w:type="dxa"/>
          </w:tcPr>
          <w:p w14:paraId="1448FAAB" w14:textId="05220876" w:rsidR="0034075C" w:rsidRPr="00986A0A" w:rsidRDefault="0034075C" w:rsidP="00986A0A">
            <w:pPr>
              <w:pStyle w:val="Z2tabelatekst"/>
            </w:pPr>
            <w:r w:rsidRPr="00986A0A">
              <w:t>Zmiana reguły i terminu obowiązywania wersji</w:t>
            </w:r>
          </w:p>
        </w:tc>
        <w:tc>
          <w:tcPr>
            <w:tcW w:w="709" w:type="dxa"/>
          </w:tcPr>
          <w:p w14:paraId="4EC54165" w14:textId="407465D8" w:rsidR="0034075C" w:rsidRPr="00986A0A" w:rsidRDefault="0034075C" w:rsidP="00986A0A">
            <w:pPr>
              <w:pStyle w:val="Z2tabelatekst"/>
            </w:pPr>
            <w:r w:rsidRPr="00986A0A">
              <w:t>Z</w:t>
            </w:r>
          </w:p>
        </w:tc>
        <w:tc>
          <w:tcPr>
            <w:tcW w:w="1134" w:type="dxa"/>
          </w:tcPr>
          <w:p w14:paraId="006AA047" w14:textId="7A7CFC4E" w:rsidR="0034075C" w:rsidRPr="00986A0A" w:rsidRDefault="0034075C" w:rsidP="00986A0A">
            <w:pPr>
              <w:pStyle w:val="Z2tabelatekst"/>
            </w:pPr>
            <w:r w:rsidRPr="00986A0A">
              <w:t>1.3; 3.1</w:t>
            </w:r>
          </w:p>
        </w:tc>
        <w:tc>
          <w:tcPr>
            <w:tcW w:w="1134" w:type="dxa"/>
          </w:tcPr>
          <w:p w14:paraId="15937C71" w14:textId="71C49C7B" w:rsidR="0034075C" w:rsidRPr="00986A0A" w:rsidRDefault="0034075C" w:rsidP="00986A0A">
            <w:pPr>
              <w:pStyle w:val="Z2tabelatekst"/>
            </w:pPr>
            <w:proofErr w:type="spellStart"/>
            <w:r w:rsidRPr="00986A0A">
              <w:t>B.Schmidt</w:t>
            </w:r>
            <w:proofErr w:type="spellEnd"/>
          </w:p>
        </w:tc>
        <w:tc>
          <w:tcPr>
            <w:tcW w:w="1293" w:type="dxa"/>
          </w:tcPr>
          <w:p w14:paraId="5619BAD1" w14:textId="1EB40BE7" w:rsidR="0034075C" w:rsidRPr="00986A0A" w:rsidRDefault="0034075C" w:rsidP="00986A0A">
            <w:pPr>
              <w:pStyle w:val="Z2tabelatekst"/>
            </w:pPr>
            <w:proofErr w:type="spellStart"/>
            <w:r w:rsidRPr="00986A0A">
              <w:t>nd</w:t>
            </w:r>
            <w:proofErr w:type="spellEnd"/>
          </w:p>
        </w:tc>
      </w:tr>
      <w:tr w:rsidR="00A51BB5" w:rsidRPr="00986A0A" w14:paraId="57AC3D45" w14:textId="77777777" w:rsidTr="00721712">
        <w:tc>
          <w:tcPr>
            <w:tcW w:w="797" w:type="dxa"/>
          </w:tcPr>
          <w:p w14:paraId="37443CD3" w14:textId="77777777" w:rsidR="00A51BB5" w:rsidRPr="00986A0A" w:rsidRDefault="00A51BB5" w:rsidP="00986A0A">
            <w:pPr>
              <w:pStyle w:val="Z2tabelatekst"/>
            </w:pPr>
            <w:r w:rsidRPr="00986A0A">
              <w:t>2</w:t>
            </w:r>
          </w:p>
        </w:tc>
        <w:tc>
          <w:tcPr>
            <w:tcW w:w="1041" w:type="dxa"/>
          </w:tcPr>
          <w:p w14:paraId="4FDE3295" w14:textId="77777777" w:rsidR="00A51BB5" w:rsidRPr="00986A0A" w:rsidRDefault="00A51BB5" w:rsidP="00986A0A">
            <w:pPr>
              <w:pStyle w:val="Z2tabelatekst"/>
            </w:pPr>
            <w:r w:rsidRPr="00986A0A">
              <w:t>0</w:t>
            </w:r>
          </w:p>
        </w:tc>
        <w:tc>
          <w:tcPr>
            <w:tcW w:w="1276" w:type="dxa"/>
          </w:tcPr>
          <w:p w14:paraId="1A47665B" w14:textId="77777777" w:rsidR="00A51BB5" w:rsidRPr="00986A0A" w:rsidRDefault="00A51BB5" w:rsidP="00986A0A">
            <w:pPr>
              <w:pStyle w:val="Z2tabelatekst"/>
            </w:pPr>
            <w:r w:rsidRPr="00986A0A">
              <w:t>2022-04-21</w:t>
            </w:r>
          </w:p>
        </w:tc>
        <w:tc>
          <w:tcPr>
            <w:tcW w:w="1984" w:type="dxa"/>
          </w:tcPr>
          <w:p w14:paraId="402E7DEF" w14:textId="77777777" w:rsidR="00A51BB5" w:rsidRPr="00986A0A" w:rsidRDefault="00A51BB5" w:rsidP="00986A0A">
            <w:pPr>
              <w:pStyle w:val="Z2tabelatekst"/>
            </w:pPr>
            <w:r w:rsidRPr="00986A0A">
              <w:t>Zmiana zgodnie z WZ49</w:t>
            </w:r>
          </w:p>
        </w:tc>
        <w:tc>
          <w:tcPr>
            <w:tcW w:w="709" w:type="dxa"/>
          </w:tcPr>
          <w:p w14:paraId="52A22199" w14:textId="77777777" w:rsidR="00A51BB5" w:rsidRPr="00986A0A" w:rsidRDefault="00A51BB5" w:rsidP="00986A0A">
            <w:pPr>
              <w:pStyle w:val="Z2tabelatekst"/>
            </w:pPr>
            <w:r w:rsidRPr="00986A0A">
              <w:t>N,Z</w:t>
            </w:r>
          </w:p>
        </w:tc>
        <w:tc>
          <w:tcPr>
            <w:tcW w:w="1134" w:type="dxa"/>
          </w:tcPr>
          <w:p w14:paraId="30EFDA60" w14:textId="77777777" w:rsidR="00A51BB5" w:rsidRPr="00986A0A" w:rsidRDefault="00A51BB5" w:rsidP="00986A0A">
            <w:pPr>
              <w:pStyle w:val="Z2tabelatekst"/>
            </w:pPr>
            <w:r w:rsidRPr="00986A0A">
              <w:t>W</w:t>
            </w:r>
          </w:p>
        </w:tc>
        <w:tc>
          <w:tcPr>
            <w:tcW w:w="1134" w:type="dxa"/>
          </w:tcPr>
          <w:p w14:paraId="7C996F03" w14:textId="77777777" w:rsidR="00A51BB5" w:rsidRPr="00986A0A" w:rsidRDefault="00A51BB5" w:rsidP="00986A0A">
            <w:pPr>
              <w:pStyle w:val="Z2tabelatekst"/>
            </w:pPr>
            <w:proofErr w:type="spellStart"/>
            <w:r w:rsidRPr="00986A0A">
              <w:t>B.Schmidt</w:t>
            </w:r>
            <w:proofErr w:type="spellEnd"/>
          </w:p>
        </w:tc>
        <w:tc>
          <w:tcPr>
            <w:tcW w:w="1293" w:type="dxa"/>
          </w:tcPr>
          <w:p w14:paraId="2544B3A3" w14:textId="77777777" w:rsidR="00A51BB5" w:rsidRPr="00986A0A" w:rsidRDefault="00A51BB5" w:rsidP="00986A0A">
            <w:pPr>
              <w:pStyle w:val="Z2tabelatekst"/>
            </w:pPr>
            <w:proofErr w:type="spellStart"/>
            <w:r w:rsidRPr="00986A0A">
              <w:t>nd</w:t>
            </w:r>
            <w:proofErr w:type="spellEnd"/>
          </w:p>
        </w:tc>
      </w:tr>
      <w:tr w:rsidR="00A51BB5" w:rsidRPr="00986A0A" w14:paraId="6E5FD704" w14:textId="77777777" w:rsidTr="00721712">
        <w:tc>
          <w:tcPr>
            <w:tcW w:w="797" w:type="dxa"/>
          </w:tcPr>
          <w:p w14:paraId="05B75DBB" w14:textId="77777777" w:rsidR="00A51BB5" w:rsidRPr="00986A0A" w:rsidRDefault="00A51BB5" w:rsidP="00986A0A">
            <w:pPr>
              <w:pStyle w:val="Z2tabelatekst"/>
            </w:pPr>
            <w:r w:rsidRPr="00986A0A">
              <w:t>2</w:t>
            </w:r>
          </w:p>
        </w:tc>
        <w:tc>
          <w:tcPr>
            <w:tcW w:w="1041" w:type="dxa"/>
          </w:tcPr>
          <w:p w14:paraId="6693845B" w14:textId="77777777" w:rsidR="00A51BB5" w:rsidRPr="00986A0A" w:rsidRDefault="00A51BB5" w:rsidP="00986A0A">
            <w:pPr>
              <w:pStyle w:val="Z2tabelatekst"/>
            </w:pPr>
            <w:r w:rsidRPr="00986A0A">
              <w:t>0</w:t>
            </w:r>
          </w:p>
        </w:tc>
        <w:tc>
          <w:tcPr>
            <w:tcW w:w="1276" w:type="dxa"/>
          </w:tcPr>
          <w:p w14:paraId="44498474" w14:textId="77777777" w:rsidR="00A51BB5" w:rsidRPr="00986A0A" w:rsidRDefault="00A51BB5" w:rsidP="00986A0A">
            <w:pPr>
              <w:pStyle w:val="Z2tabelatekst"/>
            </w:pPr>
            <w:r w:rsidRPr="00986A0A">
              <w:t>2022-04-27</w:t>
            </w:r>
          </w:p>
        </w:tc>
        <w:tc>
          <w:tcPr>
            <w:tcW w:w="1984" w:type="dxa"/>
          </w:tcPr>
          <w:p w14:paraId="536B3779" w14:textId="77777777" w:rsidR="00A51BB5" w:rsidRPr="00986A0A" w:rsidRDefault="00A51BB5" w:rsidP="00986A0A">
            <w:pPr>
              <w:pStyle w:val="Z2tabelatekst"/>
            </w:pPr>
            <w:r w:rsidRPr="00986A0A">
              <w:t>Kontrola jakości Wykonawcy. Przekazanie do Zamawiającego</w:t>
            </w:r>
          </w:p>
        </w:tc>
        <w:tc>
          <w:tcPr>
            <w:tcW w:w="709" w:type="dxa"/>
          </w:tcPr>
          <w:p w14:paraId="533BF4EC" w14:textId="77777777" w:rsidR="00A51BB5" w:rsidRPr="00986A0A" w:rsidRDefault="00A51BB5" w:rsidP="00986A0A">
            <w:pPr>
              <w:pStyle w:val="Z2tabelatekst"/>
            </w:pPr>
            <w:proofErr w:type="spellStart"/>
            <w:r w:rsidRPr="00986A0A">
              <w:t>nd</w:t>
            </w:r>
            <w:proofErr w:type="spellEnd"/>
            <w:r w:rsidRPr="00986A0A">
              <w:t>.</w:t>
            </w:r>
          </w:p>
        </w:tc>
        <w:tc>
          <w:tcPr>
            <w:tcW w:w="1134" w:type="dxa"/>
          </w:tcPr>
          <w:p w14:paraId="3E2FE504" w14:textId="77777777" w:rsidR="00A51BB5" w:rsidRPr="00986A0A" w:rsidRDefault="00A51BB5" w:rsidP="00986A0A">
            <w:pPr>
              <w:pStyle w:val="Z2tabelatekst"/>
            </w:pPr>
            <w:proofErr w:type="spellStart"/>
            <w:r w:rsidRPr="00986A0A">
              <w:t>nd</w:t>
            </w:r>
            <w:proofErr w:type="spellEnd"/>
            <w:r w:rsidRPr="00986A0A">
              <w:t>.</w:t>
            </w:r>
          </w:p>
        </w:tc>
        <w:tc>
          <w:tcPr>
            <w:tcW w:w="1134" w:type="dxa"/>
          </w:tcPr>
          <w:p w14:paraId="4E7197C7" w14:textId="77777777" w:rsidR="00A51BB5" w:rsidRPr="00986A0A" w:rsidRDefault="00A51BB5" w:rsidP="00986A0A">
            <w:pPr>
              <w:pStyle w:val="Z2tabelatekst"/>
            </w:pPr>
            <w:proofErr w:type="spellStart"/>
            <w:r w:rsidRPr="00986A0A">
              <w:t>K.Roszak</w:t>
            </w:r>
            <w:proofErr w:type="spellEnd"/>
          </w:p>
        </w:tc>
        <w:tc>
          <w:tcPr>
            <w:tcW w:w="1293" w:type="dxa"/>
          </w:tcPr>
          <w:p w14:paraId="76D89883" w14:textId="734DF13C" w:rsidR="00A51BB5" w:rsidRPr="00986A0A" w:rsidRDefault="00A51BB5" w:rsidP="00986A0A">
            <w:pPr>
              <w:pStyle w:val="Z2tabelatekst"/>
            </w:pPr>
            <w:r w:rsidRPr="00986A0A">
              <w:t>2022-04-27</w:t>
            </w:r>
          </w:p>
        </w:tc>
      </w:tr>
      <w:tr w:rsidR="002E4577" w:rsidRPr="00986A0A" w14:paraId="3BFB5F73" w14:textId="77777777" w:rsidTr="0099031D">
        <w:tc>
          <w:tcPr>
            <w:tcW w:w="797" w:type="dxa"/>
          </w:tcPr>
          <w:p w14:paraId="1A97AEB0" w14:textId="77777777" w:rsidR="002E4577" w:rsidRPr="00986A0A" w:rsidRDefault="002E4577" w:rsidP="00986A0A">
            <w:pPr>
              <w:pStyle w:val="Z2tabelatekst"/>
            </w:pPr>
            <w:r w:rsidRPr="00986A0A">
              <w:t>2</w:t>
            </w:r>
          </w:p>
        </w:tc>
        <w:tc>
          <w:tcPr>
            <w:tcW w:w="1041" w:type="dxa"/>
          </w:tcPr>
          <w:p w14:paraId="48155A32" w14:textId="77777777" w:rsidR="002E4577" w:rsidRPr="00986A0A" w:rsidRDefault="002E4577" w:rsidP="00986A0A">
            <w:pPr>
              <w:pStyle w:val="Z2tabelatekst"/>
            </w:pPr>
            <w:r w:rsidRPr="00986A0A">
              <w:t>1</w:t>
            </w:r>
          </w:p>
        </w:tc>
        <w:tc>
          <w:tcPr>
            <w:tcW w:w="1276" w:type="dxa"/>
          </w:tcPr>
          <w:p w14:paraId="76321C35" w14:textId="77777777" w:rsidR="002E4577" w:rsidRPr="00986A0A" w:rsidRDefault="002E4577" w:rsidP="00986A0A">
            <w:pPr>
              <w:pStyle w:val="Z2tabelatekst"/>
            </w:pPr>
            <w:r w:rsidRPr="00986A0A">
              <w:t>2022-05-04</w:t>
            </w:r>
          </w:p>
        </w:tc>
        <w:tc>
          <w:tcPr>
            <w:tcW w:w="1984" w:type="dxa"/>
          </w:tcPr>
          <w:p w14:paraId="7B711A9B" w14:textId="77777777" w:rsidR="002E4577" w:rsidRPr="00986A0A" w:rsidRDefault="002E4577" w:rsidP="00986A0A">
            <w:pPr>
              <w:pStyle w:val="Z2tabelatekst"/>
            </w:pPr>
            <w:r w:rsidRPr="00986A0A">
              <w:t>Zmiana zgodnie z ZF2-PRT-</w:t>
            </w:r>
            <w:r w:rsidRPr="00986A0A">
              <w:lastRenderedPageBreak/>
              <w:t>FUdD_KXML_WZ49_v.1.1.docx</w:t>
            </w:r>
          </w:p>
        </w:tc>
        <w:tc>
          <w:tcPr>
            <w:tcW w:w="709" w:type="dxa"/>
          </w:tcPr>
          <w:p w14:paraId="3D16A82A" w14:textId="77777777" w:rsidR="002E4577" w:rsidRPr="00986A0A" w:rsidRDefault="002E4577" w:rsidP="00986A0A">
            <w:pPr>
              <w:pStyle w:val="Z2tabelatekst"/>
            </w:pPr>
            <w:r w:rsidRPr="00986A0A">
              <w:lastRenderedPageBreak/>
              <w:t>N,Z</w:t>
            </w:r>
          </w:p>
        </w:tc>
        <w:tc>
          <w:tcPr>
            <w:tcW w:w="1134" w:type="dxa"/>
          </w:tcPr>
          <w:p w14:paraId="293E36D7" w14:textId="77777777" w:rsidR="002E4577" w:rsidRPr="00986A0A" w:rsidRDefault="002E4577" w:rsidP="00986A0A">
            <w:pPr>
              <w:pStyle w:val="Z2tabelatekst"/>
            </w:pPr>
            <w:r w:rsidRPr="00986A0A">
              <w:t>Pkt. 3 (T13)</w:t>
            </w:r>
          </w:p>
        </w:tc>
        <w:tc>
          <w:tcPr>
            <w:tcW w:w="1134" w:type="dxa"/>
          </w:tcPr>
          <w:p w14:paraId="52CA98F1" w14:textId="77777777" w:rsidR="002E4577" w:rsidRPr="00986A0A" w:rsidRDefault="002E4577" w:rsidP="00986A0A">
            <w:pPr>
              <w:pStyle w:val="Z2tabelatekst"/>
            </w:pPr>
            <w:proofErr w:type="spellStart"/>
            <w:r w:rsidRPr="00986A0A">
              <w:t>B.Schmidt</w:t>
            </w:r>
            <w:proofErr w:type="spellEnd"/>
          </w:p>
        </w:tc>
        <w:tc>
          <w:tcPr>
            <w:tcW w:w="1293" w:type="dxa"/>
          </w:tcPr>
          <w:p w14:paraId="415A304A" w14:textId="77777777" w:rsidR="002E4577" w:rsidRPr="00986A0A" w:rsidRDefault="002E4577" w:rsidP="00986A0A">
            <w:pPr>
              <w:pStyle w:val="Z2tabelatekst"/>
            </w:pPr>
            <w:proofErr w:type="spellStart"/>
            <w:r w:rsidRPr="00986A0A">
              <w:t>nd</w:t>
            </w:r>
            <w:proofErr w:type="spellEnd"/>
          </w:p>
        </w:tc>
      </w:tr>
      <w:tr w:rsidR="002E4577" w:rsidRPr="00986A0A" w14:paraId="03CB15D6" w14:textId="77777777" w:rsidTr="0099031D">
        <w:tc>
          <w:tcPr>
            <w:tcW w:w="797" w:type="dxa"/>
          </w:tcPr>
          <w:p w14:paraId="35898D14" w14:textId="77777777" w:rsidR="002E4577" w:rsidRPr="00986A0A" w:rsidRDefault="002E4577" w:rsidP="00986A0A">
            <w:pPr>
              <w:pStyle w:val="Z2tabelatekst"/>
            </w:pPr>
            <w:r w:rsidRPr="00986A0A">
              <w:t>2</w:t>
            </w:r>
          </w:p>
        </w:tc>
        <w:tc>
          <w:tcPr>
            <w:tcW w:w="1041" w:type="dxa"/>
          </w:tcPr>
          <w:p w14:paraId="78F60AFC" w14:textId="77777777" w:rsidR="002E4577" w:rsidRPr="00986A0A" w:rsidRDefault="002E4577" w:rsidP="00986A0A">
            <w:pPr>
              <w:pStyle w:val="Z2tabelatekst"/>
            </w:pPr>
            <w:r w:rsidRPr="00986A0A">
              <w:t>1</w:t>
            </w:r>
          </w:p>
        </w:tc>
        <w:tc>
          <w:tcPr>
            <w:tcW w:w="1276" w:type="dxa"/>
          </w:tcPr>
          <w:p w14:paraId="121053C5" w14:textId="77777777" w:rsidR="002E4577" w:rsidRPr="00986A0A" w:rsidRDefault="002E4577" w:rsidP="00986A0A">
            <w:pPr>
              <w:pStyle w:val="Z2tabelatekst"/>
            </w:pPr>
            <w:r w:rsidRPr="00986A0A">
              <w:t>2022-05-04</w:t>
            </w:r>
          </w:p>
        </w:tc>
        <w:tc>
          <w:tcPr>
            <w:tcW w:w="1984" w:type="dxa"/>
          </w:tcPr>
          <w:p w14:paraId="176A678A" w14:textId="77777777" w:rsidR="002E4577" w:rsidRPr="00986A0A" w:rsidRDefault="002E4577" w:rsidP="00986A0A">
            <w:pPr>
              <w:pStyle w:val="Z2tabelatekst"/>
            </w:pPr>
            <w:r w:rsidRPr="00986A0A">
              <w:t>Kontrola jakości Wykonawcy. Przekazanie do Zamawiającego</w:t>
            </w:r>
          </w:p>
        </w:tc>
        <w:tc>
          <w:tcPr>
            <w:tcW w:w="709" w:type="dxa"/>
          </w:tcPr>
          <w:p w14:paraId="6812CABC" w14:textId="77777777" w:rsidR="002E4577" w:rsidRPr="00986A0A" w:rsidRDefault="002E4577" w:rsidP="00986A0A">
            <w:pPr>
              <w:pStyle w:val="Z2tabelatekst"/>
            </w:pPr>
            <w:proofErr w:type="spellStart"/>
            <w:r w:rsidRPr="00986A0A">
              <w:t>nd</w:t>
            </w:r>
            <w:proofErr w:type="spellEnd"/>
            <w:r w:rsidRPr="00986A0A">
              <w:t>.</w:t>
            </w:r>
          </w:p>
        </w:tc>
        <w:tc>
          <w:tcPr>
            <w:tcW w:w="1134" w:type="dxa"/>
          </w:tcPr>
          <w:p w14:paraId="33F87194" w14:textId="77777777" w:rsidR="002E4577" w:rsidRPr="00986A0A" w:rsidRDefault="002E4577" w:rsidP="00986A0A">
            <w:pPr>
              <w:pStyle w:val="Z2tabelatekst"/>
            </w:pPr>
            <w:proofErr w:type="spellStart"/>
            <w:r w:rsidRPr="00986A0A">
              <w:t>nd</w:t>
            </w:r>
            <w:proofErr w:type="spellEnd"/>
            <w:r w:rsidRPr="00986A0A">
              <w:t>.</w:t>
            </w:r>
          </w:p>
        </w:tc>
        <w:tc>
          <w:tcPr>
            <w:tcW w:w="1134" w:type="dxa"/>
          </w:tcPr>
          <w:p w14:paraId="5D2A0817" w14:textId="77777777" w:rsidR="002E4577" w:rsidRPr="00986A0A" w:rsidRDefault="002E4577" w:rsidP="00986A0A">
            <w:pPr>
              <w:pStyle w:val="Z2tabelatekst"/>
            </w:pPr>
            <w:proofErr w:type="spellStart"/>
            <w:r w:rsidRPr="00986A0A">
              <w:t>K.Roszak</w:t>
            </w:r>
            <w:proofErr w:type="spellEnd"/>
          </w:p>
        </w:tc>
        <w:tc>
          <w:tcPr>
            <w:tcW w:w="1293" w:type="dxa"/>
          </w:tcPr>
          <w:p w14:paraId="30854594" w14:textId="77777777" w:rsidR="002E4577" w:rsidRPr="00986A0A" w:rsidRDefault="002E4577" w:rsidP="00986A0A">
            <w:pPr>
              <w:pStyle w:val="Z2tabelatekst"/>
            </w:pPr>
            <w:r w:rsidRPr="00986A0A">
              <w:t>2022-05-04</w:t>
            </w:r>
          </w:p>
        </w:tc>
      </w:tr>
      <w:tr w:rsidR="00116D8C" w:rsidRPr="00986A0A" w14:paraId="13CE2459" w14:textId="77777777" w:rsidTr="009164E0">
        <w:tc>
          <w:tcPr>
            <w:tcW w:w="797" w:type="dxa"/>
          </w:tcPr>
          <w:p w14:paraId="5A7D0966" w14:textId="2CCADA98" w:rsidR="00116D8C" w:rsidRPr="00986A0A" w:rsidRDefault="00116D8C" w:rsidP="00986A0A">
            <w:pPr>
              <w:pStyle w:val="Z2tabelatekst"/>
            </w:pPr>
            <w:r w:rsidRPr="00986A0A">
              <w:t>2</w:t>
            </w:r>
          </w:p>
        </w:tc>
        <w:tc>
          <w:tcPr>
            <w:tcW w:w="1041" w:type="dxa"/>
          </w:tcPr>
          <w:p w14:paraId="09DE6BA5" w14:textId="5043EFFD" w:rsidR="00116D8C" w:rsidRPr="00986A0A" w:rsidRDefault="00116D8C" w:rsidP="00986A0A">
            <w:pPr>
              <w:pStyle w:val="Z2tabelatekst"/>
            </w:pPr>
            <w:r w:rsidRPr="00986A0A">
              <w:t>2</w:t>
            </w:r>
          </w:p>
        </w:tc>
        <w:tc>
          <w:tcPr>
            <w:tcW w:w="1276" w:type="dxa"/>
          </w:tcPr>
          <w:p w14:paraId="34D44766" w14:textId="77777777" w:rsidR="00116D8C" w:rsidRPr="00986A0A" w:rsidRDefault="00116D8C" w:rsidP="00986A0A">
            <w:pPr>
              <w:pStyle w:val="Z2tabelatekst"/>
            </w:pPr>
            <w:r w:rsidRPr="00986A0A">
              <w:t>2024-03-28</w:t>
            </w:r>
          </w:p>
        </w:tc>
        <w:tc>
          <w:tcPr>
            <w:tcW w:w="1984" w:type="dxa"/>
          </w:tcPr>
          <w:p w14:paraId="4EC3DF35" w14:textId="339026D9" w:rsidR="00116D8C" w:rsidRPr="00986A0A" w:rsidRDefault="00116D8C" w:rsidP="00986A0A">
            <w:pPr>
              <w:pStyle w:val="Z2tabelatekst"/>
            </w:pPr>
            <w:r w:rsidRPr="00986A0A">
              <w:t>Zmiana okresu obowiązywania, zgodnie z WZ21</w:t>
            </w:r>
          </w:p>
        </w:tc>
        <w:tc>
          <w:tcPr>
            <w:tcW w:w="709" w:type="dxa"/>
          </w:tcPr>
          <w:p w14:paraId="4B56D536" w14:textId="77777777" w:rsidR="00116D8C" w:rsidRPr="00986A0A" w:rsidRDefault="00116D8C" w:rsidP="00986A0A">
            <w:pPr>
              <w:pStyle w:val="Z2tabelatekst"/>
            </w:pPr>
            <w:r w:rsidRPr="00986A0A">
              <w:t>N,Z</w:t>
            </w:r>
          </w:p>
        </w:tc>
        <w:tc>
          <w:tcPr>
            <w:tcW w:w="1134" w:type="dxa"/>
          </w:tcPr>
          <w:p w14:paraId="5D3E541A" w14:textId="604CC88D" w:rsidR="00116D8C" w:rsidRPr="00986A0A" w:rsidRDefault="00116D8C" w:rsidP="00986A0A">
            <w:pPr>
              <w:pStyle w:val="Z2tabelatekst"/>
            </w:pPr>
            <w:r w:rsidRPr="00986A0A">
              <w:t>Pkt. 1.3; 3.1</w:t>
            </w:r>
          </w:p>
        </w:tc>
        <w:tc>
          <w:tcPr>
            <w:tcW w:w="1134" w:type="dxa"/>
          </w:tcPr>
          <w:p w14:paraId="3B2D6155" w14:textId="77777777" w:rsidR="00116D8C" w:rsidRPr="00986A0A" w:rsidRDefault="00116D8C" w:rsidP="00986A0A">
            <w:pPr>
              <w:pStyle w:val="Z2tabelatekst"/>
            </w:pPr>
            <w:proofErr w:type="spellStart"/>
            <w:r w:rsidRPr="00986A0A">
              <w:t>B.Schmidt</w:t>
            </w:r>
            <w:proofErr w:type="spellEnd"/>
          </w:p>
        </w:tc>
        <w:tc>
          <w:tcPr>
            <w:tcW w:w="1293" w:type="dxa"/>
          </w:tcPr>
          <w:p w14:paraId="56FBC555" w14:textId="77777777" w:rsidR="00116D8C" w:rsidRPr="00986A0A" w:rsidRDefault="00116D8C" w:rsidP="00986A0A">
            <w:pPr>
              <w:pStyle w:val="Z2tabelatekst"/>
            </w:pPr>
            <w:proofErr w:type="spellStart"/>
            <w:r w:rsidRPr="00986A0A">
              <w:t>nd</w:t>
            </w:r>
            <w:proofErr w:type="spellEnd"/>
          </w:p>
        </w:tc>
      </w:tr>
      <w:tr w:rsidR="00116D8C" w:rsidRPr="00986A0A" w14:paraId="33084B09" w14:textId="77777777" w:rsidTr="009164E0">
        <w:tc>
          <w:tcPr>
            <w:tcW w:w="797" w:type="dxa"/>
          </w:tcPr>
          <w:p w14:paraId="66553555" w14:textId="05A07B0B" w:rsidR="00116D8C" w:rsidRPr="00986A0A" w:rsidRDefault="00116D8C" w:rsidP="00986A0A">
            <w:pPr>
              <w:pStyle w:val="Z2tabelatekst"/>
            </w:pPr>
            <w:r w:rsidRPr="00986A0A">
              <w:t>2</w:t>
            </w:r>
          </w:p>
        </w:tc>
        <w:tc>
          <w:tcPr>
            <w:tcW w:w="1041" w:type="dxa"/>
          </w:tcPr>
          <w:p w14:paraId="6DEBF743" w14:textId="3BC816B7" w:rsidR="00116D8C" w:rsidRPr="00986A0A" w:rsidRDefault="00116D8C" w:rsidP="00986A0A">
            <w:pPr>
              <w:pStyle w:val="Z2tabelatekst"/>
            </w:pPr>
            <w:r w:rsidRPr="00986A0A">
              <w:t>2</w:t>
            </w:r>
          </w:p>
        </w:tc>
        <w:tc>
          <w:tcPr>
            <w:tcW w:w="1276" w:type="dxa"/>
          </w:tcPr>
          <w:p w14:paraId="1079A913" w14:textId="77777777" w:rsidR="00116D8C" w:rsidRPr="00986A0A" w:rsidRDefault="00116D8C" w:rsidP="00986A0A">
            <w:pPr>
              <w:pStyle w:val="Z2tabelatekst"/>
            </w:pPr>
            <w:r w:rsidRPr="00986A0A">
              <w:t>2024-05-27</w:t>
            </w:r>
          </w:p>
        </w:tc>
        <w:tc>
          <w:tcPr>
            <w:tcW w:w="1984" w:type="dxa"/>
          </w:tcPr>
          <w:p w14:paraId="2657E863" w14:textId="77777777" w:rsidR="00116D8C" w:rsidRPr="00986A0A" w:rsidRDefault="00116D8C" w:rsidP="00986A0A">
            <w:pPr>
              <w:pStyle w:val="Z2tabelatekst"/>
            </w:pPr>
            <w:r w:rsidRPr="00986A0A">
              <w:t>Kontrola jakości Wykonawcy. Przekazanie do Zamawiającego</w:t>
            </w:r>
          </w:p>
        </w:tc>
        <w:tc>
          <w:tcPr>
            <w:tcW w:w="709" w:type="dxa"/>
          </w:tcPr>
          <w:p w14:paraId="157AF76F" w14:textId="77777777" w:rsidR="00116D8C" w:rsidRPr="00986A0A" w:rsidRDefault="00116D8C" w:rsidP="00986A0A">
            <w:pPr>
              <w:pStyle w:val="Z2tabelatekst"/>
            </w:pPr>
            <w:proofErr w:type="spellStart"/>
            <w:r w:rsidRPr="00986A0A">
              <w:t>nd</w:t>
            </w:r>
            <w:proofErr w:type="spellEnd"/>
            <w:r w:rsidRPr="00986A0A">
              <w:t>.</w:t>
            </w:r>
          </w:p>
        </w:tc>
        <w:tc>
          <w:tcPr>
            <w:tcW w:w="1134" w:type="dxa"/>
          </w:tcPr>
          <w:p w14:paraId="29730C28" w14:textId="77777777" w:rsidR="00116D8C" w:rsidRPr="00986A0A" w:rsidRDefault="00116D8C" w:rsidP="00986A0A">
            <w:pPr>
              <w:pStyle w:val="Z2tabelatekst"/>
            </w:pPr>
            <w:proofErr w:type="spellStart"/>
            <w:r w:rsidRPr="00986A0A">
              <w:t>nd</w:t>
            </w:r>
            <w:proofErr w:type="spellEnd"/>
            <w:r w:rsidRPr="00986A0A">
              <w:t>.</w:t>
            </w:r>
          </w:p>
        </w:tc>
        <w:tc>
          <w:tcPr>
            <w:tcW w:w="1134" w:type="dxa"/>
          </w:tcPr>
          <w:p w14:paraId="3DA6222A" w14:textId="77777777" w:rsidR="00116D8C" w:rsidRPr="00986A0A" w:rsidRDefault="00116D8C" w:rsidP="00986A0A">
            <w:pPr>
              <w:pStyle w:val="Z2tabelatekst"/>
            </w:pPr>
            <w:proofErr w:type="spellStart"/>
            <w:r w:rsidRPr="00986A0A">
              <w:t>K.Roszak</w:t>
            </w:r>
            <w:proofErr w:type="spellEnd"/>
          </w:p>
        </w:tc>
        <w:tc>
          <w:tcPr>
            <w:tcW w:w="1293" w:type="dxa"/>
          </w:tcPr>
          <w:p w14:paraId="2979719D" w14:textId="77777777" w:rsidR="00116D8C" w:rsidRPr="00986A0A" w:rsidRDefault="00116D8C" w:rsidP="00986A0A">
            <w:pPr>
              <w:pStyle w:val="Z2tabelatekst"/>
            </w:pPr>
            <w:r w:rsidRPr="00986A0A">
              <w:t>2024-05-27</w:t>
            </w:r>
          </w:p>
        </w:tc>
      </w:tr>
      <w:tr w:rsidR="002E4577" w:rsidRPr="00986A0A" w14:paraId="0C8D6C03" w14:textId="77777777" w:rsidTr="00B2703D">
        <w:tc>
          <w:tcPr>
            <w:tcW w:w="797" w:type="dxa"/>
          </w:tcPr>
          <w:p w14:paraId="0B43E370" w14:textId="33ECFF9F" w:rsidR="002E4577" w:rsidRPr="00986A0A" w:rsidRDefault="002E4577" w:rsidP="00986A0A">
            <w:pPr>
              <w:pStyle w:val="Z2tabelatekst"/>
            </w:pPr>
            <w:r w:rsidRPr="00986A0A">
              <w:t>3</w:t>
            </w:r>
          </w:p>
        </w:tc>
        <w:tc>
          <w:tcPr>
            <w:tcW w:w="1041" w:type="dxa"/>
          </w:tcPr>
          <w:p w14:paraId="4678F8DC" w14:textId="63AAA196" w:rsidR="002E4577" w:rsidRPr="00986A0A" w:rsidRDefault="002E4577" w:rsidP="00986A0A">
            <w:pPr>
              <w:pStyle w:val="Z2tabelatekst"/>
            </w:pPr>
            <w:r w:rsidRPr="00986A0A">
              <w:t>0</w:t>
            </w:r>
          </w:p>
        </w:tc>
        <w:tc>
          <w:tcPr>
            <w:tcW w:w="1276" w:type="dxa"/>
          </w:tcPr>
          <w:p w14:paraId="29EFDA1A" w14:textId="5EE211F5" w:rsidR="002E4577" w:rsidRPr="00986A0A" w:rsidRDefault="002E4577" w:rsidP="00986A0A">
            <w:pPr>
              <w:pStyle w:val="Z2tabelatekst"/>
            </w:pPr>
            <w:r w:rsidRPr="00986A0A">
              <w:t>2024-03-28</w:t>
            </w:r>
          </w:p>
        </w:tc>
        <w:tc>
          <w:tcPr>
            <w:tcW w:w="1984" w:type="dxa"/>
          </w:tcPr>
          <w:p w14:paraId="718EEA8A" w14:textId="02E80FDD" w:rsidR="002E4577" w:rsidRPr="00986A0A" w:rsidRDefault="002E4577" w:rsidP="00986A0A">
            <w:pPr>
              <w:pStyle w:val="Z2tabelatekst"/>
            </w:pPr>
            <w:r w:rsidRPr="00986A0A">
              <w:t>Zmiana zgodnie z WZ21</w:t>
            </w:r>
          </w:p>
        </w:tc>
        <w:tc>
          <w:tcPr>
            <w:tcW w:w="709" w:type="dxa"/>
          </w:tcPr>
          <w:p w14:paraId="12C89AD5" w14:textId="5FBCE298" w:rsidR="002E4577" w:rsidRPr="00986A0A" w:rsidRDefault="002E4577" w:rsidP="00986A0A">
            <w:pPr>
              <w:pStyle w:val="Z2tabelatekst"/>
            </w:pPr>
            <w:r w:rsidRPr="00986A0A">
              <w:t>N,Z</w:t>
            </w:r>
          </w:p>
        </w:tc>
        <w:tc>
          <w:tcPr>
            <w:tcW w:w="1134" w:type="dxa"/>
          </w:tcPr>
          <w:p w14:paraId="34E8AA08" w14:textId="0ABEF342" w:rsidR="002E4577" w:rsidRPr="00986A0A" w:rsidRDefault="002E4577" w:rsidP="00986A0A">
            <w:pPr>
              <w:pStyle w:val="Z2tabelatekst"/>
            </w:pPr>
            <w:r w:rsidRPr="00986A0A">
              <w:t>Pkt. 3</w:t>
            </w:r>
          </w:p>
        </w:tc>
        <w:tc>
          <w:tcPr>
            <w:tcW w:w="1134" w:type="dxa"/>
          </w:tcPr>
          <w:p w14:paraId="5CCFC7C7" w14:textId="77777777" w:rsidR="002E4577" w:rsidRPr="00986A0A" w:rsidRDefault="002E4577" w:rsidP="00986A0A">
            <w:pPr>
              <w:pStyle w:val="Z2tabelatekst"/>
            </w:pPr>
            <w:proofErr w:type="spellStart"/>
            <w:r w:rsidRPr="00986A0A">
              <w:t>B.Schmidt</w:t>
            </w:r>
            <w:proofErr w:type="spellEnd"/>
          </w:p>
        </w:tc>
        <w:tc>
          <w:tcPr>
            <w:tcW w:w="1293" w:type="dxa"/>
          </w:tcPr>
          <w:p w14:paraId="2A2FF316" w14:textId="77777777" w:rsidR="002E4577" w:rsidRPr="00986A0A" w:rsidRDefault="002E4577" w:rsidP="00986A0A">
            <w:pPr>
              <w:pStyle w:val="Z2tabelatekst"/>
            </w:pPr>
            <w:proofErr w:type="spellStart"/>
            <w:r w:rsidRPr="00986A0A">
              <w:t>nd</w:t>
            </w:r>
            <w:proofErr w:type="spellEnd"/>
          </w:p>
        </w:tc>
      </w:tr>
      <w:tr w:rsidR="00AB2B5C" w:rsidRPr="00986A0A" w14:paraId="29A62EFC" w14:textId="77777777" w:rsidTr="005C4146">
        <w:tc>
          <w:tcPr>
            <w:tcW w:w="797" w:type="dxa"/>
          </w:tcPr>
          <w:p w14:paraId="72F349D1" w14:textId="5F870DDE" w:rsidR="00AB2B5C" w:rsidRPr="00986A0A" w:rsidRDefault="00D35758" w:rsidP="00986A0A">
            <w:pPr>
              <w:pStyle w:val="Z2tabelatekst"/>
            </w:pPr>
            <w:r w:rsidRPr="00986A0A">
              <w:t>3</w:t>
            </w:r>
          </w:p>
        </w:tc>
        <w:tc>
          <w:tcPr>
            <w:tcW w:w="1041" w:type="dxa"/>
          </w:tcPr>
          <w:p w14:paraId="7A63C016" w14:textId="3FB0FD25" w:rsidR="00AB2B5C" w:rsidRPr="00986A0A" w:rsidRDefault="00D35758" w:rsidP="00986A0A">
            <w:pPr>
              <w:pStyle w:val="Z2tabelatekst"/>
            </w:pPr>
            <w:r w:rsidRPr="00986A0A">
              <w:t>0</w:t>
            </w:r>
          </w:p>
        </w:tc>
        <w:tc>
          <w:tcPr>
            <w:tcW w:w="1276" w:type="dxa"/>
          </w:tcPr>
          <w:p w14:paraId="5FCCF677" w14:textId="70A4F29F" w:rsidR="00AB2B5C" w:rsidRPr="00986A0A" w:rsidRDefault="00AB2B5C" w:rsidP="00986A0A">
            <w:pPr>
              <w:pStyle w:val="Z2tabelatekst"/>
            </w:pPr>
            <w:r w:rsidRPr="00986A0A">
              <w:t>202</w:t>
            </w:r>
            <w:r w:rsidR="002E4577" w:rsidRPr="00986A0A">
              <w:t>4</w:t>
            </w:r>
            <w:r w:rsidRPr="00986A0A">
              <w:t>-0</w:t>
            </w:r>
            <w:r w:rsidR="00D35758" w:rsidRPr="00986A0A">
              <w:t>5</w:t>
            </w:r>
            <w:r w:rsidRPr="00986A0A">
              <w:t>-</w:t>
            </w:r>
            <w:r w:rsidR="002E4577" w:rsidRPr="00986A0A">
              <w:t>2</w:t>
            </w:r>
            <w:r w:rsidR="00D35758" w:rsidRPr="00986A0A">
              <w:t>7</w:t>
            </w:r>
          </w:p>
        </w:tc>
        <w:tc>
          <w:tcPr>
            <w:tcW w:w="1984" w:type="dxa"/>
          </w:tcPr>
          <w:p w14:paraId="5518116A" w14:textId="5AAC32FD" w:rsidR="00AB2B5C" w:rsidRPr="00986A0A" w:rsidRDefault="004D0896" w:rsidP="00986A0A">
            <w:pPr>
              <w:pStyle w:val="Z2tabelatekst"/>
            </w:pPr>
            <w:r w:rsidRPr="00986A0A">
              <w:t xml:space="preserve">Kontrola jakości Wykonawcy. </w:t>
            </w:r>
            <w:r w:rsidR="00AB2B5C" w:rsidRPr="00986A0A">
              <w:t>Przekazanie do Zamawiającego</w:t>
            </w:r>
          </w:p>
        </w:tc>
        <w:tc>
          <w:tcPr>
            <w:tcW w:w="709" w:type="dxa"/>
          </w:tcPr>
          <w:p w14:paraId="1760F5B6" w14:textId="7495C417" w:rsidR="00AB2B5C" w:rsidRPr="00986A0A" w:rsidRDefault="00AB2B5C" w:rsidP="00986A0A">
            <w:pPr>
              <w:pStyle w:val="Z2tabelatekst"/>
            </w:pPr>
            <w:proofErr w:type="spellStart"/>
            <w:r w:rsidRPr="00986A0A">
              <w:t>nd</w:t>
            </w:r>
            <w:proofErr w:type="spellEnd"/>
            <w:r w:rsidRPr="00986A0A">
              <w:t>.</w:t>
            </w:r>
          </w:p>
        </w:tc>
        <w:tc>
          <w:tcPr>
            <w:tcW w:w="1134" w:type="dxa"/>
          </w:tcPr>
          <w:p w14:paraId="7DBF17A9" w14:textId="30909A7F" w:rsidR="00AB2B5C" w:rsidRPr="00986A0A" w:rsidRDefault="00AB2B5C" w:rsidP="00986A0A">
            <w:pPr>
              <w:pStyle w:val="Z2tabelatekst"/>
            </w:pPr>
            <w:proofErr w:type="spellStart"/>
            <w:r w:rsidRPr="00986A0A">
              <w:t>nd</w:t>
            </w:r>
            <w:proofErr w:type="spellEnd"/>
            <w:r w:rsidRPr="00986A0A">
              <w:t>.</w:t>
            </w:r>
          </w:p>
        </w:tc>
        <w:tc>
          <w:tcPr>
            <w:tcW w:w="1134" w:type="dxa"/>
          </w:tcPr>
          <w:p w14:paraId="26FBB8B7" w14:textId="3683C298" w:rsidR="00AB2B5C" w:rsidRPr="00986A0A" w:rsidRDefault="00AB2B5C" w:rsidP="00986A0A">
            <w:pPr>
              <w:pStyle w:val="Z2tabelatekst"/>
            </w:pPr>
            <w:proofErr w:type="spellStart"/>
            <w:r w:rsidRPr="00986A0A">
              <w:t>K.Roszak</w:t>
            </w:r>
            <w:proofErr w:type="spellEnd"/>
          </w:p>
        </w:tc>
        <w:tc>
          <w:tcPr>
            <w:tcW w:w="1293" w:type="dxa"/>
          </w:tcPr>
          <w:p w14:paraId="21EA03F2" w14:textId="0FC704AB" w:rsidR="00AB2B5C" w:rsidRPr="00986A0A" w:rsidRDefault="00A51BB5" w:rsidP="00986A0A">
            <w:pPr>
              <w:pStyle w:val="Z2tabelatekst"/>
            </w:pPr>
            <w:r w:rsidRPr="00986A0A">
              <w:t>202</w:t>
            </w:r>
            <w:r w:rsidR="002E4577" w:rsidRPr="00986A0A">
              <w:t>4</w:t>
            </w:r>
            <w:r w:rsidRPr="00986A0A">
              <w:t>-0</w:t>
            </w:r>
            <w:r w:rsidR="00D35758" w:rsidRPr="00986A0A">
              <w:t>5</w:t>
            </w:r>
            <w:r w:rsidRPr="00986A0A">
              <w:t>-</w:t>
            </w:r>
            <w:r w:rsidR="002E4577" w:rsidRPr="00986A0A">
              <w:t>2</w:t>
            </w:r>
            <w:r w:rsidR="00D35758" w:rsidRPr="00986A0A">
              <w:t>7</w:t>
            </w:r>
          </w:p>
        </w:tc>
      </w:tr>
    </w:tbl>
    <w:p w14:paraId="75752CBC" w14:textId="77777777" w:rsidR="00A45A2F" w:rsidRPr="00986A0A" w:rsidRDefault="00DB3C43" w:rsidP="00986A0A">
      <w:pPr>
        <w:rPr>
          <w:rFonts w:cs="Open Sans"/>
        </w:rPr>
      </w:pPr>
      <w:r w:rsidRPr="00986A0A">
        <w:rPr>
          <w:rFonts w:cs="Open Sans"/>
        </w:rPr>
        <w:t xml:space="preserve"> </w:t>
      </w:r>
      <w:r w:rsidR="00A45A2F" w:rsidRPr="00986A0A">
        <w:rPr>
          <w:rFonts w:cs="Open Sans"/>
        </w:rPr>
        <w:t>(*) Akcje: W = Wstaw, Z = Zamień, We = Weryfikuj, N = Nowy</w:t>
      </w:r>
    </w:p>
    <w:p w14:paraId="2B422055" w14:textId="77777777" w:rsidR="00A45A2F" w:rsidRPr="00986A0A" w:rsidRDefault="00A45A2F" w:rsidP="00986A0A">
      <w:pPr>
        <w:rPr>
          <w:rFonts w:cs="Open Sans"/>
        </w:rPr>
      </w:pPr>
      <w:r w:rsidRPr="00986A0A">
        <w:rPr>
          <w:rFonts w:cs="Open Sans"/>
        </w:rPr>
        <w:t>(**) Rozdziały: W = Wszystkie</w:t>
      </w:r>
    </w:p>
    <w:p w14:paraId="22DF366C" w14:textId="77777777" w:rsidR="00561FE8" w:rsidRPr="00986A0A" w:rsidRDefault="00A45A2F" w:rsidP="00986A0A">
      <w:pPr>
        <w:rPr>
          <w:rFonts w:cs="Open Sans"/>
        </w:rPr>
      </w:pPr>
      <w:r w:rsidRPr="00986A0A">
        <w:rPr>
          <w:rFonts w:cs="Open Sans"/>
        </w:rPr>
        <w:t>(***) Autorzy: patrz metryka dokumentu</w:t>
      </w:r>
    </w:p>
    <w:p w14:paraId="68378308" w14:textId="49E177BD" w:rsidR="007660B3" w:rsidRPr="00986A0A" w:rsidRDefault="00561FE8" w:rsidP="00986A0A">
      <w:pPr>
        <w:pStyle w:val="PJPtekst"/>
        <w:ind w:left="0"/>
        <w:rPr>
          <w:rFonts w:ascii="Lato" w:hAnsi="Lato" w:cs="Open Sans"/>
        </w:rPr>
      </w:pPr>
      <w:r w:rsidRPr="00986A0A">
        <w:rPr>
          <w:rFonts w:ascii="Lato" w:hAnsi="Lato" w:cs="Open Sans"/>
        </w:rPr>
        <w:br w:type="page"/>
      </w:r>
    </w:p>
    <w:p w14:paraId="59817EA3" w14:textId="0CE5FAB3" w:rsidR="007660B3" w:rsidRPr="00986A0A" w:rsidRDefault="007660B3" w:rsidP="00986A0A">
      <w:pPr>
        <w:rPr>
          <w:rFonts w:cs="Open Sans"/>
        </w:rPr>
      </w:pPr>
    </w:p>
    <w:sdt>
      <w:sdtPr>
        <w:rPr>
          <w:rFonts w:ascii="Lato" w:eastAsia="Cambria" w:hAnsi="Lato" w:cs="Times New Roman"/>
          <w:color w:val="auto"/>
          <w:sz w:val="24"/>
          <w:szCs w:val="24"/>
          <w:lang w:eastAsia="en-US"/>
        </w:rPr>
        <w:id w:val="1648471365"/>
        <w:docPartObj>
          <w:docPartGallery w:val="Table of Contents"/>
          <w:docPartUnique/>
        </w:docPartObj>
      </w:sdtPr>
      <w:sdtEndPr>
        <w:rPr>
          <w:bCs/>
        </w:rPr>
      </w:sdtEndPr>
      <w:sdtContent>
        <w:p w14:paraId="57E41B5D" w14:textId="5B2BE0BF" w:rsidR="007660B3" w:rsidRPr="00986A0A" w:rsidRDefault="007660B3" w:rsidP="00986A0A">
          <w:pPr>
            <w:pStyle w:val="Nagwekspisutreci"/>
            <w:spacing w:line="276" w:lineRule="auto"/>
            <w:rPr>
              <w:rFonts w:ascii="Lato" w:eastAsia="Cambria" w:hAnsi="Lato" w:cs="Open Sans"/>
              <w:color w:val="auto"/>
              <w:sz w:val="36"/>
              <w:szCs w:val="24"/>
              <w:lang w:eastAsia="en-US"/>
            </w:rPr>
          </w:pPr>
          <w:r w:rsidRPr="00986A0A">
            <w:rPr>
              <w:rFonts w:ascii="Lato" w:eastAsia="Cambria" w:hAnsi="Lato" w:cs="Open Sans"/>
              <w:color w:val="auto"/>
              <w:sz w:val="36"/>
              <w:szCs w:val="24"/>
              <w:lang w:eastAsia="en-US"/>
            </w:rPr>
            <w:t>Spis treści</w:t>
          </w:r>
        </w:p>
        <w:p w14:paraId="2CF75151" w14:textId="1A0DBFC3" w:rsidR="00023596" w:rsidRDefault="007660B3">
          <w:pPr>
            <w:pStyle w:val="Spistreci1"/>
            <w:rPr>
              <w:rFonts w:asciiTheme="minorHAnsi" w:eastAsiaTheme="minorEastAsia" w:hAnsiTheme="minorHAnsi" w:cstheme="minorBidi"/>
              <w:b w:val="0"/>
              <w:bCs w:val="0"/>
              <w:noProof/>
              <w:sz w:val="22"/>
              <w:szCs w:val="22"/>
              <w:lang w:eastAsia="pl-PL"/>
            </w:rPr>
          </w:pPr>
          <w:r w:rsidRPr="00986A0A">
            <w:fldChar w:fldCharType="begin"/>
          </w:r>
          <w:r w:rsidRPr="00986A0A">
            <w:instrText xml:space="preserve"> TOC \o "1-3" \h \z \u </w:instrText>
          </w:r>
          <w:r w:rsidRPr="00986A0A">
            <w:fldChar w:fldCharType="separate"/>
          </w:r>
          <w:hyperlink w:anchor="_Toc184807192" w:history="1">
            <w:r w:rsidR="00023596" w:rsidRPr="0000097E">
              <w:rPr>
                <w:rStyle w:val="Hipercze"/>
                <w:noProof/>
              </w:rPr>
              <w:t>1.</w:t>
            </w:r>
            <w:r w:rsidR="00023596">
              <w:rPr>
                <w:rFonts w:asciiTheme="minorHAnsi" w:eastAsiaTheme="minorEastAsia" w:hAnsiTheme="minorHAnsi" w:cstheme="minorBidi"/>
                <w:b w:val="0"/>
                <w:bCs w:val="0"/>
                <w:noProof/>
                <w:sz w:val="22"/>
                <w:szCs w:val="22"/>
                <w:lang w:eastAsia="pl-PL"/>
              </w:rPr>
              <w:tab/>
            </w:r>
            <w:r w:rsidR="00023596" w:rsidRPr="0000097E">
              <w:rPr>
                <w:rStyle w:val="Hipercze"/>
                <w:noProof/>
              </w:rPr>
              <w:t>Opis dokumentu</w:t>
            </w:r>
            <w:r w:rsidR="00023596">
              <w:rPr>
                <w:noProof/>
                <w:webHidden/>
              </w:rPr>
              <w:tab/>
            </w:r>
            <w:r w:rsidR="00023596">
              <w:rPr>
                <w:noProof/>
                <w:webHidden/>
              </w:rPr>
              <w:fldChar w:fldCharType="begin"/>
            </w:r>
            <w:r w:rsidR="00023596">
              <w:rPr>
                <w:noProof/>
                <w:webHidden/>
              </w:rPr>
              <w:instrText xml:space="preserve"> PAGEREF _Toc184807192 \h </w:instrText>
            </w:r>
            <w:r w:rsidR="00023596">
              <w:rPr>
                <w:noProof/>
                <w:webHidden/>
              </w:rPr>
            </w:r>
            <w:r w:rsidR="00023596">
              <w:rPr>
                <w:noProof/>
                <w:webHidden/>
              </w:rPr>
              <w:fldChar w:fldCharType="separate"/>
            </w:r>
            <w:r w:rsidR="00023596">
              <w:rPr>
                <w:noProof/>
                <w:webHidden/>
              </w:rPr>
              <w:t>6</w:t>
            </w:r>
            <w:r w:rsidR="00023596">
              <w:rPr>
                <w:noProof/>
                <w:webHidden/>
              </w:rPr>
              <w:fldChar w:fldCharType="end"/>
            </w:r>
          </w:hyperlink>
        </w:p>
        <w:p w14:paraId="26F756A3" w14:textId="28A4EBA1" w:rsidR="00023596" w:rsidRDefault="000235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7193" w:history="1">
            <w:r w:rsidRPr="0000097E">
              <w:rPr>
                <w:rStyle w:val="Hipercze"/>
                <w:noProof/>
              </w:rPr>
              <w:t>1.1.</w:t>
            </w:r>
            <w:r>
              <w:rPr>
                <w:rFonts w:asciiTheme="minorHAnsi" w:eastAsiaTheme="minorEastAsia" w:hAnsiTheme="minorHAnsi" w:cstheme="minorBidi"/>
                <w:noProof/>
                <w:sz w:val="22"/>
                <w:szCs w:val="22"/>
                <w:lang w:eastAsia="pl-PL"/>
              </w:rPr>
              <w:tab/>
            </w:r>
            <w:r w:rsidRPr="0000097E">
              <w:rPr>
                <w:rStyle w:val="Hipercze"/>
                <w:noProof/>
              </w:rPr>
              <w:t>Cel dokumentu</w:t>
            </w:r>
            <w:r>
              <w:rPr>
                <w:noProof/>
                <w:webHidden/>
              </w:rPr>
              <w:tab/>
            </w:r>
            <w:r>
              <w:rPr>
                <w:noProof/>
                <w:webHidden/>
              </w:rPr>
              <w:fldChar w:fldCharType="begin"/>
            </w:r>
            <w:r>
              <w:rPr>
                <w:noProof/>
                <w:webHidden/>
              </w:rPr>
              <w:instrText xml:space="preserve"> PAGEREF _Toc184807193 \h </w:instrText>
            </w:r>
            <w:r>
              <w:rPr>
                <w:noProof/>
                <w:webHidden/>
              </w:rPr>
            </w:r>
            <w:r>
              <w:rPr>
                <w:noProof/>
                <w:webHidden/>
              </w:rPr>
              <w:fldChar w:fldCharType="separate"/>
            </w:r>
            <w:r>
              <w:rPr>
                <w:noProof/>
                <w:webHidden/>
              </w:rPr>
              <w:t>6</w:t>
            </w:r>
            <w:r>
              <w:rPr>
                <w:noProof/>
                <w:webHidden/>
              </w:rPr>
              <w:fldChar w:fldCharType="end"/>
            </w:r>
          </w:hyperlink>
        </w:p>
        <w:p w14:paraId="79C36641" w14:textId="751F5157" w:rsidR="00023596" w:rsidRDefault="000235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7194" w:history="1">
            <w:r w:rsidRPr="0000097E">
              <w:rPr>
                <w:rStyle w:val="Hipercze"/>
                <w:noProof/>
              </w:rPr>
              <w:t>1.2.</w:t>
            </w:r>
            <w:r>
              <w:rPr>
                <w:rFonts w:asciiTheme="minorHAnsi" w:eastAsiaTheme="minorEastAsia" w:hAnsiTheme="minorHAnsi" w:cstheme="minorBidi"/>
                <w:noProof/>
                <w:sz w:val="22"/>
                <w:szCs w:val="22"/>
                <w:lang w:eastAsia="pl-PL"/>
              </w:rPr>
              <w:tab/>
            </w:r>
            <w:r w:rsidRPr="0000097E">
              <w:rPr>
                <w:rStyle w:val="Hipercze"/>
                <w:noProof/>
              </w:rPr>
              <w:t>Zastosowanie</w:t>
            </w:r>
            <w:r>
              <w:rPr>
                <w:noProof/>
                <w:webHidden/>
              </w:rPr>
              <w:tab/>
            </w:r>
            <w:r>
              <w:rPr>
                <w:noProof/>
                <w:webHidden/>
              </w:rPr>
              <w:fldChar w:fldCharType="begin"/>
            </w:r>
            <w:r>
              <w:rPr>
                <w:noProof/>
                <w:webHidden/>
              </w:rPr>
              <w:instrText xml:space="preserve"> PAGEREF _Toc184807194 \h </w:instrText>
            </w:r>
            <w:r>
              <w:rPr>
                <w:noProof/>
                <w:webHidden/>
              </w:rPr>
            </w:r>
            <w:r>
              <w:rPr>
                <w:noProof/>
                <w:webHidden/>
              </w:rPr>
              <w:fldChar w:fldCharType="separate"/>
            </w:r>
            <w:r>
              <w:rPr>
                <w:noProof/>
                <w:webHidden/>
              </w:rPr>
              <w:t>6</w:t>
            </w:r>
            <w:r>
              <w:rPr>
                <w:noProof/>
                <w:webHidden/>
              </w:rPr>
              <w:fldChar w:fldCharType="end"/>
            </w:r>
          </w:hyperlink>
        </w:p>
        <w:p w14:paraId="5836D0E9" w14:textId="15E83BE7" w:rsidR="00023596" w:rsidRDefault="000235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7195" w:history="1">
            <w:r w:rsidRPr="0000097E">
              <w:rPr>
                <w:rStyle w:val="Hipercze"/>
                <w:noProof/>
              </w:rPr>
              <w:t>1.3.</w:t>
            </w:r>
            <w:r>
              <w:rPr>
                <w:rFonts w:asciiTheme="minorHAnsi" w:eastAsiaTheme="minorEastAsia" w:hAnsiTheme="minorHAnsi" w:cstheme="minorBidi"/>
                <w:noProof/>
                <w:sz w:val="22"/>
                <w:szCs w:val="22"/>
                <w:lang w:eastAsia="pl-PL"/>
              </w:rPr>
              <w:tab/>
            </w:r>
            <w:r w:rsidRPr="0000097E">
              <w:rPr>
                <w:rStyle w:val="Hipercze"/>
                <w:noProof/>
              </w:rPr>
              <w:t>Obowiązywanie</w:t>
            </w:r>
            <w:r>
              <w:rPr>
                <w:noProof/>
                <w:webHidden/>
              </w:rPr>
              <w:tab/>
            </w:r>
            <w:r>
              <w:rPr>
                <w:noProof/>
                <w:webHidden/>
              </w:rPr>
              <w:fldChar w:fldCharType="begin"/>
            </w:r>
            <w:r>
              <w:rPr>
                <w:noProof/>
                <w:webHidden/>
              </w:rPr>
              <w:instrText xml:space="preserve"> PAGEREF _Toc184807195 \h </w:instrText>
            </w:r>
            <w:r>
              <w:rPr>
                <w:noProof/>
                <w:webHidden/>
              </w:rPr>
            </w:r>
            <w:r>
              <w:rPr>
                <w:noProof/>
                <w:webHidden/>
              </w:rPr>
              <w:fldChar w:fldCharType="separate"/>
            </w:r>
            <w:r>
              <w:rPr>
                <w:noProof/>
                <w:webHidden/>
              </w:rPr>
              <w:t>6</w:t>
            </w:r>
            <w:r>
              <w:rPr>
                <w:noProof/>
                <w:webHidden/>
              </w:rPr>
              <w:fldChar w:fldCharType="end"/>
            </w:r>
          </w:hyperlink>
        </w:p>
        <w:p w14:paraId="49F959E1" w14:textId="6DC60D9C" w:rsidR="00023596" w:rsidRDefault="000235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7196" w:history="1">
            <w:r w:rsidRPr="0000097E">
              <w:rPr>
                <w:rStyle w:val="Hipercze"/>
                <w:noProof/>
              </w:rPr>
              <w:t>1.4.</w:t>
            </w:r>
            <w:r>
              <w:rPr>
                <w:rFonts w:asciiTheme="minorHAnsi" w:eastAsiaTheme="minorEastAsia" w:hAnsiTheme="minorHAnsi" w:cstheme="minorBidi"/>
                <w:noProof/>
                <w:sz w:val="22"/>
                <w:szCs w:val="22"/>
                <w:lang w:eastAsia="pl-PL"/>
              </w:rPr>
              <w:tab/>
            </w:r>
            <w:r w:rsidRPr="0000097E">
              <w:rPr>
                <w:rStyle w:val="Hipercze"/>
                <w:noProof/>
              </w:rPr>
              <w:t>Dokumenty obowiązujące i pomocnicze</w:t>
            </w:r>
            <w:r>
              <w:rPr>
                <w:noProof/>
                <w:webHidden/>
              </w:rPr>
              <w:tab/>
            </w:r>
            <w:r>
              <w:rPr>
                <w:noProof/>
                <w:webHidden/>
              </w:rPr>
              <w:fldChar w:fldCharType="begin"/>
            </w:r>
            <w:r>
              <w:rPr>
                <w:noProof/>
                <w:webHidden/>
              </w:rPr>
              <w:instrText xml:space="preserve"> PAGEREF _Toc184807196 \h </w:instrText>
            </w:r>
            <w:r>
              <w:rPr>
                <w:noProof/>
                <w:webHidden/>
              </w:rPr>
            </w:r>
            <w:r>
              <w:rPr>
                <w:noProof/>
                <w:webHidden/>
              </w:rPr>
              <w:fldChar w:fldCharType="separate"/>
            </w:r>
            <w:r>
              <w:rPr>
                <w:noProof/>
                <w:webHidden/>
              </w:rPr>
              <w:t>6</w:t>
            </w:r>
            <w:r>
              <w:rPr>
                <w:noProof/>
                <w:webHidden/>
              </w:rPr>
              <w:fldChar w:fldCharType="end"/>
            </w:r>
          </w:hyperlink>
        </w:p>
        <w:p w14:paraId="7DF9E167" w14:textId="2F6F2FDB" w:rsidR="00023596" w:rsidRDefault="0002359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7197" w:history="1">
            <w:r w:rsidRPr="0000097E">
              <w:rPr>
                <w:rStyle w:val="Hipercze"/>
                <w:noProof/>
              </w:rPr>
              <w:t>1.4.1.</w:t>
            </w:r>
            <w:r>
              <w:rPr>
                <w:rFonts w:asciiTheme="minorHAnsi" w:eastAsiaTheme="minorEastAsia" w:hAnsiTheme="minorHAnsi" w:cstheme="minorBidi"/>
                <w:iCs w:val="0"/>
                <w:noProof/>
                <w:sz w:val="22"/>
                <w:szCs w:val="22"/>
                <w:lang w:eastAsia="pl-PL"/>
              </w:rPr>
              <w:tab/>
            </w:r>
            <w:r w:rsidRPr="0000097E">
              <w:rPr>
                <w:rStyle w:val="Hipercze"/>
                <w:noProof/>
              </w:rPr>
              <w:t>Dokumenty obowiązujące</w:t>
            </w:r>
            <w:r>
              <w:rPr>
                <w:noProof/>
                <w:webHidden/>
              </w:rPr>
              <w:tab/>
            </w:r>
            <w:r>
              <w:rPr>
                <w:noProof/>
                <w:webHidden/>
              </w:rPr>
              <w:fldChar w:fldCharType="begin"/>
            </w:r>
            <w:r>
              <w:rPr>
                <w:noProof/>
                <w:webHidden/>
              </w:rPr>
              <w:instrText xml:space="preserve"> PAGEREF _Toc184807197 \h </w:instrText>
            </w:r>
            <w:r>
              <w:rPr>
                <w:noProof/>
                <w:webHidden/>
              </w:rPr>
            </w:r>
            <w:r>
              <w:rPr>
                <w:noProof/>
                <w:webHidden/>
              </w:rPr>
              <w:fldChar w:fldCharType="separate"/>
            </w:r>
            <w:r>
              <w:rPr>
                <w:noProof/>
                <w:webHidden/>
              </w:rPr>
              <w:t>6</w:t>
            </w:r>
            <w:r>
              <w:rPr>
                <w:noProof/>
                <w:webHidden/>
              </w:rPr>
              <w:fldChar w:fldCharType="end"/>
            </w:r>
          </w:hyperlink>
        </w:p>
        <w:p w14:paraId="7649365C" w14:textId="70544F17" w:rsidR="00023596" w:rsidRDefault="0002359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7198" w:history="1">
            <w:r w:rsidRPr="0000097E">
              <w:rPr>
                <w:rStyle w:val="Hipercze"/>
                <w:noProof/>
              </w:rPr>
              <w:t>1.4.2.</w:t>
            </w:r>
            <w:r>
              <w:rPr>
                <w:rFonts w:asciiTheme="minorHAnsi" w:eastAsiaTheme="minorEastAsia" w:hAnsiTheme="minorHAnsi" w:cstheme="minorBidi"/>
                <w:iCs w:val="0"/>
                <w:noProof/>
                <w:sz w:val="22"/>
                <w:szCs w:val="22"/>
                <w:lang w:eastAsia="pl-PL"/>
              </w:rPr>
              <w:tab/>
            </w:r>
            <w:r w:rsidRPr="0000097E">
              <w:rPr>
                <w:rStyle w:val="Hipercze"/>
                <w:noProof/>
              </w:rPr>
              <w:t>Dokumenty pomocnicze</w:t>
            </w:r>
            <w:r>
              <w:rPr>
                <w:noProof/>
                <w:webHidden/>
              </w:rPr>
              <w:tab/>
            </w:r>
            <w:r>
              <w:rPr>
                <w:noProof/>
                <w:webHidden/>
              </w:rPr>
              <w:fldChar w:fldCharType="begin"/>
            </w:r>
            <w:r>
              <w:rPr>
                <w:noProof/>
                <w:webHidden/>
              </w:rPr>
              <w:instrText xml:space="preserve"> PAGEREF _Toc184807198 \h </w:instrText>
            </w:r>
            <w:r>
              <w:rPr>
                <w:noProof/>
                <w:webHidden/>
              </w:rPr>
            </w:r>
            <w:r>
              <w:rPr>
                <w:noProof/>
                <w:webHidden/>
              </w:rPr>
              <w:fldChar w:fldCharType="separate"/>
            </w:r>
            <w:r>
              <w:rPr>
                <w:noProof/>
                <w:webHidden/>
              </w:rPr>
              <w:t>6</w:t>
            </w:r>
            <w:r>
              <w:rPr>
                <w:noProof/>
                <w:webHidden/>
              </w:rPr>
              <w:fldChar w:fldCharType="end"/>
            </w:r>
          </w:hyperlink>
        </w:p>
        <w:p w14:paraId="71B750B2" w14:textId="2811B433" w:rsidR="00023596" w:rsidRDefault="000235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7199" w:history="1">
            <w:r w:rsidRPr="0000097E">
              <w:rPr>
                <w:rStyle w:val="Hipercze"/>
                <w:noProof/>
              </w:rPr>
              <w:t>1.5.</w:t>
            </w:r>
            <w:r>
              <w:rPr>
                <w:rFonts w:asciiTheme="minorHAnsi" w:eastAsiaTheme="minorEastAsia" w:hAnsiTheme="minorHAnsi" w:cstheme="minorBidi"/>
                <w:noProof/>
                <w:sz w:val="22"/>
                <w:szCs w:val="22"/>
                <w:lang w:eastAsia="pl-PL"/>
              </w:rPr>
              <w:tab/>
            </w:r>
            <w:r w:rsidRPr="0000097E">
              <w:rPr>
                <w:rStyle w:val="Hipercze"/>
                <w:noProof/>
              </w:rPr>
              <w:t>Słownik przyjętych skrótów i terminów</w:t>
            </w:r>
            <w:r>
              <w:rPr>
                <w:noProof/>
                <w:webHidden/>
              </w:rPr>
              <w:tab/>
            </w:r>
            <w:r>
              <w:rPr>
                <w:noProof/>
                <w:webHidden/>
              </w:rPr>
              <w:fldChar w:fldCharType="begin"/>
            </w:r>
            <w:r>
              <w:rPr>
                <w:noProof/>
                <w:webHidden/>
              </w:rPr>
              <w:instrText xml:space="preserve"> PAGEREF _Toc184807199 \h </w:instrText>
            </w:r>
            <w:r>
              <w:rPr>
                <w:noProof/>
                <w:webHidden/>
              </w:rPr>
            </w:r>
            <w:r>
              <w:rPr>
                <w:noProof/>
                <w:webHidden/>
              </w:rPr>
              <w:fldChar w:fldCharType="separate"/>
            </w:r>
            <w:r>
              <w:rPr>
                <w:noProof/>
                <w:webHidden/>
              </w:rPr>
              <w:t>7</w:t>
            </w:r>
            <w:r>
              <w:rPr>
                <w:noProof/>
                <w:webHidden/>
              </w:rPr>
              <w:fldChar w:fldCharType="end"/>
            </w:r>
          </w:hyperlink>
        </w:p>
        <w:p w14:paraId="209F9E73" w14:textId="3186270B" w:rsidR="00023596" w:rsidRDefault="0002359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7200" w:history="1">
            <w:r w:rsidRPr="0000097E">
              <w:rPr>
                <w:rStyle w:val="Hipercze"/>
                <w:noProof/>
              </w:rPr>
              <w:t>1.5.1.</w:t>
            </w:r>
            <w:r>
              <w:rPr>
                <w:rFonts w:asciiTheme="minorHAnsi" w:eastAsiaTheme="minorEastAsia" w:hAnsiTheme="minorHAnsi" w:cstheme="minorBidi"/>
                <w:iCs w:val="0"/>
                <w:noProof/>
                <w:sz w:val="22"/>
                <w:szCs w:val="22"/>
                <w:lang w:eastAsia="pl-PL"/>
              </w:rPr>
              <w:tab/>
            </w:r>
            <w:r w:rsidRPr="0000097E">
              <w:rPr>
                <w:rStyle w:val="Hipercze"/>
                <w:noProof/>
              </w:rPr>
              <w:t>Skróty i akronimy</w:t>
            </w:r>
            <w:r>
              <w:rPr>
                <w:noProof/>
                <w:webHidden/>
              </w:rPr>
              <w:tab/>
            </w:r>
            <w:r>
              <w:rPr>
                <w:noProof/>
                <w:webHidden/>
              </w:rPr>
              <w:fldChar w:fldCharType="begin"/>
            </w:r>
            <w:r>
              <w:rPr>
                <w:noProof/>
                <w:webHidden/>
              </w:rPr>
              <w:instrText xml:space="preserve"> PAGEREF _Toc184807200 \h </w:instrText>
            </w:r>
            <w:r>
              <w:rPr>
                <w:noProof/>
                <w:webHidden/>
              </w:rPr>
            </w:r>
            <w:r>
              <w:rPr>
                <w:noProof/>
                <w:webHidden/>
              </w:rPr>
              <w:fldChar w:fldCharType="separate"/>
            </w:r>
            <w:r>
              <w:rPr>
                <w:noProof/>
                <w:webHidden/>
              </w:rPr>
              <w:t>7</w:t>
            </w:r>
            <w:r>
              <w:rPr>
                <w:noProof/>
                <w:webHidden/>
              </w:rPr>
              <w:fldChar w:fldCharType="end"/>
            </w:r>
          </w:hyperlink>
        </w:p>
        <w:p w14:paraId="268E56E7" w14:textId="3FC95C76" w:rsidR="00023596" w:rsidRDefault="0002359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7201" w:history="1">
            <w:r w:rsidRPr="0000097E">
              <w:rPr>
                <w:rStyle w:val="Hipercze"/>
                <w:noProof/>
              </w:rPr>
              <w:t>1.5.2.</w:t>
            </w:r>
            <w:r>
              <w:rPr>
                <w:rFonts w:asciiTheme="minorHAnsi" w:eastAsiaTheme="minorEastAsia" w:hAnsiTheme="minorHAnsi" w:cstheme="minorBidi"/>
                <w:iCs w:val="0"/>
                <w:noProof/>
                <w:sz w:val="22"/>
                <w:szCs w:val="22"/>
                <w:lang w:eastAsia="pl-PL"/>
              </w:rPr>
              <w:tab/>
            </w:r>
            <w:r w:rsidRPr="0000097E">
              <w:rPr>
                <w:rStyle w:val="Hipercze"/>
                <w:noProof/>
              </w:rPr>
              <w:t>Terminy</w:t>
            </w:r>
            <w:r>
              <w:rPr>
                <w:noProof/>
                <w:webHidden/>
              </w:rPr>
              <w:tab/>
            </w:r>
            <w:r>
              <w:rPr>
                <w:noProof/>
                <w:webHidden/>
              </w:rPr>
              <w:fldChar w:fldCharType="begin"/>
            </w:r>
            <w:r>
              <w:rPr>
                <w:noProof/>
                <w:webHidden/>
              </w:rPr>
              <w:instrText xml:space="preserve"> PAGEREF _Toc184807201 \h </w:instrText>
            </w:r>
            <w:r>
              <w:rPr>
                <w:noProof/>
                <w:webHidden/>
              </w:rPr>
            </w:r>
            <w:r>
              <w:rPr>
                <w:noProof/>
                <w:webHidden/>
              </w:rPr>
              <w:fldChar w:fldCharType="separate"/>
            </w:r>
            <w:r>
              <w:rPr>
                <w:noProof/>
                <w:webHidden/>
              </w:rPr>
              <w:t>9</w:t>
            </w:r>
            <w:r>
              <w:rPr>
                <w:noProof/>
                <w:webHidden/>
              </w:rPr>
              <w:fldChar w:fldCharType="end"/>
            </w:r>
          </w:hyperlink>
        </w:p>
        <w:p w14:paraId="3DA8AD71" w14:textId="24F477CD" w:rsidR="00023596" w:rsidRDefault="00023596">
          <w:pPr>
            <w:pStyle w:val="Spistreci1"/>
            <w:rPr>
              <w:rFonts w:asciiTheme="minorHAnsi" w:eastAsiaTheme="minorEastAsia" w:hAnsiTheme="minorHAnsi" w:cstheme="minorBidi"/>
              <w:b w:val="0"/>
              <w:bCs w:val="0"/>
              <w:noProof/>
              <w:sz w:val="22"/>
              <w:szCs w:val="22"/>
              <w:lang w:eastAsia="pl-PL"/>
            </w:rPr>
          </w:pPr>
          <w:hyperlink w:anchor="_Toc184807202" w:history="1">
            <w:r w:rsidRPr="0000097E">
              <w:rPr>
                <w:rStyle w:val="Hipercze"/>
                <w:noProof/>
              </w:rPr>
              <w:t>2.</w:t>
            </w:r>
            <w:r>
              <w:rPr>
                <w:rFonts w:asciiTheme="minorHAnsi" w:eastAsiaTheme="minorEastAsia" w:hAnsiTheme="minorHAnsi" w:cstheme="minorBidi"/>
                <w:b w:val="0"/>
                <w:bCs w:val="0"/>
                <w:noProof/>
                <w:sz w:val="22"/>
                <w:szCs w:val="22"/>
                <w:lang w:eastAsia="pl-PL"/>
              </w:rPr>
              <w:tab/>
            </w:r>
            <w:r w:rsidRPr="0000097E">
              <w:rPr>
                <w:rStyle w:val="Hipercze"/>
                <w:noProof/>
              </w:rPr>
              <w:t>Zawartość merytoryczna dokumentu</w:t>
            </w:r>
            <w:r>
              <w:rPr>
                <w:noProof/>
                <w:webHidden/>
              </w:rPr>
              <w:tab/>
            </w:r>
            <w:r>
              <w:rPr>
                <w:noProof/>
                <w:webHidden/>
              </w:rPr>
              <w:fldChar w:fldCharType="begin"/>
            </w:r>
            <w:r>
              <w:rPr>
                <w:noProof/>
                <w:webHidden/>
              </w:rPr>
              <w:instrText xml:space="preserve"> PAGEREF _Toc184807202 \h </w:instrText>
            </w:r>
            <w:r>
              <w:rPr>
                <w:noProof/>
                <w:webHidden/>
              </w:rPr>
            </w:r>
            <w:r>
              <w:rPr>
                <w:noProof/>
                <w:webHidden/>
              </w:rPr>
              <w:fldChar w:fldCharType="separate"/>
            </w:r>
            <w:r>
              <w:rPr>
                <w:noProof/>
                <w:webHidden/>
              </w:rPr>
              <w:t>10</w:t>
            </w:r>
            <w:r>
              <w:rPr>
                <w:noProof/>
                <w:webHidden/>
              </w:rPr>
              <w:fldChar w:fldCharType="end"/>
            </w:r>
          </w:hyperlink>
        </w:p>
        <w:p w14:paraId="0B129382" w14:textId="19AEA65E" w:rsidR="00023596" w:rsidRDefault="00023596">
          <w:pPr>
            <w:pStyle w:val="Spistreci1"/>
            <w:rPr>
              <w:rFonts w:asciiTheme="minorHAnsi" w:eastAsiaTheme="minorEastAsia" w:hAnsiTheme="minorHAnsi" w:cstheme="minorBidi"/>
              <w:b w:val="0"/>
              <w:bCs w:val="0"/>
              <w:noProof/>
              <w:sz w:val="22"/>
              <w:szCs w:val="22"/>
              <w:lang w:eastAsia="pl-PL"/>
            </w:rPr>
          </w:pPr>
          <w:hyperlink w:anchor="_Toc184807203" w:history="1">
            <w:r w:rsidRPr="0000097E">
              <w:rPr>
                <w:rStyle w:val="Hipercze"/>
                <w:noProof/>
              </w:rPr>
              <w:t>3.</w:t>
            </w:r>
            <w:r>
              <w:rPr>
                <w:rFonts w:asciiTheme="minorHAnsi" w:eastAsiaTheme="minorEastAsia" w:hAnsiTheme="minorHAnsi" w:cstheme="minorBidi"/>
                <w:b w:val="0"/>
                <w:bCs w:val="0"/>
                <w:noProof/>
                <w:sz w:val="22"/>
                <w:szCs w:val="22"/>
                <w:lang w:eastAsia="pl-PL"/>
              </w:rPr>
              <w:tab/>
            </w:r>
            <w:r w:rsidRPr="0000097E">
              <w:rPr>
                <w:rStyle w:val="Hipercze"/>
                <w:noProof/>
              </w:rPr>
              <w:t>Specyfikacja dokumentu WZBPL</w:t>
            </w:r>
            <w:r>
              <w:rPr>
                <w:noProof/>
                <w:webHidden/>
              </w:rPr>
              <w:tab/>
            </w:r>
            <w:r>
              <w:rPr>
                <w:noProof/>
                <w:webHidden/>
              </w:rPr>
              <w:fldChar w:fldCharType="begin"/>
            </w:r>
            <w:r>
              <w:rPr>
                <w:noProof/>
                <w:webHidden/>
              </w:rPr>
              <w:instrText xml:space="preserve"> PAGEREF _Toc184807203 \h </w:instrText>
            </w:r>
            <w:r>
              <w:rPr>
                <w:noProof/>
                <w:webHidden/>
              </w:rPr>
            </w:r>
            <w:r>
              <w:rPr>
                <w:noProof/>
                <w:webHidden/>
              </w:rPr>
              <w:fldChar w:fldCharType="separate"/>
            </w:r>
            <w:r>
              <w:rPr>
                <w:noProof/>
                <w:webHidden/>
              </w:rPr>
              <w:t>11</w:t>
            </w:r>
            <w:r>
              <w:rPr>
                <w:noProof/>
                <w:webHidden/>
              </w:rPr>
              <w:fldChar w:fldCharType="end"/>
            </w:r>
          </w:hyperlink>
        </w:p>
        <w:p w14:paraId="62B19254" w14:textId="4CEB5747" w:rsidR="00023596" w:rsidRDefault="0002359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7204" w:history="1">
            <w:r w:rsidRPr="0000097E">
              <w:rPr>
                <w:rStyle w:val="Hipercze"/>
                <w:noProof/>
              </w:rPr>
              <w:t>3.1.1.</w:t>
            </w:r>
            <w:r>
              <w:rPr>
                <w:rFonts w:asciiTheme="minorHAnsi" w:eastAsiaTheme="minorEastAsia" w:hAnsiTheme="minorHAnsi" w:cstheme="minorBidi"/>
                <w:iCs w:val="0"/>
                <w:noProof/>
                <w:sz w:val="22"/>
                <w:szCs w:val="22"/>
                <w:lang w:eastAsia="pl-PL"/>
              </w:rPr>
              <w:tab/>
            </w:r>
            <w:r w:rsidRPr="0000097E">
              <w:rPr>
                <w:rStyle w:val="Hipercze"/>
                <w:noProof/>
              </w:rPr>
              <w:t>Struktura dokumentu WZBPL</w:t>
            </w:r>
            <w:r>
              <w:rPr>
                <w:noProof/>
                <w:webHidden/>
              </w:rPr>
              <w:tab/>
            </w:r>
            <w:r>
              <w:rPr>
                <w:noProof/>
                <w:webHidden/>
              </w:rPr>
              <w:fldChar w:fldCharType="begin"/>
            </w:r>
            <w:r>
              <w:rPr>
                <w:noProof/>
                <w:webHidden/>
              </w:rPr>
              <w:instrText xml:space="preserve"> PAGEREF _Toc184807204 \h </w:instrText>
            </w:r>
            <w:r>
              <w:rPr>
                <w:noProof/>
                <w:webHidden/>
              </w:rPr>
            </w:r>
            <w:r>
              <w:rPr>
                <w:noProof/>
                <w:webHidden/>
              </w:rPr>
              <w:fldChar w:fldCharType="separate"/>
            </w:r>
            <w:r>
              <w:rPr>
                <w:noProof/>
                <w:webHidden/>
              </w:rPr>
              <w:t>11</w:t>
            </w:r>
            <w:r>
              <w:rPr>
                <w:noProof/>
                <w:webHidden/>
              </w:rPr>
              <w:fldChar w:fldCharType="end"/>
            </w:r>
          </w:hyperlink>
        </w:p>
        <w:p w14:paraId="514791E2" w14:textId="2442452C" w:rsidR="00023596" w:rsidRDefault="000235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7205" w:history="1">
            <w:r w:rsidRPr="0000097E">
              <w:rPr>
                <w:rStyle w:val="Hipercze"/>
                <w:noProof/>
              </w:rPr>
              <w:t>3.2.</w:t>
            </w:r>
            <w:r>
              <w:rPr>
                <w:rFonts w:asciiTheme="minorHAnsi" w:eastAsiaTheme="minorEastAsia" w:hAnsiTheme="minorHAnsi" w:cstheme="minorBidi"/>
                <w:noProof/>
                <w:sz w:val="22"/>
                <w:szCs w:val="22"/>
                <w:lang w:eastAsia="pl-PL"/>
              </w:rPr>
              <w:tab/>
            </w:r>
            <w:r w:rsidRPr="0000097E">
              <w:rPr>
                <w:rStyle w:val="Hipercze"/>
                <w:noProof/>
              </w:rPr>
              <w:t>Reguły</w:t>
            </w:r>
            <w:r>
              <w:rPr>
                <w:noProof/>
                <w:webHidden/>
              </w:rPr>
              <w:tab/>
            </w:r>
            <w:r>
              <w:rPr>
                <w:noProof/>
                <w:webHidden/>
              </w:rPr>
              <w:fldChar w:fldCharType="begin"/>
            </w:r>
            <w:r>
              <w:rPr>
                <w:noProof/>
                <w:webHidden/>
              </w:rPr>
              <w:instrText xml:space="preserve"> PAGEREF _Toc184807205 \h </w:instrText>
            </w:r>
            <w:r>
              <w:rPr>
                <w:noProof/>
                <w:webHidden/>
              </w:rPr>
            </w:r>
            <w:r>
              <w:rPr>
                <w:noProof/>
                <w:webHidden/>
              </w:rPr>
              <w:fldChar w:fldCharType="separate"/>
            </w:r>
            <w:r>
              <w:rPr>
                <w:noProof/>
                <w:webHidden/>
              </w:rPr>
              <w:t>19</w:t>
            </w:r>
            <w:r>
              <w:rPr>
                <w:noProof/>
                <w:webHidden/>
              </w:rPr>
              <w:fldChar w:fldCharType="end"/>
            </w:r>
          </w:hyperlink>
        </w:p>
        <w:p w14:paraId="41B45E1F" w14:textId="1381FD10" w:rsidR="00023596" w:rsidRDefault="00023596">
          <w:pPr>
            <w:pStyle w:val="Spistreci1"/>
            <w:rPr>
              <w:rFonts w:asciiTheme="minorHAnsi" w:eastAsiaTheme="minorEastAsia" w:hAnsiTheme="minorHAnsi" w:cstheme="minorBidi"/>
              <w:b w:val="0"/>
              <w:bCs w:val="0"/>
              <w:noProof/>
              <w:sz w:val="22"/>
              <w:szCs w:val="22"/>
              <w:lang w:eastAsia="pl-PL"/>
            </w:rPr>
          </w:pPr>
          <w:hyperlink w:anchor="_Toc184807206" w:history="1">
            <w:r w:rsidRPr="0000097E">
              <w:rPr>
                <w:rStyle w:val="Hipercze"/>
                <w:noProof/>
              </w:rPr>
              <w:t>4.</w:t>
            </w:r>
            <w:r>
              <w:rPr>
                <w:rFonts w:asciiTheme="minorHAnsi" w:eastAsiaTheme="minorEastAsia" w:hAnsiTheme="minorHAnsi" w:cstheme="minorBidi"/>
                <w:b w:val="0"/>
                <w:bCs w:val="0"/>
                <w:noProof/>
                <w:sz w:val="22"/>
                <w:szCs w:val="22"/>
                <w:lang w:eastAsia="pl-PL"/>
              </w:rPr>
              <w:tab/>
            </w:r>
            <w:r w:rsidRPr="0000097E">
              <w:rPr>
                <w:rStyle w:val="Hipercze"/>
                <w:noProof/>
              </w:rPr>
              <w:t>Załączniki</w:t>
            </w:r>
            <w:r>
              <w:rPr>
                <w:noProof/>
                <w:webHidden/>
              </w:rPr>
              <w:tab/>
            </w:r>
            <w:r>
              <w:rPr>
                <w:noProof/>
                <w:webHidden/>
              </w:rPr>
              <w:fldChar w:fldCharType="begin"/>
            </w:r>
            <w:r>
              <w:rPr>
                <w:noProof/>
                <w:webHidden/>
              </w:rPr>
              <w:instrText xml:space="preserve"> PAGEREF _Toc184807206 \h </w:instrText>
            </w:r>
            <w:r>
              <w:rPr>
                <w:noProof/>
                <w:webHidden/>
              </w:rPr>
            </w:r>
            <w:r>
              <w:rPr>
                <w:noProof/>
                <w:webHidden/>
              </w:rPr>
              <w:fldChar w:fldCharType="separate"/>
            </w:r>
            <w:r>
              <w:rPr>
                <w:noProof/>
                <w:webHidden/>
              </w:rPr>
              <w:t>22</w:t>
            </w:r>
            <w:r>
              <w:rPr>
                <w:noProof/>
                <w:webHidden/>
              </w:rPr>
              <w:fldChar w:fldCharType="end"/>
            </w:r>
          </w:hyperlink>
        </w:p>
        <w:p w14:paraId="3F8BAEFE" w14:textId="01D00FBC" w:rsidR="00023596" w:rsidRDefault="000235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7207" w:history="1">
            <w:r w:rsidRPr="0000097E">
              <w:rPr>
                <w:rStyle w:val="Hipercze"/>
                <w:noProof/>
              </w:rPr>
              <w:t>4.1.</w:t>
            </w:r>
            <w:r>
              <w:rPr>
                <w:rFonts w:asciiTheme="minorHAnsi" w:eastAsiaTheme="minorEastAsia" w:hAnsiTheme="minorHAnsi" w:cstheme="minorBidi"/>
                <w:noProof/>
                <w:sz w:val="22"/>
                <w:szCs w:val="22"/>
                <w:lang w:eastAsia="pl-PL"/>
              </w:rPr>
              <w:tab/>
            </w:r>
            <w:r w:rsidRPr="0000097E">
              <w:rPr>
                <w:rStyle w:val="Hipercze"/>
                <w:noProof/>
              </w:rPr>
              <w:t>Pliki wniosku WZBPL</w:t>
            </w:r>
            <w:r>
              <w:rPr>
                <w:noProof/>
                <w:webHidden/>
              </w:rPr>
              <w:tab/>
            </w:r>
            <w:r>
              <w:rPr>
                <w:noProof/>
                <w:webHidden/>
              </w:rPr>
              <w:fldChar w:fldCharType="begin"/>
            </w:r>
            <w:r>
              <w:rPr>
                <w:noProof/>
                <w:webHidden/>
              </w:rPr>
              <w:instrText xml:space="preserve"> PAGEREF _Toc184807207 \h </w:instrText>
            </w:r>
            <w:r>
              <w:rPr>
                <w:noProof/>
                <w:webHidden/>
              </w:rPr>
            </w:r>
            <w:r>
              <w:rPr>
                <w:noProof/>
                <w:webHidden/>
              </w:rPr>
              <w:fldChar w:fldCharType="separate"/>
            </w:r>
            <w:r>
              <w:rPr>
                <w:noProof/>
                <w:webHidden/>
              </w:rPr>
              <w:t>22</w:t>
            </w:r>
            <w:r>
              <w:rPr>
                <w:noProof/>
                <w:webHidden/>
              </w:rPr>
              <w:fldChar w:fldCharType="end"/>
            </w:r>
          </w:hyperlink>
        </w:p>
        <w:p w14:paraId="6CC5170B" w14:textId="268F783C" w:rsidR="00023596" w:rsidRDefault="0002359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7208" w:history="1">
            <w:r w:rsidRPr="0000097E">
              <w:rPr>
                <w:rStyle w:val="Hipercze"/>
                <w:noProof/>
              </w:rPr>
              <w:t>4.1.1.</w:t>
            </w:r>
            <w:r>
              <w:rPr>
                <w:rFonts w:asciiTheme="minorHAnsi" w:eastAsiaTheme="minorEastAsia" w:hAnsiTheme="minorHAnsi" w:cstheme="minorBidi"/>
                <w:iCs w:val="0"/>
                <w:noProof/>
                <w:sz w:val="22"/>
                <w:szCs w:val="22"/>
                <w:lang w:eastAsia="pl-PL"/>
              </w:rPr>
              <w:tab/>
            </w:r>
            <w:r w:rsidRPr="0000097E">
              <w:rPr>
                <w:rStyle w:val="Hipercze"/>
                <w:noProof/>
              </w:rPr>
              <w:t>Plik WZBPL.xsd</w:t>
            </w:r>
            <w:r>
              <w:rPr>
                <w:noProof/>
                <w:webHidden/>
              </w:rPr>
              <w:tab/>
            </w:r>
            <w:r>
              <w:rPr>
                <w:noProof/>
                <w:webHidden/>
              </w:rPr>
              <w:fldChar w:fldCharType="begin"/>
            </w:r>
            <w:r>
              <w:rPr>
                <w:noProof/>
                <w:webHidden/>
              </w:rPr>
              <w:instrText xml:space="preserve"> PAGEREF _Toc184807208 \h </w:instrText>
            </w:r>
            <w:r>
              <w:rPr>
                <w:noProof/>
                <w:webHidden/>
              </w:rPr>
            </w:r>
            <w:r>
              <w:rPr>
                <w:noProof/>
                <w:webHidden/>
              </w:rPr>
              <w:fldChar w:fldCharType="separate"/>
            </w:r>
            <w:r>
              <w:rPr>
                <w:noProof/>
                <w:webHidden/>
              </w:rPr>
              <w:t>22</w:t>
            </w:r>
            <w:r>
              <w:rPr>
                <w:noProof/>
                <w:webHidden/>
              </w:rPr>
              <w:fldChar w:fldCharType="end"/>
            </w:r>
          </w:hyperlink>
        </w:p>
        <w:p w14:paraId="64FAAB0E" w14:textId="6011F9DB" w:rsidR="007660B3" w:rsidRPr="00986A0A" w:rsidRDefault="007660B3" w:rsidP="00986A0A">
          <w:r w:rsidRPr="00986A0A">
            <w:rPr>
              <w:b/>
              <w:bCs/>
            </w:rPr>
            <w:fldChar w:fldCharType="end"/>
          </w:r>
        </w:p>
      </w:sdtContent>
    </w:sdt>
    <w:p w14:paraId="3EFEFA0D" w14:textId="77777777" w:rsidR="00764E48" w:rsidRPr="00986A0A" w:rsidRDefault="003F030F" w:rsidP="00986A0A">
      <w:pPr>
        <w:pStyle w:val="spis"/>
        <w:spacing w:line="276" w:lineRule="auto"/>
      </w:pPr>
      <w:bookmarkStart w:id="12" w:name="_Toc349568549"/>
      <w:bookmarkStart w:id="13" w:name="_Toc75196391"/>
      <w:r w:rsidRPr="00986A0A">
        <w:t>SPIS TABEL</w:t>
      </w:r>
      <w:bookmarkEnd w:id="12"/>
      <w:bookmarkEnd w:id="13"/>
    </w:p>
    <w:p w14:paraId="3532A4EE" w14:textId="356BE4F9" w:rsidR="00023596"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986A0A">
        <w:rPr>
          <w:rFonts w:cs="Open Sans"/>
        </w:rPr>
        <w:fldChar w:fldCharType="begin"/>
      </w:r>
      <w:r w:rsidR="00836DD7" w:rsidRPr="00986A0A">
        <w:rPr>
          <w:rFonts w:cs="Open Sans"/>
        </w:rPr>
        <w:instrText xml:space="preserve"> TOC \h \z \c "Tabela" </w:instrText>
      </w:r>
      <w:r w:rsidRPr="00986A0A">
        <w:rPr>
          <w:rFonts w:cs="Open Sans"/>
        </w:rPr>
        <w:fldChar w:fldCharType="separate"/>
      </w:r>
      <w:hyperlink w:anchor="_Toc184807209" w:history="1">
        <w:r w:rsidR="00023596" w:rsidRPr="00287C05">
          <w:rPr>
            <w:rStyle w:val="Hipercze"/>
            <w:noProof/>
          </w:rPr>
          <w:t>Tabela 1. Metryka dokumentu</w:t>
        </w:r>
        <w:r w:rsidR="00023596">
          <w:rPr>
            <w:noProof/>
            <w:webHidden/>
          </w:rPr>
          <w:tab/>
        </w:r>
        <w:r w:rsidR="00023596">
          <w:rPr>
            <w:noProof/>
            <w:webHidden/>
          </w:rPr>
          <w:fldChar w:fldCharType="begin"/>
        </w:r>
        <w:r w:rsidR="00023596">
          <w:rPr>
            <w:noProof/>
            <w:webHidden/>
          </w:rPr>
          <w:instrText xml:space="preserve"> PAGEREF _Toc184807209 \h </w:instrText>
        </w:r>
        <w:r w:rsidR="00023596">
          <w:rPr>
            <w:noProof/>
            <w:webHidden/>
          </w:rPr>
        </w:r>
        <w:r w:rsidR="00023596">
          <w:rPr>
            <w:noProof/>
            <w:webHidden/>
          </w:rPr>
          <w:fldChar w:fldCharType="separate"/>
        </w:r>
        <w:r w:rsidR="00023596">
          <w:rPr>
            <w:noProof/>
            <w:webHidden/>
          </w:rPr>
          <w:t>2</w:t>
        </w:r>
        <w:r w:rsidR="00023596">
          <w:rPr>
            <w:noProof/>
            <w:webHidden/>
          </w:rPr>
          <w:fldChar w:fldCharType="end"/>
        </w:r>
      </w:hyperlink>
    </w:p>
    <w:p w14:paraId="72EE208A" w14:textId="11BB39F2"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0" w:history="1">
        <w:r w:rsidRPr="00287C05">
          <w:rPr>
            <w:rStyle w:val="Hipercze"/>
            <w:noProof/>
          </w:rPr>
          <w:t>Tabela 2. Historia zmian dokumentu</w:t>
        </w:r>
        <w:r>
          <w:rPr>
            <w:noProof/>
            <w:webHidden/>
          </w:rPr>
          <w:tab/>
        </w:r>
        <w:r>
          <w:rPr>
            <w:noProof/>
            <w:webHidden/>
          </w:rPr>
          <w:fldChar w:fldCharType="begin"/>
        </w:r>
        <w:r>
          <w:rPr>
            <w:noProof/>
            <w:webHidden/>
          </w:rPr>
          <w:instrText xml:space="preserve"> PAGEREF _Toc184807210 \h </w:instrText>
        </w:r>
        <w:r>
          <w:rPr>
            <w:noProof/>
            <w:webHidden/>
          </w:rPr>
        </w:r>
        <w:r>
          <w:rPr>
            <w:noProof/>
            <w:webHidden/>
          </w:rPr>
          <w:fldChar w:fldCharType="separate"/>
        </w:r>
        <w:r>
          <w:rPr>
            <w:noProof/>
            <w:webHidden/>
          </w:rPr>
          <w:t>2</w:t>
        </w:r>
        <w:r>
          <w:rPr>
            <w:noProof/>
            <w:webHidden/>
          </w:rPr>
          <w:fldChar w:fldCharType="end"/>
        </w:r>
      </w:hyperlink>
    </w:p>
    <w:p w14:paraId="3463456B" w14:textId="66E4E439"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1" w:history="1">
        <w:r w:rsidRPr="00287C05">
          <w:rPr>
            <w:rStyle w:val="Hipercze"/>
            <w:noProof/>
          </w:rPr>
          <w:t>Tabela 3. Wykaz dokumentów obowiązujących</w:t>
        </w:r>
        <w:r>
          <w:rPr>
            <w:noProof/>
            <w:webHidden/>
          </w:rPr>
          <w:tab/>
        </w:r>
        <w:r>
          <w:rPr>
            <w:noProof/>
            <w:webHidden/>
          </w:rPr>
          <w:fldChar w:fldCharType="begin"/>
        </w:r>
        <w:r>
          <w:rPr>
            <w:noProof/>
            <w:webHidden/>
          </w:rPr>
          <w:instrText xml:space="preserve"> PAGEREF _Toc184807211 \h </w:instrText>
        </w:r>
        <w:r>
          <w:rPr>
            <w:noProof/>
            <w:webHidden/>
          </w:rPr>
        </w:r>
        <w:r>
          <w:rPr>
            <w:noProof/>
            <w:webHidden/>
          </w:rPr>
          <w:fldChar w:fldCharType="separate"/>
        </w:r>
        <w:r>
          <w:rPr>
            <w:noProof/>
            <w:webHidden/>
          </w:rPr>
          <w:t>6</w:t>
        </w:r>
        <w:r>
          <w:rPr>
            <w:noProof/>
            <w:webHidden/>
          </w:rPr>
          <w:fldChar w:fldCharType="end"/>
        </w:r>
      </w:hyperlink>
    </w:p>
    <w:p w14:paraId="5F6AFA4D" w14:textId="0273730C"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2" w:history="1">
        <w:r w:rsidRPr="00287C05">
          <w:rPr>
            <w:rStyle w:val="Hipercze"/>
            <w:noProof/>
          </w:rPr>
          <w:t>Tabela 4. Wykaz dokumentów pomocniczych</w:t>
        </w:r>
        <w:r>
          <w:rPr>
            <w:noProof/>
            <w:webHidden/>
          </w:rPr>
          <w:tab/>
        </w:r>
        <w:r>
          <w:rPr>
            <w:noProof/>
            <w:webHidden/>
          </w:rPr>
          <w:fldChar w:fldCharType="begin"/>
        </w:r>
        <w:r>
          <w:rPr>
            <w:noProof/>
            <w:webHidden/>
          </w:rPr>
          <w:instrText xml:space="preserve"> PAGEREF _Toc184807212 \h </w:instrText>
        </w:r>
        <w:r>
          <w:rPr>
            <w:noProof/>
            <w:webHidden/>
          </w:rPr>
        </w:r>
        <w:r>
          <w:rPr>
            <w:noProof/>
            <w:webHidden/>
          </w:rPr>
          <w:fldChar w:fldCharType="separate"/>
        </w:r>
        <w:r>
          <w:rPr>
            <w:noProof/>
            <w:webHidden/>
          </w:rPr>
          <w:t>6</w:t>
        </w:r>
        <w:r>
          <w:rPr>
            <w:noProof/>
            <w:webHidden/>
          </w:rPr>
          <w:fldChar w:fldCharType="end"/>
        </w:r>
      </w:hyperlink>
    </w:p>
    <w:p w14:paraId="26115369" w14:textId="458853C5"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3" w:history="1">
        <w:r w:rsidRPr="00287C05">
          <w:rPr>
            <w:rStyle w:val="Hipercze"/>
            <w:noProof/>
          </w:rPr>
          <w:t>Tabela 5. Wykaz skrótów i akronimów</w:t>
        </w:r>
        <w:r>
          <w:rPr>
            <w:noProof/>
            <w:webHidden/>
          </w:rPr>
          <w:tab/>
        </w:r>
        <w:r>
          <w:rPr>
            <w:noProof/>
            <w:webHidden/>
          </w:rPr>
          <w:fldChar w:fldCharType="begin"/>
        </w:r>
        <w:r>
          <w:rPr>
            <w:noProof/>
            <w:webHidden/>
          </w:rPr>
          <w:instrText xml:space="preserve"> PAGEREF _Toc184807213 \h </w:instrText>
        </w:r>
        <w:r>
          <w:rPr>
            <w:noProof/>
            <w:webHidden/>
          </w:rPr>
        </w:r>
        <w:r>
          <w:rPr>
            <w:noProof/>
            <w:webHidden/>
          </w:rPr>
          <w:fldChar w:fldCharType="separate"/>
        </w:r>
        <w:r>
          <w:rPr>
            <w:noProof/>
            <w:webHidden/>
          </w:rPr>
          <w:t>7</w:t>
        </w:r>
        <w:r>
          <w:rPr>
            <w:noProof/>
            <w:webHidden/>
          </w:rPr>
          <w:fldChar w:fldCharType="end"/>
        </w:r>
      </w:hyperlink>
    </w:p>
    <w:p w14:paraId="01B9AB28" w14:textId="19EEED9F"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4" w:history="1">
        <w:r w:rsidRPr="00287C05">
          <w:rPr>
            <w:rStyle w:val="Hipercze"/>
            <w:noProof/>
          </w:rPr>
          <w:t>Tabela 6. Wykaz definicji</w:t>
        </w:r>
        <w:r>
          <w:rPr>
            <w:noProof/>
            <w:webHidden/>
          </w:rPr>
          <w:tab/>
        </w:r>
        <w:r>
          <w:rPr>
            <w:noProof/>
            <w:webHidden/>
          </w:rPr>
          <w:fldChar w:fldCharType="begin"/>
        </w:r>
        <w:r>
          <w:rPr>
            <w:noProof/>
            <w:webHidden/>
          </w:rPr>
          <w:instrText xml:space="preserve"> PAGEREF _Toc184807214 \h </w:instrText>
        </w:r>
        <w:r>
          <w:rPr>
            <w:noProof/>
            <w:webHidden/>
          </w:rPr>
        </w:r>
        <w:r>
          <w:rPr>
            <w:noProof/>
            <w:webHidden/>
          </w:rPr>
          <w:fldChar w:fldCharType="separate"/>
        </w:r>
        <w:r>
          <w:rPr>
            <w:noProof/>
            <w:webHidden/>
          </w:rPr>
          <w:t>9</w:t>
        </w:r>
        <w:r>
          <w:rPr>
            <w:noProof/>
            <w:webHidden/>
          </w:rPr>
          <w:fldChar w:fldCharType="end"/>
        </w:r>
      </w:hyperlink>
    </w:p>
    <w:p w14:paraId="4AE7BFFF" w14:textId="7C867AEB"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5" w:history="1">
        <w:r w:rsidRPr="00287C05">
          <w:rPr>
            <w:rStyle w:val="Hipercze"/>
            <w:noProof/>
          </w:rPr>
          <w:t>Tabela 7. Powiązanie plików XSD</w:t>
        </w:r>
        <w:r>
          <w:rPr>
            <w:noProof/>
            <w:webHidden/>
          </w:rPr>
          <w:tab/>
        </w:r>
        <w:r>
          <w:rPr>
            <w:noProof/>
            <w:webHidden/>
          </w:rPr>
          <w:fldChar w:fldCharType="begin"/>
        </w:r>
        <w:r>
          <w:rPr>
            <w:noProof/>
            <w:webHidden/>
          </w:rPr>
          <w:instrText xml:space="preserve"> PAGEREF _Toc184807215 \h </w:instrText>
        </w:r>
        <w:r>
          <w:rPr>
            <w:noProof/>
            <w:webHidden/>
          </w:rPr>
        </w:r>
        <w:r>
          <w:rPr>
            <w:noProof/>
            <w:webHidden/>
          </w:rPr>
          <w:fldChar w:fldCharType="separate"/>
        </w:r>
        <w:r>
          <w:rPr>
            <w:noProof/>
            <w:webHidden/>
          </w:rPr>
          <w:t>10</w:t>
        </w:r>
        <w:r>
          <w:rPr>
            <w:noProof/>
            <w:webHidden/>
          </w:rPr>
          <w:fldChar w:fldCharType="end"/>
        </w:r>
      </w:hyperlink>
    </w:p>
    <w:p w14:paraId="37BD88C2" w14:textId="0640C919"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6" w:history="1">
        <w:r w:rsidRPr="00287C05">
          <w:rPr>
            <w:rStyle w:val="Hipercze"/>
            <w:noProof/>
          </w:rPr>
          <w:t>Tabela 8. Dane ogólne w ramach struktury dokumentu WZBPL</w:t>
        </w:r>
        <w:r>
          <w:rPr>
            <w:noProof/>
            <w:webHidden/>
          </w:rPr>
          <w:tab/>
        </w:r>
        <w:r>
          <w:rPr>
            <w:noProof/>
            <w:webHidden/>
          </w:rPr>
          <w:fldChar w:fldCharType="begin"/>
        </w:r>
        <w:r>
          <w:rPr>
            <w:noProof/>
            <w:webHidden/>
          </w:rPr>
          <w:instrText xml:space="preserve"> PAGEREF _Toc184807216 \h </w:instrText>
        </w:r>
        <w:r>
          <w:rPr>
            <w:noProof/>
            <w:webHidden/>
          </w:rPr>
        </w:r>
        <w:r>
          <w:rPr>
            <w:noProof/>
            <w:webHidden/>
          </w:rPr>
          <w:fldChar w:fldCharType="separate"/>
        </w:r>
        <w:r>
          <w:rPr>
            <w:noProof/>
            <w:webHidden/>
          </w:rPr>
          <w:t>11</w:t>
        </w:r>
        <w:r>
          <w:rPr>
            <w:noProof/>
            <w:webHidden/>
          </w:rPr>
          <w:fldChar w:fldCharType="end"/>
        </w:r>
      </w:hyperlink>
    </w:p>
    <w:p w14:paraId="7D345343" w14:textId="238B63E4"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7" w:history="1">
        <w:r w:rsidRPr="00287C05">
          <w:rPr>
            <w:rStyle w:val="Hipercze"/>
            <w:noProof/>
          </w:rPr>
          <w:t>Tabela 9. Struktura dokumentu WZBPL</w:t>
        </w:r>
        <w:r>
          <w:rPr>
            <w:noProof/>
            <w:webHidden/>
          </w:rPr>
          <w:tab/>
        </w:r>
        <w:r>
          <w:rPr>
            <w:noProof/>
            <w:webHidden/>
          </w:rPr>
          <w:fldChar w:fldCharType="begin"/>
        </w:r>
        <w:r>
          <w:rPr>
            <w:noProof/>
            <w:webHidden/>
          </w:rPr>
          <w:instrText xml:space="preserve"> PAGEREF _Toc184807217 \h </w:instrText>
        </w:r>
        <w:r>
          <w:rPr>
            <w:noProof/>
            <w:webHidden/>
          </w:rPr>
        </w:r>
        <w:r>
          <w:rPr>
            <w:noProof/>
            <w:webHidden/>
          </w:rPr>
          <w:fldChar w:fldCharType="separate"/>
        </w:r>
        <w:r>
          <w:rPr>
            <w:noProof/>
            <w:webHidden/>
          </w:rPr>
          <w:t>12</w:t>
        </w:r>
        <w:r>
          <w:rPr>
            <w:noProof/>
            <w:webHidden/>
          </w:rPr>
          <w:fldChar w:fldCharType="end"/>
        </w:r>
      </w:hyperlink>
    </w:p>
    <w:p w14:paraId="5B6B3AE8" w14:textId="2D21B1F8"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8" w:history="1">
        <w:r w:rsidRPr="00287C05">
          <w:rPr>
            <w:rStyle w:val="Hipercze"/>
            <w:noProof/>
          </w:rPr>
          <w:t>Tabela 10. Struktura &lt;HeaderType&gt;, nagłówka dokumentu WZBPL</w:t>
        </w:r>
        <w:r>
          <w:rPr>
            <w:noProof/>
            <w:webHidden/>
          </w:rPr>
          <w:tab/>
        </w:r>
        <w:r>
          <w:rPr>
            <w:noProof/>
            <w:webHidden/>
          </w:rPr>
          <w:fldChar w:fldCharType="begin"/>
        </w:r>
        <w:r>
          <w:rPr>
            <w:noProof/>
            <w:webHidden/>
          </w:rPr>
          <w:instrText xml:space="preserve"> PAGEREF _Toc184807218 \h </w:instrText>
        </w:r>
        <w:r>
          <w:rPr>
            <w:noProof/>
            <w:webHidden/>
          </w:rPr>
        </w:r>
        <w:r>
          <w:rPr>
            <w:noProof/>
            <w:webHidden/>
          </w:rPr>
          <w:fldChar w:fldCharType="separate"/>
        </w:r>
        <w:r>
          <w:rPr>
            <w:noProof/>
            <w:webHidden/>
          </w:rPr>
          <w:t>13</w:t>
        </w:r>
        <w:r>
          <w:rPr>
            <w:noProof/>
            <w:webHidden/>
          </w:rPr>
          <w:fldChar w:fldCharType="end"/>
        </w:r>
      </w:hyperlink>
    </w:p>
    <w:p w14:paraId="3BBFC301" w14:textId="34B5D12C"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19" w:history="1">
        <w:r w:rsidRPr="00287C05">
          <w:rPr>
            <w:rStyle w:val="Hipercze"/>
            <w:noProof/>
          </w:rPr>
          <w:t>Tabela 11. Struktura &lt; stampsType &gt;, Lista banderol dokumentu WZBPL</w:t>
        </w:r>
        <w:r>
          <w:rPr>
            <w:noProof/>
            <w:webHidden/>
          </w:rPr>
          <w:tab/>
        </w:r>
        <w:r>
          <w:rPr>
            <w:noProof/>
            <w:webHidden/>
          </w:rPr>
          <w:fldChar w:fldCharType="begin"/>
        </w:r>
        <w:r>
          <w:rPr>
            <w:noProof/>
            <w:webHidden/>
          </w:rPr>
          <w:instrText xml:space="preserve"> PAGEREF _Toc184807219 \h </w:instrText>
        </w:r>
        <w:r>
          <w:rPr>
            <w:noProof/>
            <w:webHidden/>
          </w:rPr>
        </w:r>
        <w:r>
          <w:rPr>
            <w:noProof/>
            <w:webHidden/>
          </w:rPr>
          <w:fldChar w:fldCharType="separate"/>
        </w:r>
        <w:r>
          <w:rPr>
            <w:noProof/>
            <w:webHidden/>
          </w:rPr>
          <w:t>15</w:t>
        </w:r>
        <w:r>
          <w:rPr>
            <w:noProof/>
            <w:webHidden/>
          </w:rPr>
          <w:fldChar w:fldCharType="end"/>
        </w:r>
      </w:hyperlink>
    </w:p>
    <w:p w14:paraId="46A8C658" w14:textId="0A248589"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20" w:history="1">
        <w:r w:rsidRPr="00287C05">
          <w:rPr>
            <w:rStyle w:val="Hipercze"/>
            <w:noProof/>
          </w:rPr>
          <w:t>Tabela 12. Struktura &lt; stampType &gt;, Banderola dokumentu WZBPL</w:t>
        </w:r>
        <w:r>
          <w:rPr>
            <w:noProof/>
            <w:webHidden/>
          </w:rPr>
          <w:tab/>
        </w:r>
        <w:r>
          <w:rPr>
            <w:noProof/>
            <w:webHidden/>
          </w:rPr>
          <w:fldChar w:fldCharType="begin"/>
        </w:r>
        <w:r>
          <w:rPr>
            <w:noProof/>
            <w:webHidden/>
          </w:rPr>
          <w:instrText xml:space="preserve"> PAGEREF _Toc184807220 \h </w:instrText>
        </w:r>
        <w:r>
          <w:rPr>
            <w:noProof/>
            <w:webHidden/>
          </w:rPr>
        </w:r>
        <w:r>
          <w:rPr>
            <w:noProof/>
            <w:webHidden/>
          </w:rPr>
          <w:fldChar w:fldCharType="separate"/>
        </w:r>
        <w:r>
          <w:rPr>
            <w:noProof/>
            <w:webHidden/>
          </w:rPr>
          <w:t>16</w:t>
        </w:r>
        <w:r>
          <w:rPr>
            <w:noProof/>
            <w:webHidden/>
          </w:rPr>
          <w:fldChar w:fldCharType="end"/>
        </w:r>
      </w:hyperlink>
    </w:p>
    <w:p w14:paraId="53CDF4A9" w14:textId="53CC2B5E"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21" w:history="1">
        <w:r w:rsidRPr="00287C05">
          <w:rPr>
            <w:rStyle w:val="Hipercze"/>
            <w:noProof/>
          </w:rPr>
          <w:t>Tabela 13. Reguły dla dokumentu WZBPL.</w:t>
        </w:r>
        <w:r>
          <w:rPr>
            <w:noProof/>
            <w:webHidden/>
          </w:rPr>
          <w:tab/>
        </w:r>
        <w:r>
          <w:rPr>
            <w:noProof/>
            <w:webHidden/>
          </w:rPr>
          <w:fldChar w:fldCharType="begin"/>
        </w:r>
        <w:r>
          <w:rPr>
            <w:noProof/>
            <w:webHidden/>
          </w:rPr>
          <w:instrText xml:space="preserve"> PAGEREF _Toc184807221 \h </w:instrText>
        </w:r>
        <w:r>
          <w:rPr>
            <w:noProof/>
            <w:webHidden/>
          </w:rPr>
        </w:r>
        <w:r>
          <w:rPr>
            <w:noProof/>
            <w:webHidden/>
          </w:rPr>
          <w:fldChar w:fldCharType="separate"/>
        </w:r>
        <w:r>
          <w:rPr>
            <w:noProof/>
            <w:webHidden/>
          </w:rPr>
          <w:t>19</w:t>
        </w:r>
        <w:r>
          <w:rPr>
            <w:noProof/>
            <w:webHidden/>
          </w:rPr>
          <w:fldChar w:fldCharType="end"/>
        </w:r>
      </w:hyperlink>
    </w:p>
    <w:p w14:paraId="018B2FA4" w14:textId="1F2FD74E" w:rsidR="00C43119" w:rsidRPr="00986A0A" w:rsidRDefault="005414F0" w:rsidP="00986A0A">
      <w:pPr>
        <w:rPr>
          <w:rFonts w:cs="Open Sans"/>
        </w:rPr>
      </w:pPr>
      <w:r w:rsidRPr="00986A0A">
        <w:rPr>
          <w:rFonts w:cs="Open Sans"/>
        </w:rPr>
        <w:fldChar w:fldCharType="end"/>
      </w:r>
    </w:p>
    <w:p w14:paraId="1B921C20" w14:textId="77777777" w:rsidR="007660B3" w:rsidRPr="00986A0A" w:rsidRDefault="007660B3" w:rsidP="00986A0A">
      <w:pPr>
        <w:pStyle w:val="spis"/>
        <w:spacing w:line="276" w:lineRule="auto"/>
      </w:pPr>
      <w:bookmarkStart w:id="14" w:name="_Toc349568550"/>
      <w:bookmarkStart w:id="15" w:name="_Toc95477580"/>
      <w:bookmarkStart w:id="16" w:name="_Toc97548186"/>
      <w:r w:rsidRPr="00986A0A">
        <w:t>SPIS RYSUNKÓW</w:t>
      </w:r>
      <w:bookmarkEnd w:id="14"/>
      <w:bookmarkEnd w:id="15"/>
      <w:bookmarkEnd w:id="16"/>
    </w:p>
    <w:p w14:paraId="7D3564F6" w14:textId="11B963D0" w:rsidR="00023596" w:rsidRDefault="007660B3">
      <w:pPr>
        <w:pStyle w:val="Spisilustracji"/>
        <w:tabs>
          <w:tab w:val="right" w:leader="dot" w:pos="9054"/>
        </w:tabs>
        <w:rPr>
          <w:rFonts w:asciiTheme="minorHAnsi" w:eastAsiaTheme="minorEastAsia" w:hAnsiTheme="minorHAnsi" w:cstheme="minorBidi"/>
          <w:noProof/>
          <w:sz w:val="22"/>
          <w:szCs w:val="22"/>
          <w:lang w:eastAsia="pl-PL"/>
        </w:rPr>
      </w:pPr>
      <w:r w:rsidRPr="00986A0A">
        <w:rPr>
          <w:rFonts w:cs="Open Sans"/>
        </w:rPr>
        <w:fldChar w:fldCharType="begin"/>
      </w:r>
      <w:r w:rsidRPr="00986A0A">
        <w:rPr>
          <w:rFonts w:cs="Open Sans"/>
        </w:rPr>
        <w:instrText xml:space="preserve"> TOC \h \z \c "Rysunek" </w:instrText>
      </w:r>
      <w:r w:rsidRPr="00986A0A">
        <w:rPr>
          <w:rFonts w:cs="Open Sans"/>
        </w:rPr>
        <w:fldChar w:fldCharType="separate"/>
      </w:r>
      <w:hyperlink w:anchor="_Toc184807222" w:history="1">
        <w:r w:rsidR="00023596" w:rsidRPr="00530B99">
          <w:rPr>
            <w:rStyle w:val="Hipercze"/>
            <w:noProof/>
          </w:rPr>
          <w:t>Rysunek 1. Struktura dokumentu WZBPL</w:t>
        </w:r>
        <w:r w:rsidR="00023596">
          <w:rPr>
            <w:noProof/>
            <w:webHidden/>
          </w:rPr>
          <w:tab/>
        </w:r>
        <w:r w:rsidR="00023596">
          <w:rPr>
            <w:noProof/>
            <w:webHidden/>
          </w:rPr>
          <w:fldChar w:fldCharType="begin"/>
        </w:r>
        <w:r w:rsidR="00023596">
          <w:rPr>
            <w:noProof/>
            <w:webHidden/>
          </w:rPr>
          <w:instrText xml:space="preserve"> PAGEREF _Toc184807222 \h </w:instrText>
        </w:r>
        <w:r w:rsidR="00023596">
          <w:rPr>
            <w:noProof/>
            <w:webHidden/>
          </w:rPr>
        </w:r>
        <w:r w:rsidR="00023596">
          <w:rPr>
            <w:noProof/>
            <w:webHidden/>
          </w:rPr>
          <w:fldChar w:fldCharType="separate"/>
        </w:r>
        <w:r w:rsidR="00023596">
          <w:rPr>
            <w:noProof/>
            <w:webHidden/>
          </w:rPr>
          <w:t>12</w:t>
        </w:r>
        <w:r w:rsidR="00023596">
          <w:rPr>
            <w:noProof/>
            <w:webHidden/>
          </w:rPr>
          <w:fldChar w:fldCharType="end"/>
        </w:r>
      </w:hyperlink>
    </w:p>
    <w:p w14:paraId="046F32D9" w14:textId="08121E96"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23" w:history="1">
        <w:r w:rsidRPr="00530B99">
          <w:rPr>
            <w:rStyle w:val="Hipercze"/>
            <w:noProof/>
          </w:rPr>
          <w:t>Rysunek 2. Struktura &lt;HeaderType&gt;, nagłówka dokumentu WZBPL</w:t>
        </w:r>
        <w:r>
          <w:rPr>
            <w:noProof/>
            <w:webHidden/>
          </w:rPr>
          <w:tab/>
        </w:r>
        <w:r>
          <w:rPr>
            <w:noProof/>
            <w:webHidden/>
          </w:rPr>
          <w:fldChar w:fldCharType="begin"/>
        </w:r>
        <w:r>
          <w:rPr>
            <w:noProof/>
            <w:webHidden/>
          </w:rPr>
          <w:instrText xml:space="preserve"> PAGEREF _Toc184807223 \h </w:instrText>
        </w:r>
        <w:r>
          <w:rPr>
            <w:noProof/>
            <w:webHidden/>
          </w:rPr>
        </w:r>
        <w:r>
          <w:rPr>
            <w:noProof/>
            <w:webHidden/>
          </w:rPr>
          <w:fldChar w:fldCharType="separate"/>
        </w:r>
        <w:r>
          <w:rPr>
            <w:noProof/>
            <w:webHidden/>
          </w:rPr>
          <w:t>14</w:t>
        </w:r>
        <w:r>
          <w:rPr>
            <w:noProof/>
            <w:webHidden/>
          </w:rPr>
          <w:fldChar w:fldCharType="end"/>
        </w:r>
      </w:hyperlink>
    </w:p>
    <w:p w14:paraId="38FE5D83" w14:textId="4CE0EE82"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24" w:history="1">
        <w:r w:rsidRPr="00530B99">
          <w:rPr>
            <w:rStyle w:val="Hipercze"/>
            <w:noProof/>
          </w:rPr>
          <w:t>Rysunek 3. Struktura &lt; stampsType &gt;, Lista banderol dokumentu WZBPL</w:t>
        </w:r>
        <w:r>
          <w:rPr>
            <w:noProof/>
            <w:webHidden/>
          </w:rPr>
          <w:tab/>
        </w:r>
        <w:r>
          <w:rPr>
            <w:noProof/>
            <w:webHidden/>
          </w:rPr>
          <w:fldChar w:fldCharType="begin"/>
        </w:r>
        <w:r>
          <w:rPr>
            <w:noProof/>
            <w:webHidden/>
          </w:rPr>
          <w:instrText xml:space="preserve"> PAGEREF _Toc184807224 \h </w:instrText>
        </w:r>
        <w:r>
          <w:rPr>
            <w:noProof/>
            <w:webHidden/>
          </w:rPr>
        </w:r>
        <w:r>
          <w:rPr>
            <w:noProof/>
            <w:webHidden/>
          </w:rPr>
          <w:fldChar w:fldCharType="separate"/>
        </w:r>
        <w:r>
          <w:rPr>
            <w:noProof/>
            <w:webHidden/>
          </w:rPr>
          <w:t>16</w:t>
        </w:r>
        <w:r>
          <w:rPr>
            <w:noProof/>
            <w:webHidden/>
          </w:rPr>
          <w:fldChar w:fldCharType="end"/>
        </w:r>
      </w:hyperlink>
    </w:p>
    <w:p w14:paraId="11564AA7" w14:textId="6481DF1D" w:rsidR="00023596" w:rsidRDefault="00023596">
      <w:pPr>
        <w:pStyle w:val="Spisilustracji"/>
        <w:tabs>
          <w:tab w:val="right" w:leader="dot" w:pos="9054"/>
        </w:tabs>
        <w:rPr>
          <w:rFonts w:asciiTheme="minorHAnsi" w:eastAsiaTheme="minorEastAsia" w:hAnsiTheme="minorHAnsi" w:cstheme="minorBidi"/>
          <w:noProof/>
          <w:sz w:val="22"/>
          <w:szCs w:val="22"/>
          <w:lang w:eastAsia="pl-PL"/>
        </w:rPr>
      </w:pPr>
      <w:hyperlink w:anchor="_Toc184807225" w:history="1">
        <w:r w:rsidRPr="00530B99">
          <w:rPr>
            <w:rStyle w:val="Hipercze"/>
            <w:noProof/>
          </w:rPr>
          <w:t>Rysunek 4. Struktura &lt; stampType &gt;, Banderola dokumentu WZBPL</w:t>
        </w:r>
        <w:r>
          <w:rPr>
            <w:noProof/>
            <w:webHidden/>
          </w:rPr>
          <w:tab/>
        </w:r>
        <w:r>
          <w:rPr>
            <w:noProof/>
            <w:webHidden/>
          </w:rPr>
          <w:fldChar w:fldCharType="begin"/>
        </w:r>
        <w:r>
          <w:rPr>
            <w:noProof/>
            <w:webHidden/>
          </w:rPr>
          <w:instrText xml:space="preserve"> PAGEREF _Toc184807225 \h </w:instrText>
        </w:r>
        <w:r>
          <w:rPr>
            <w:noProof/>
            <w:webHidden/>
          </w:rPr>
        </w:r>
        <w:r>
          <w:rPr>
            <w:noProof/>
            <w:webHidden/>
          </w:rPr>
          <w:fldChar w:fldCharType="separate"/>
        </w:r>
        <w:r>
          <w:rPr>
            <w:noProof/>
            <w:webHidden/>
          </w:rPr>
          <w:t>19</w:t>
        </w:r>
        <w:r>
          <w:rPr>
            <w:noProof/>
            <w:webHidden/>
          </w:rPr>
          <w:fldChar w:fldCharType="end"/>
        </w:r>
      </w:hyperlink>
    </w:p>
    <w:p w14:paraId="7F4B7CD8" w14:textId="367A96E6" w:rsidR="007660B3" w:rsidRPr="00986A0A" w:rsidRDefault="007660B3" w:rsidP="00986A0A">
      <w:pPr>
        <w:rPr>
          <w:rFonts w:cs="Open Sans"/>
        </w:rPr>
      </w:pPr>
      <w:r w:rsidRPr="00986A0A">
        <w:rPr>
          <w:rFonts w:cs="Open Sans"/>
        </w:rPr>
        <w:fldChar w:fldCharType="end"/>
      </w:r>
    </w:p>
    <w:p w14:paraId="2D239582" w14:textId="77777777" w:rsidR="003F3585" w:rsidRPr="00986A0A" w:rsidRDefault="00004C2C" w:rsidP="00986A0A">
      <w:pPr>
        <w:pStyle w:val="Nagwek1"/>
      </w:pPr>
      <w:bookmarkStart w:id="17" w:name="_Toc341696555"/>
      <w:bookmarkStart w:id="18" w:name="_Toc349568551"/>
      <w:bookmarkStart w:id="19" w:name="_Toc75196392"/>
      <w:bookmarkStart w:id="20" w:name="_Toc184807192"/>
      <w:r w:rsidRPr="00986A0A">
        <w:lastRenderedPageBreak/>
        <w:t xml:space="preserve">Opis </w:t>
      </w:r>
      <w:r w:rsidR="00CE1C03" w:rsidRPr="00986A0A">
        <w:t>dokumentu</w:t>
      </w:r>
      <w:bookmarkEnd w:id="17"/>
      <w:bookmarkEnd w:id="18"/>
      <w:bookmarkEnd w:id="19"/>
      <w:bookmarkEnd w:id="20"/>
    </w:p>
    <w:p w14:paraId="492B788A" w14:textId="77777777" w:rsidR="00004C2C" w:rsidRPr="00986A0A" w:rsidRDefault="00004C2C" w:rsidP="00986A0A">
      <w:pPr>
        <w:pStyle w:val="Nagwek2"/>
        <w:spacing w:line="276" w:lineRule="auto"/>
      </w:pPr>
      <w:bookmarkStart w:id="21" w:name="_Toc349568552"/>
      <w:bookmarkStart w:id="22" w:name="_Toc75196393"/>
      <w:bookmarkStart w:id="23" w:name="_Toc341696556"/>
      <w:bookmarkStart w:id="24" w:name="_Toc184807193"/>
      <w:r w:rsidRPr="00986A0A">
        <w:t>Cel dokumentu</w:t>
      </w:r>
      <w:bookmarkEnd w:id="21"/>
      <w:bookmarkEnd w:id="22"/>
      <w:bookmarkEnd w:id="24"/>
    </w:p>
    <w:p w14:paraId="23BC1795" w14:textId="30E04ECB" w:rsidR="0079078E" w:rsidRPr="00023596" w:rsidRDefault="0079078E" w:rsidP="00023596">
      <w:bookmarkStart w:id="25" w:name="_Toc349568553"/>
      <w:r w:rsidRPr="00023596">
        <w:t xml:space="preserve">Celem specyfikacji jest zdefiniowanie struktury i zawartości informacyjnej dokumentu XML </w:t>
      </w:r>
      <w:r w:rsidR="00D31B8F" w:rsidRPr="00023596">
        <w:t xml:space="preserve">dla podmiotów w zakresie elektronicznej obsługi </w:t>
      </w:r>
      <w:r w:rsidR="00655B49" w:rsidRPr="00023596">
        <w:t>wstępnego zapotrzebowania na banderole podatkowe i legalizacyjne</w:t>
      </w:r>
      <w:r w:rsidRPr="00023596">
        <w:t>.</w:t>
      </w:r>
      <w:r w:rsidR="0025743B" w:rsidRPr="00023596">
        <w:t xml:space="preserve"> Na potrzeby przyjmowania i obsługi dokumentów elektronicznych przygotowano nową wersję </w:t>
      </w:r>
      <w:proofErr w:type="spellStart"/>
      <w:r w:rsidR="0025743B" w:rsidRPr="00023596">
        <w:t>schemy</w:t>
      </w:r>
      <w:proofErr w:type="spellEnd"/>
      <w:r w:rsidR="0025743B" w:rsidRPr="00023596">
        <w:t xml:space="preserve"> (v</w:t>
      </w:r>
      <w:r w:rsidR="00AE2DB9" w:rsidRPr="00023596">
        <w:t>2</w:t>
      </w:r>
      <w:r w:rsidR="0025743B" w:rsidRPr="00023596">
        <w:t>_</w:t>
      </w:r>
      <w:r w:rsidR="00D35758" w:rsidRPr="00023596">
        <w:t>1</w:t>
      </w:r>
      <w:r w:rsidR="0025743B" w:rsidRPr="00023596">
        <w:t xml:space="preserve">). </w:t>
      </w:r>
    </w:p>
    <w:p w14:paraId="01E1739E" w14:textId="77777777" w:rsidR="003F3585" w:rsidRPr="00986A0A" w:rsidRDefault="003F3585" w:rsidP="00986A0A">
      <w:pPr>
        <w:pStyle w:val="Nagwek2"/>
        <w:spacing w:line="276" w:lineRule="auto"/>
      </w:pPr>
      <w:bookmarkStart w:id="26" w:name="_Toc75196394"/>
      <w:bookmarkStart w:id="27" w:name="_Toc184807194"/>
      <w:r w:rsidRPr="00986A0A">
        <w:t>Zastosowanie</w:t>
      </w:r>
      <w:bookmarkEnd w:id="23"/>
      <w:bookmarkEnd w:id="25"/>
      <w:bookmarkEnd w:id="26"/>
      <w:bookmarkEnd w:id="27"/>
    </w:p>
    <w:p w14:paraId="411D28A0" w14:textId="77777777" w:rsidR="00DD5E7B" w:rsidRPr="00023596" w:rsidRDefault="00DD5E7B" w:rsidP="00023596">
      <w:bookmarkStart w:id="28" w:name="_Toc341696557"/>
      <w:bookmarkStart w:id="29" w:name="_Ref343010193"/>
      <w:bookmarkStart w:id="30" w:name="_Toc349568554"/>
      <w:r w:rsidRPr="00023596">
        <w:t>Dokument jest stosowany, jako źródłowy przy projektowaniu, implementacji oraz tworzeniu dokumentacji testowej i użytkowej systemu.</w:t>
      </w:r>
    </w:p>
    <w:p w14:paraId="16AC4CC2" w14:textId="093FAB50" w:rsidR="00DD5E7B" w:rsidRPr="00023596" w:rsidRDefault="00DD5E7B" w:rsidP="00023596">
      <w:r w:rsidRPr="00023596">
        <w:t xml:space="preserve">Adresatem dokumentu jest zespół projektowy po stronie </w:t>
      </w:r>
      <w:r w:rsidR="005B07B0" w:rsidRPr="00023596">
        <w:t xml:space="preserve">Administracji Skarbowej </w:t>
      </w:r>
      <w:r w:rsidRPr="00023596">
        <w:t xml:space="preserve">oraz zespoły: programistyczno-projektowy, testerów, dokumentalistów, po stronie Wykonawcy oraz Podmioty zewnętrzne składające </w:t>
      </w:r>
      <w:r w:rsidR="008C6C33" w:rsidRPr="00023596">
        <w:t>dokumenty</w:t>
      </w:r>
      <w:r w:rsidRPr="00023596">
        <w:t>.</w:t>
      </w:r>
    </w:p>
    <w:p w14:paraId="6B0975A8" w14:textId="77777777" w:rsidR="001E21D8" w:rsidRPr="00986A0A" w:rsidRDefault="001E21D8" w:rsidP="00986A0A">
      <w:pPr>
        <w:pStyle w:val="Nagwek2"/>
        <w:spacing w:line="276" w:lineRule="auto"/>
      </w:pPr>
      <w:bookmarkStart w:id="31" w:name="_Toc75196395"/>
      <w:bookmarkStart w:id="32" w:name="_Toc341696558"/>
      <w:bookmarkStart w:id="33" w:name="_Toc349568555"/>
      <w:bookmarkStart w:id="34" w:name="_Toc184807195"/>
      <w:bookmarkEnd w:id="28"/>
      <w:bookmarkEnd w:id="29"/>
      <w:bookmarkEnd w:id="30"/>
      <w:r w:rsidRPr="00986A0A">
        <w:t>Obowiązywanie</w:t>
      </w:r>
      <w:bookmarkEnd w:id="31"/>
      <w:bookmarkEnd w:id="34"/>
    </w:p>
    <w:p w14:paraId="64F39D4C" w14:textId="07F9F35A" w:rsidR="001E21D8" w:rsidRPr="00023596" w:rsidRDefault="00187055" w:rsidP="00986A0A">
      <w:r w:rsidRPr="00023596">
        <w:t xml:space="preserve">Specyfikacja obowiązuje dla </w:t>
      </w:r>
      <w:r w:rsidR="008C6C33" w:rsidRPr="00023596">
        <w:t>dokumentów</w:t>
      </w:r>
      <w:r w:rsidRPr="00023596">
        <w:t xml:space="preserve"> w których </w:t>
      </w:r>
      <w:r w:rsidR="008C6C33" w:rsidRPr="00023596">
        <w:t xml:space="preserve">pole </w:t>
      </w:r>
      <w:r w:rsidR="00CF43BD" w:rsidRPr="00023596">
        <w:t xml:space="preserve">„Data </w:t>
      </w:r>
      <w:r w:rsidR="005F7B6C" w:rsidRPr="00023596">
        <w:t>nadania</w:t>
      </w:r>
      <w:r w:rsidR="00CF43BD" w:rsidRPr="00023596">
        <w:t xml:space="preserve">” nie jest wcześniejsza niż </w:t>
      </w:r>
      <w:r w:rsidR="002E4577" w:rsidRPr="00023596">
        <w:t>01</w:t>
      </w:r>
      <w:r w:rsidR="00CF43BD" w:rsidRPr="00023596">
        <w:t>.0</w:t>
      </w:r>
      <w:r w:rsidR="00FF6C8B" w:rsidRPr="00023596">
        <w:t>5</w:t>
      </w:r>
      <w:r w:rsidR="00CF43BD" w:rsidRPr="00023596">
        <w:t>.202</w:t>
      </w:r>
      <w:r w:rsidR="002E4577" w:rsidRPr="00023596">
        <w:t>4</w:t>
      </w:r>
      <w:r w:rsidR="00CF43BD" w:rsidRPr="00023596">
        <w:t xml:space="preserve"> roku</w:t>
      </w:r>
    </w:p>
    <w:p w14:paraId="70E662C5" w14:textId="77777777" w:rsidR="003F3585" w:rsidRPr="00986A0A" w:rsidRDefault="003F3585" w:rsidP="00986A0A">
      <w:pPr>
        <w:pStyle w:val="Nagwek2"/>
        <w:spacing w:line="276" w:lineRule="auto"/>
      </w:pPr>
      <w:bookmarkStart w:id="35" w:name="_Toc75196396"/>
      <w:bookmarkStart w:id="36" w:name="_Toc184807196"/>
      <w:r w:rsidRPr="00986A0A">
        <w:t>Dokumenty o</w:t>
      </w:r>
      <w:r w:rsidR="00E92D9D" w:rsidRPr="00986A0A">
        <w:t>bo</w:t>
      </w:r>
      <w:r w:rsidRPr="00986A0A">
        <w:t>wiązujące</w:t>
      </w:r>
      <w:r w:rsidR="00C43119" w:rsidRPr="00986A0A">
        <w:t xml:space="preserve"> i </w:t>
      </w:r>
      <w:r w:rsidR="00E92D9D" w:rsidRPr="00986A0A">
        <w:t>p</w:t>
      </w:r>
      <w:r w:rsidRPr="00986A0A">
        <w:t>o</w:t>
      </w:r>
      <w:r w:rsidR="00E92D9D" w:rsidRPr="00986A0A">
        <w:t>mo</w:t>
      </w:r>
      <w:r w:rsidRPr="00986A0A">
        <w:t>cnicze</w:t>
      </w:r>
      <w:bookmarkEnd w:id="32"/>
      <w:bookmarkEnd w:id="33"/>
      <w:bookmarkEnd w:id="35"/>
      <w:bookmarkEnd w:id="36"/>
    </w:p>
    <w:p w14:paraId="51680A90" w14:textId="77777777" w:rsidR="003F3585" w:rsidRPr="00986A0A" w:rsidRDefault="003F3585" w:rsidP="00986A0A">
      <w:pPr>
        <w:pStyle w:val="Nagwek3"/>
        <w:spacing w:line="276" w:lineRule="auto"/>
      </w:pPr>
      <w:bookmarkStart w:id="37" w:name="_Toc341696559"/>
      <w:bookmarkStart w:id="38" w:name="_Toc349568556"/>
      <w:bookmarkStart w:id="39" w:name="_Toc75196397"/>
      <w:bookmarkStart w:id="40" w:name="_Toc184807197"/>
      <w:r w:rsidRPr="00986A0A">
        <w:t xml:space="preserve">Dokumenty </w:t>
      </w:r>
      <w:r w:rsidR="00437081" w:rsidRPr="00986A0A">
        <w:t>o</w:t>
      </w:r>
      <w:r w:rsidR="00E92D9D" w:rsidRPr="00986A0A">
        <w:t>bo</w:t>
      </w:r>
      <w:r w:rsidR="00437081" w:rsidRPr="00986A0A">
        <w:t>wiązując</w:t>
      </w:r>
      <w:r w:rsidRPr="00986A0A">
        <w:t>e</w:t>
      </w:r>
      <w:bookmarkEnd w:id="37"/>
      <w:bookmarkEnd w:id="38"/>
      <w:bookmarkEnd w:id="39"/>
      <w:bookmarkEnd w:id="40"/>
    </w:p>
    <w:p w14:paraId="1F6A1ED7" w14:textId="71812546" w:rsidR="007353A8" w:rsidRPr="00986A0A" w:rsidRDefault="007353A8" w:rsidP="00986A0A">
      <w:pPr>
        <w:pStyle w:val="Z2PodpisRysunkuTabeli"/>
      </w:pPr>
      <w:bookmarkStart w:id="41" w:name="_Ref341107414"/>
      <w:bookmarkStart w:id="42" w:name="_Toc184807211"/>
      <w:r w:rsidRPr="00986A0A">
        <w:t xml:space="preserve">Tabela </w:t>
      </w:r>
      <w:r w:rsidR="00E945FB" w:rsidRPr="00986A0A">
        <w:fldChar w:fldCharType="begin"/>
      </w:r>
      <w:r w:rsidR="00E945FB" w:rsidRPr="00986A0A">
        <w:instrText xml:space="preserve"> SEQ Tabela \* ARABIC </w:instrText>
      </w:r>
      <w:r w:rsidR="00E945FB" w:rsidRPr="00986A0A">
        <w:fldChar w:fldCharType="separate"/>
      </w:r>
      <w:r w:rsidR="00023596">
        <w:rPr>
          <w:noProof/>
        </w:rPr>
        <w:t>3</w:t>
      </w:r>
      <w:r w:rsidR="00E945FB" w:rsidRPr="00986A0A">
        <w:fldChar w:fldCharType="end"/>
      </w:r>
      <w:bookmarkEnd w:id="41"/>
      <w:r w:rsidRPr="00986A0A">
        <w:t xml:space="preserve">. Wykaz dokumentów </w:t>
      </w:r>
      <w:r w:rsidR="00437081" w:rsidRPr="00986A0A">
        <w:t>obowiązując</w:t>
      </w:r>
      <w:r w:rsidRPr="00986A0A">
        <w:t>ych</w:t>
      </w:r>
      <w:bookmarkEnd w:id="42"/>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986A0A" w14:paraId="1E774A33" w14:textId="77777777" w:rsidTr="00010E2F">
        <w:trPr>
          <w:tblHeader/>
        </w:trPr>
        <w:tc>
          <w:tcPr>
            <w:tcW w:w="480" w:type="dxa"/>
            <w:shd w:val="clear" w:color="auto" w:fill="D9D9D9" w:themeFill="background1" w:themeFillShade="D9"/>
          </w:tcPr>
          <w:p w14:paraId="452DE07E" w14:textId="77777777" w:rsidR="00052E9B" w:rsidRPr="00986A0A" w:rsidRDefault="00052E9B" w:rsidP="00986A0A">
            <w:pPr>
              <w:pStyle w:val="Legenda"/>
            </w:pPr>
            <w:r w:rsidRPr="00986A0A">
              <w:t>Nr</w:t>
            </w:r>
          </w:p>
        </w:tc>
        <w:tc>
          <w:tcPr>
            <w:tcW w:w="3840" w:type="dxa"/>
            <w:shd w:val="clear" w:color="auto" w:fill="D9D9D9" w:themeFill="background1" w:themeFillShade="D9"/>
          </w:tcPr>
          <w:p w14:paraId="0C0A1912" w14:textId="77777777" w:rsidR="00052E9B" w:rsidRPr="00986A0A" w:rsidRDefault="00052E9B" w:rsidP="00986A0A">
            <w:pPr>
              <w:pStyle w:val="Legenda"/>
            </w:pPr>
            <w:r w:rsidRPr="00986A0A">
              <w:t>Nazwa</w:t>
            </w:r>
          </w:p>
        </w:tc>
        <w:tc>
          <w:tcPr>
            <w:tcW w:w="2411" w:type="dxa"/>
            <w:shd w:val="clear" w:color="auto" w:fill="D9D9D9" w:themeFill="background1" w:themeFillShade="D9"/>
          </w:tcPr>
          <w:p w14:paraId="7A706C1A" w14:textId="77777777" w:rsidR="00052E9B" w:rsidRPr="00986A0A" w:rsidRDefault="00052E9B" w:rsidP="00986A0A">
            <w:pPr>
              <w:pStyle w:val="Legenda"/>
            </w:pPr>
            <w:r w:rsidRPr="00986A0A">
              <w:t>Identyfikator</w:t>
            </w:r>
          </w:p>
        </w:tc>
        <w:tc>
          <w:tcPr>
            <w:tcW w:w="1214" w:type="dxa"/>
            <w:shd w:val="clear" w:color="auto" w:fill="D9D9D9" w:themeFill="background1" w:themeFillShade="D9"/>
          </w:tcPr>
          <w:p w14:paraId="45F013DC" w14:textId="77777777" w:rsidR="00052E9B" w:rsidRPr="00986A0A" w:rsidRDefault="00052E9B" w:rsidP="00986A0A">
            <w:pPr>
              <w:pStyle w:val="Legenda"/>
            </w:pPr>
            <w:r w:rsidRPr="00986A0A">
              <w:t>Wersja</w:t>
            </w:r>
          </w:p>
        </w:tc>
        <w:tc>
          <w:tcPr>
            <w:tcW w:w="1196" w:type="dxa"/>
            <w:shd w:val="clear" w:color="auto" w:fill="D9D9D9" w:themeFill="background1" w:themeFillShade="D9"/>
          </w:tcPr>
          <w:p w14:paraId="2636C6D9" w14:textId="77777777" w:rsidR="00052E9B" w:rsidRPr="00986A0A" w:rsidRDefault="00052E9B" w:rsidP="00986A0A">
            <w:pPr>
              <w:pStyle w:val="Legenda"/>
            </w:pPr>
            <w:r w:rsidRPr="00986A0A">
              <w:t>Data wydania</w:t>
            </w:r>
          </w:p>
        </w:tc>
      </w:tr>
      <w:tr w:rsidR="00617FB4" w:rsidRPr="00986A0A" w14:paraId="1B7A3FB0" w14:textId="77777777" w:rsidTr="00B14FED">
        <w:tc>
          <w:tcPr>
            <w:tcW w:w="480" w:type="dxa"/>
          </w:tcPr>
          <w:p w14:paraId="6166586C" w14:textId="77777777" w:rsidR="00617FB4" w:rsidRPr="00986A0A" w:rsidRDefault="00617FB4" w:rsidP="00986A0A">
            <w:pPr>
              <w:pStyle w:val="Z2tabelatekst"/>
              <w:numPr>
                <w:ilvl w:val="0"/>
                <w:numId w:val="7"/>
              </w:numPr>
              <w:rPr>
                <w:rFonts w:cs="Open Sans"/>
                <w:lang w:eastAsia="pl-PL"/>
              </w:rPr>
            </w:pPr>
            <w:bookmarkStart w:id="43" w:name="_Ref361653747"/>
          </w:p>
        </w:tc>
        <w:bookmarkEnd w:id="43"/>
        <w:tc>
          <w:tcPr>
            <w:tcW w:w="3840" w:type="dxa"/>
          </w:tcPr>
          <w:p w14:paraId="2E5B1588" w14:textId="77777777" w:rsidR="00617FB4" w:rsidRPr="00986A0A" w:rsidRDefault="00617FB4" w:rsidP="00986A0A">
            <w:pPr>
              <w:pStyle w:val="Z2tabelatekst"/>
            </w:pPr>
            <w:r w:rsidRPr="00986A0A">
              <w:t>Dokumentacja techniczna powykonawcza: Specyfikacja komunikatów XML - część zewnętrzna</w:t>
            </w:r>
            <w:r w:rsidR="00E10516" w:rsidRPr="00986A0A">
              <w:t>.</w:t>
            </w:r>
            <w:r w:rsidRPr="00986A0A">
              <w:tab/>
            </w:r>
          </w:p>
        </w:tc>
        <w:tc>
          <w:tcPr>
            <w:tcW w:w="2411" w:type="dxa"/>
          </w:tcPr>
          <w:p w14:paraId="7755C444" w14:textId="77777777" w:rsidR="00617FB4" w:rsidRPr="00986A0A" w:rsidRDefault="00617FB4" w:rsidP="00986A0A">
            <w:pPr>
              <w:pStyle w:val="Z2tabelatekst"/>
            </w:pPr>
            <w:r w:rsidRPr="00986A0A">
              <w:t>ZF2-PWT-DtKXML-ZEWN</w:t>
            </w:r>
          </w:p>
        </w:tc>
        <w:tc>
          <w:tcPr>
            <w:tcW w:w="1214" w:type="dxa"/>
          </w:tcPr>
          <w:p w14:paraId="305757F2" w14:textId="77777777" w:rsidR="00617FB4" w:rsidRPr="00986A0A" w:rsidRDefault="00617FB4" w:rsidP="00986A0A">
            <w:pPr>
              <w:pStyle w:val="Z2tabelatekst"/>
            </w:pPr>
            <w:r w:rsidRPr="00986A0A">
              <w:t>n/d</w:t>
            </w:r>
          </w:p>
        </w:tc>
        <w:tc>
          <w:tcPr>
            <w:tcW w:w="1196" w:type="dxa"/>
          </w:tcPr>
          <w:p w14:paraId="21D5A07A" w14:textId="77777777" w:rsidR="00617FB4" w:rsidRPr="00986A0A" w:rsidRDefault="00617FB4" w:rsidP="00986A0A">
            <w:pPr>
              <w:pStyle w:val="Z2tabelatekst"/>
            </w:pPr>
            <w:r w:rsidRPr="00986A0A">
              <w:t>n/d</w:t>
            </w:r>
          </w:p>
        </w:tc>
      </w:tr>
    </w:tbl>
    <w:p w14:paraId="3BEA14D6" w14:textId="77777777" w:rsidR="00052E9B" w:rsidRPr="00986A0A" w:rsidRDefault="00052E9B" w:rsidP="00986A0A">
      <w:pPr>
        <w:pStyle w:val="Nagwek3"/>
        <w:spacing w:line="276" w:lineRule="auto"/>
      </w:pPr>
      <w:bookmarkStart w:id="44" w:name="_Toc341696560"/>
      <w:bookmarkStart w:id="45" w:name="_Toc349568557"/>
      <w:bookmarkStart w:id="46" w:name="_Toc361655060"/>
      <w:bookmarkStart w:id="47" w:name="_Toc361657246"/>
      <w:bookmarkStart w:id="48" w:name="_Toc361666184"/>
      <w:bookmarkStart w:id="49" w:name="_Toc361825485"/>
      <w:bookmarkStart w:id="50" w:name="_Toc75196398"/>
      <w:bookmarkStart w:id="51" w:name="_Toc184807198"/>
      <w:r w:rsidRPr="00986A0A">
        <w:t>Dokumenty pomocnicze</w:t>
      </w:r>
      <w:bookmarkEnd w:id="44"/>
      <w:bookmarkEnd w:id="45"/>
      <w:bookmarkEnd w:id="46"/>
      <w:bookmarkEnd w:id="47"/>
      <w:bookmarkEnd w:id="48"/>
      <w:bookmarkEnd w:id="49"/>
      <w:bookmarkEnd w:id="50"/>
      <w:bookmarkEnd w:id="51"/>
    </w:p>
    <w:p w14:paraId="1E2E1DAD" w14:textId="293294AB" w:rsidR="00052E9B" w:rsidRPr="00986A0A" w:rsidRDefault="00052E9B" w:rsidP="00986A0A">
      <w:pPr>
        <w:pStyle w:val="Z2PodpisRysunkuTabeli"/>
      </w:pPr>
      <w:bookmarkStart w:id="52" w:name="_Toc361655088"/>
      <w:bookmarkStart w:id="53" w:name="_Toc361657257"/>
      <w:bookmarkStart w:id="54" w:name="_Toc361666195"/>
      <w:bookmarkStart w:id="55" w:name="_Toc361825496"/>
      <w:bookmarkStart w:id="56" w:name="_Toc184807212"/>
      <w:r w:rsidRPr="00986A0A">
        <w:t xml:space="preserve">Tabela </w:t>
      </w:r>
      <w:r w:rsidR="00E945FB" w:rsidRPr="00986A0A">
        <w:fldChar w:fldCharType="begin"/>
      </w:r>
      <w:r w:rsidR="00E945FB" w:rsidRPr="00986A0A">
        <w:instrText xml:space="preserve"> SEQ Tabela \* ARABIC </w:instrText>
      </w:r>
      <w:r w:rsidR="00E945FB" w:rsidRPr="00986A0A">
        <w:fldChar w:fldCharType="separate"/>
      </w:r>
      <w:r w:rsidR="00023596">
        <w:rPr>
          <w:noProof/>
        </w:rPr>
        <w:t>4</w:t>
      </w:r>
      <w:r w:rsidR="00E945FB" w:rsidRPr="00986A0A">
        <w:fldChar w:fldCharType="end"/>
      </w:r>
      <w:r w:rsidRPr="00986A0A">
        <w:t>. Wykaz dokumentów pomocniczych</w:t>
      </w:r>
      <w:bookmarkEnd w:id="52"/>
      <w:bookmarkEnd w:id="53"/>
      <w:bookmarkEnd w:id="54"/>
      <w:bookmarkEnd w:id="55"/>
      <w:bookmarkEnd w:id="56"/>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986A0A" w14:paraId="310858E2" w14:textId="77777777" w:rsidTr="00010E2F">
        <w:trPr>
          <w:tblHeader/>
        </w:trPr>
        <w:tc>
          <w:tcPr>
            <w:tcW w:w="480" w:type="dxa"/>
            <w:shd w:val="clear" w:color="auto" w:fill="D9D9D9" w:themeFill="background1" w:themeFillShade="D9"/>
          </w:tcPr>
          <w:p w14:paraId="6A3537B5" w14:textId="77777777" w:rsidR="00052E9B" w:rsidRPr="00986A0A" w:rsidRDefault="00052E9B" w:rsidP="00986A0A">
            <w:pPr>
              <w:pStyle w:val="Legenda"/>
            </w:pPr>
            <w:r w:rsidRPr="00986A0A">
              <w:t>Nr</w:t>
            </w:r>
          </w:p>
        </w:tc>
        <w:tc>
          <w:tcPr>
            <w:tcW w:w="3840" w:type="dxa"/>
            <w:shd w:val="clear" w:color="auto" w:fill="D9D9D9" w:themeFill="background1" w:themeFillShade="D9"/>
          </w:tcPr>
          <w:p w14:paraId="16A70DFF" w14:textId="77777777" w:rsidR="00052E9B" w:rsidRPr="00986A0A" w:rsidRDefault="00052E9B" w:rsidP="00986A0A">
            <w:pPr>
              <w:pStyle w:val="Legenda"/>
            </w:pPr>
            <w:r w:rsidRPr="00986A0A">
              <w:t>Nazwa</w:t>
            </w:r>
          </w:p>
        </w:tc>
        <w:tc>
          <w:tcPr>
            <w:tcW w:w="2400" w:type="dxa"/>
            <w:shd w:val="clear" w:color="auto" w:fill="D9D9D9" w:themeFill="background1" w:themeFillShade="D9"/>
          </w:tcPr>
          <w:p w14:paraId="21D0B10D" w14:textId="77777777" w:rsidR="00052E9B" w:rsidRPr="00986A0A" w:rsidRDefault="00052E9B" w:rsidP="00986A0A">
            <w:pPr>
              <w:pStyle w:val="Legenda"/>
            </w:pPr>
            <w:r w:rsidRPr="00986A0A">
              <w:t>Identyfikator</w:t>
            </w:r>
          </w:p>
        </w:tc>
        <w:tc>
          <w:tcPr>
            <w:tcW w:w="1200" w:type="dxa"/>
            <w:shd w:val="clear" w:color="auto" w:fill="D9D9D9" w:themeFill="background1" w:themeFillShade="D9"/>
          </w:tcPr>
          <w:p w14:paraId="5E250927" w14:textId="77777777" w:rsidR="00052E9B" w:rsidRPr="00986A0A" w:rsidRDefault="00052E9B" w:rsidP="00986A0A">
            <w:pPr>
              <w:pStyle w:val="Legenda"/>
            </w:pPr>
            <w:r w:rsidRPr="00986A0A">
              <w:t>Wersja</w:t>
            </w:r>
          </w:p>
        </w:tc>
        <w:tc>
          <w:tcPr>
            <w:tcW w:w="1200" w:type="dxa"/>
            <w:shd w:val="clear" w:color="auto" w:fill="D9D9D9" w:themeFill="background1" w:themeFillShade="D9"/>
          </w:tcPr>
          <w:p w14:paraId="4DDCF74E" w14:textId="77777777" w:rsidR="00052E9B" w:rsidRPr="00986A0A" w:rsidRDefault="00052E9B" w:rsidP="00986A0A">
            <w:pPr>
              <w:pStyle w:val="Legenda"/>
            </w:pPr>
            <w:r w:rsidRPr="00986A0A">
              <w:t>Data wydania</w:t>
            </w:r>
          </w:p>
        </w:tc>
      </w:tr>
      <w:tr w:rsidR="00052E9B" w:rsidRPr="00986A0A" w14:paraId="6C88C243" w14:textId="77777777" w:rsidTr="00B14FED">
        <w:tc>
          <w:tcPr>
            <w:tcW w:w="480" w:type="dxa"/>
          </w:tcPr>
          <w:p w14:paraId="28469F02" w14:textId="77777777" w:rsidR="00052E9B" w:rsidRPr="00986A0A" w:rsidRDefault="00052E9B" w:rsidP="00986A0A">
            <w:pPr>
              <w:pStyle w:val="Z2tabelatekst"/>
              <w:numPr>
                <w:ilvl w:val="0"/>
                <w:numId w:val="8"/>
              </w:numPr>
              <w:rPr>
                <w:rFonts w:cs="Open Sans"/>
                <w:lang w:eastAsia="pl-PL"/>
              </w:rPr>
            </w:pPr>
          </w:p>
        </w:tc>
        <w:tc>
          <w:tcPr>
            <w:tcW w:w="3840" w:type="dxa"/>
          </w:tcPr>
          <w:p w14:paraId="384EDF73" w14:textId="77777777" w:rsidR="00052E9B" w:rsidRPr="00986A0A" w:rsidRDefault="00D07D17" w:rsidP="00986A0A">
            <w:pPr>
              <w:pStyle w:val="Z2tabelatekst"/>
            </w:pPr>
            <w:r w:rsidRPr="00986A0A">
              <w:t>Brak</w:t>
            </w:r>
          </w:p>
        </w:tc>
        <w:tc>
          <w:tcPr>
            <w:tcW w:w="2400" w:type="dxa"/>
          </w:tcPr>
          <w:p w14:paraId="44DF22CF" w14:textId="77777777" w:rsidR="00052E9B" w:rsidRPr="00986A0A" w:rsidRDefault="00D07D17" w:rsidP="00986A0A">
            <w:pPr>
              <w:pStyle w:val="Z2tabelatekst"/>
            </w:pPr>
            <w:r w:rsidRPr="00986A0A">
              <w:t>n/d</w:t>
            </w:r>
          </w:p>
        </w:tc>
        <w:tc>
          <w:tcPr>
            <w:tcW w:w="1200" w:type="dxa"/>
          </w:tcPr>
          <w:p w14:paraId="3F47257B" w14:textId="77777777" w:rsidR="00052E9B" w:rsidRPr="00986A0A" w:rsidRDefault="00D07D17" w:rsidP="00986A0A">
            <w:pPr>
              <w:pStyle w:val="Z2tabelatekst"/>
            </w:pPr>
            <w:r w:rsidRPr="00986A0A">
              <w:t>n/d</w:t>
            </w:r>
          </w:p>
        </w:tc>
        <w:tc>
          <w:tcPr>
            <w:tcW w:w="1200" w:type="dxa"/>
          </w:tcPr>
          <w:p w14:paraId="2775C80F" w14:textId="77777777" w:rsidR="00052E9B" w:rsidRPr="00986A0A" w:rsidRDefault="00D07D17" w:rsidP="00986A0A">
            <w:pPr>
              <w:pStyle w:val="Z2tabelatekst"/>
            </w:pPr>
            <w:r w:rsidRPr="00986A0A">
              <w:t>n/d</w:t>
            </w:r>
          </w:p>
        </w:tc>
      </w:tr>
    </w:tbl>
    <w:p w14:paraId="45B152A1" w14:textId="77777777" w:rsidR="003F3585" w:rsidRPr="00986A0A" w:rsidRDefault="00C43119" w:rsidP="00986A0A">
      <w:pPr>
        <w:pStyle w:val="Nagwek2"/>
        <w:spacing w:line="276" w:lineRule="auto"/>
      </w:pPr>
      <w:bookmarkStart w:id="57" w:name="_Toc341696561"/>
      <w:bookmarkStart w:id="58" w:name="_Toc349568558"/>
      <w:bookmarkStart w:id="59" w:name="_Toc75196399"/>
      <w:bookmarkStart w:id="60" w:name="_Toc184807199"/>
      <w:r w:rsidRPr="00986A0A">
        <w:lastRenderedPageBreak/>
        <w:t>Słownik przyjętych skrótów i terminów</w:t>
      </w:r>
      <w:bookmarkEnd w:id="57"/>
      <w:bookmarkEnd w:id="58"/>
      <w:bookmarkEnd w:id="59"/>
      <w:bookmarkEnd w:id="60"/>
    </w:p>
    <w:p w14:paraId="3EBBC48D" w14:textId="77777777" w:rsidR="003F3585" w:rsidRPr="00986A0A" w:rsidRDefault="00C43119" w:rsidP="00986A0A">
      <w:pPr>
        <w:pStyle w:val="Nagwek3"/>
        <w:spacing w:line="276" w:lineRule="auto"/>
      </w:pPr>
      <w:bookmarkStart w:id="61" w:name="_Toc341696562"/>
      <w:bookmarkStart w:id="62" w:name="_Toc349568559"/>
      <w:bookmarkStart w:id="63" w:name="_Toc75196400"/>
      <w:bookmarkStart w:id="64" w:name="_Toc184807200"/>
      <w:r w:rsidRPr="00986A0A">
        <w:t xml:space="preserve">Skróty i </w:t>
      </w:r>
      <w:r w:rsidR="00E92D9D" w:rsidRPr="00986A0A">
        <w:t>ak</w:t>
      </w:r>
      <w:r w:rsidR="003F3585" w:rsidRPr="00986A0A">
        <w:t>ronimy</w:t>
      </w:r>
      <w:bookmarkEnd w:id="61"/>
      <w:bookmarkEnd w:id="62"/>
      <w:bookmarkEnd w:id="63"/>
      <w:bookmarkEnd w:id="64"/>
    </w:p>
    <w:p w14:paraId="44703BCD" w14:textId="1A2C1526" w:rsidR="00034C39" w:rsidRPr="00986A0A" w:rsidRDefault="00034C39" w:rsidP="00986A0A">
      <w:pPr>
        <w:pStyle w:val="Z2PodpisRysunkuTabeli"/>
      </w:pPr>
      <w:bookmarkStart w:id="65" w:name="_Toc184807213"/>
      <w:r w:rsidRPr="00986A0A">
        <w:t xml:space="preserve">Tabela </w:t>
      </w:r>
      <w:r w:rsidR="00E945FB" w:rsidRPr="00986A0A">
        <w:fldChar w:fldCharType="begin"/>
      </w:r>
      <w:r w:rsidR="00E945FB" w:rsidRPr="00986A0A">
        <w:instrText xml:space="preserve"> SEQ Tabela \* ARABIC </w:instrText>
      </w:r>
      <w:r w:rsidR="00E945FB" w:rsidRPr="00986A0A">
        <w:fldChar w:fldCharType="separate"/>
      </w:r>
      <w:r w:rsidR="00023596">
        <w:rPr>
          <w:noProof/>
        </w:rPr>
        <w:t>5</w:t>
      </w:r>
      <w:r w:rsidR="00E945FB" w:rsidRPr="00986A0A">
        <w:fldChar w:fldCharType="end"/>
      </w:r>
      <w:r w:rsidRPr="00986A0A">
        <w:t>. Wykaz skrótów i akronimów</w:t>
      </w:r>
      <w:bookmarkEnd w:id="65"/>
    </w:p>
    <w:tbl>
      <w:tblPr>
        <w:tblStyle w:val="Tabela-Siatka"/>
        <w:tblW w:w="9464" w:type="dxa"/>
        <w:tblLook w:val="01E0" w:firstRow="1" w:lastRow="1" w:firstColumn="1" w:lastColumn="1" w:noHBand="0" w:noVBand="0"/>
      </w:tblPr>
      <w:tblGrid>
        <w:gridCol w:w="2988"/>
        <w:gridCol w:w="6476"/>
      </w:tblGrid>
      <w:tr w:rsidR="00951297" w:rsidRPr="00986A0A" w14:paraId="0BFFE963" w14:textId="77777777" w:rsidTr="009319DB">
        <w:trPr>
          <w:tblHeader/>
        </w:trPr>
        <w:tc>
          <w:tcPr>
            <w:tcW w:w="2988" w:type="dxa"/>
            <w:shd w:val="clear" w:color="auto" w:fill="D9D9D9" w:themeFill="background1" w:themeFillShade="D9"/>
          </w:tcPr>
          <w:p w14:paraId="20B2F480" w14:textId="77777777" w:rsidR="00951297" w:rsidRPr="00986A0A" w:rsidRDefault="00951297" w:rsidP="00986A0A">
            <w:pPr>
              <w:pStyle w:val="Legenda"/>
            </w:pPr>
            <w:r w:rsidRPr="00986A0A">
              <w:t>Skrót/Akronim</w:t>
            </w:r>
          </w:p>
        </w:tc>
        <w:tc>
          <w:tcPr>
            <w:tcW w:w="6476" w:type="dxa"/>
            <w:shd w:val="clear" w:color="auto" w:fill="D9D9D9" w:themeFill="background1" w:themeFillShade="D9"/>
          </w:tcPr>
          <w:p w14:paraId="0C5AA1DA" w14:textId="77777777" w:rsidR="00951297" w:rsidRPr="00986A0A" w:rsidRDefault="00951297" w:rsidP="00986A0A">
            <w:pPr>
              <w:pStyle w:val="Legenda"/>
            </w:pPr>
            <w:r w:rsidRPr="00986A0A">
              <w:t>Objaśnienie</w:t>
            </w:r>
          </w:p>
        </w:tc>
      </w:tr>
      <w:tr w:rsidR="00951297" w:rsidRPr="00986A0A" w14:paraId="701C3B10" w14:textId="77777777" w:rsidTr="00B14FED">
        <w:tc>
          <w:tcPr>
            <w:tcW w:w="2988" w:type="dxa"/>
          </w:tcPr>
          <w:p w14:paraId="73A92F7D" w14:textId="77777777" w:rsidR="00951297" w:rsidRPr="00986A0A" w:rsidRDefault="00951297" w:rsidP="00986A0A">
            <w:pPr>
              <w:pStyle w:val="Z2tabelatekst"/>
            </w:pPr>
            <w:r w:rsidRPr="00986A0A">
              <w:t>AIS</w:t>
            </w:r>
          </w:p>
        </w:tc>
        <w:tc>
          <w:tcPr>
            <w:tcW w:w="6476" w:type="dxa"/>
          </w:tcPr>
          <w:p w14:paraId="3C8FB4EA" w14:textId="77777777" w:rsidR="00951297" w:rsidRPr="00986A0A" w:rsidRDefault="00951297" w:rsidP="00986A0A">
            <w:pPr>
              <w:pStyle w:val="Z2tabelatekst"/>
            </w:pPr>
            <w:proofErr w:type="spellStart"/>
            <w:r w:rsidRPr="00986A0A">
              <w:t>Automated</w:t>
            </w:r>
            <w:proofErr w:type="spellEnd"/>
            <w:r w:rsidRPr="00986A0A">
              <w:t xml:space="preserve"> Import System – Automatyczny System Importu. Także projekt „Programu e-Cło”.</w:t>
            </w:r>
          </w:p>
        </w:tc>
      </w:tr>
      <w:tr w:rsidR="00951297" w:rsidRPr="00986A0A" w14:paraId="6682580C" w14:textId="77777777" w:rsidTr="00B14FED">
        <w:tc>
          <w:tcPr>
            <w:tcW w:w="2988" w:type="dxa"/>
          </w:tcPr>
          <w:p w14:paraId="0612CEA6" w14:textId="77777777" w:rsidR="00951297" w:rsidRPr="00986A0A" w:rsidRDefault="00951297" w:rsidP="00986A0A">
            <w:pPr>
              <w:pStyle w:val="Z2tabelatekst"/>
            </w:pPr>
            <w:r w:rsidRPr="00986A0A">
              <w:t>ARI@DNA2</w:t>
            </w:r>
          </w:p>
        </w:tc>
        <w:tc>
          <w:tcPr>
            <w:tcW w:w="6476" w:type="dxa"/>
          </w:tcPr>
          <w:p w14:paraId="1A8E7745" w14:textId="77777777" w:rsidR="00951297" w:rsidRPr="00986A0A" w:rsidRDefault="00951297" w:rsidP="00986A0A">
            <w:pPr>
              <w:pStyle w:val="Z2tabelatekst"/>
            </w:pPr>
            <w:r w:rsidRPr="00986A0A">
              <w:t>Hurtownia danych Administracji Celnej.</w:t>
            </w:r>
          </w:p>
        </w:tc>
      </w:tr>
      <w:tr w:rsidR="00951297" w:rsidRPr="00986A0A" w14:paraId="213F9167" w14:textId="77777777" w:rsidTr="00B14FED">
        <w:tc>
          <w:tcPr>
            <w:tcW w:w="2988" w:type="dxa"/>
          </w:tcPr>
          <w:p w14:paraId="3178B73A" w14:textId="77777777" w:rsidR="00951297" w:rsidRPr="00986A0A" w:rsidRDefault="00951297" w:rsidP="00986A0A">
            <w:pPr>
              <w:pStyle w:val="Z2tabelatekst"/>
            </w:pPr>
            <w:r w:rsidRPr="00986A0A">
              <w:t>CELINA</w:t>
            </w:r>
          </w:p>
        </w:tc>
        <w:tc>
          <w:tcPr>
            <w:tcW w:w="6476" w:type="dxa"/>
          </w:tcPr>
          <w:p w14:paraId="7F19F100" w14:textId="77777777" w:rsidR="00951297" w:rsidRPr="00986A0A" w:rsidRDefault="00951297" w:rsidP="00986A0A">
            <w:pPr>
              <w:pStyle w:val="Z2tabelatekst"/>
            </w:pPr>
            <w:r w:rsidRPr="00986A0A">
              <w:t>System obsługi zgłoszeń celnych.</w:t>
            </w:r>
          </w:p>
        </w:tc>
      </w:tr>
      <w:tr w:rsidR="00951297" w:rsidRPr="00986A0A" w14:paraId="1B8F92DD" w14:textId="77777777" w:rsidTr="00B14FED">
        <w:tc>
          <w:tcPr>
            <w:tcW w:w="2988" w:type="dxa"/>
          </w:tcPr>
          <w:p w14:paraId="1EB9CE66" w14:textId="77777777" w:rsidR="00951297" w:rsidRPr="00986A0A" w:rsidRDefault="00951297" w:rsidP="00986A0A">
            <w:pPr>
              <w:pStyle w:val="Z2tabelatekst"/>
            </w:pPr>
            <w:r w:rsidRPr="00986A0A">
              <w:t>ECIP</w:t>
            </w:r>
          </w:p>
        </w:tc>
        <w:tc>
          <w:tcPr>
            <w:tcW w:w="6476" w:type="dxa"/>
          </w:tcPr>
          <w:p w14:paraId="592FD873" w14:textId="77777777" w:rsidR="00951297" w:rsidRPr="00986A0A" w:rsidRDefault="00951297" w:rsidP="00986A0A">
            <w:pPr>
              <w:pStyle w:val="Z2tabelatekst"/>
            </w:pPr>
            <w:r w:rsidRPr="00986A0A">
              <w:t xml:space="preserve">EU </w:t>
            </w:r>
            <w:proofErr w:type="spellStart"/>
            <w:r w:rsidRPr="00986A0A">
              <w:t>Customs</w:t>
            </w:r>
            <w:proofErr w:type="spellEnd"/>
            <w:r w:rsidRPr="00986A0A">
              <w:t xml:space="preserve"> Information Portal – Europejski Portal Informacji Celnej. </w:t>
            </w:r>
          </w:p>
        </w:tc>
      </w:tr>
      <w:tr w:rsidR="00951297" w:rsidRPr="00986A0A" w14:paraId="66E2CD9E" w14:textId="77777777" w:rsidTr="00B14FED">
        <w:tc>
          <w:tcPr>
            <w:tcW w:w="2988" w:type="dxa"/>
          </w:tcPr>
          <w:p w14:paraId="6E01EF04" w14:textId="77777777" w:rsidR="00951297" w:rsidRPr="00986A0A" w:rsidRDefault="00951297" w:rsidP="00986A0A">
            <w:pPr>
              <w:pStyle w:val="Z2tabelatekst"/>
            </w:pPr>
            <w:r w:rsidRPr="00986A0A">
              <w:t xml:space="preserve">ECIP/SEAP PL </w:t>
            </w:r>
          </w:p>
        </w:tc>
        <w:tc>
          <w:tcPr>
            <w:tcW w:w="6476" w:type="dxa"/>
          </w:tcPr>
          <w:p w14:paraId="5B3B5846" w14:textId="77777777" w:rsidR="00951297" w:rsidRPr="00986A0A" w:rsidRDefault="00951297" w:rsidP="00986A0A">
            <w:pPr>
              <w:pStyle w:val="Z2tabelatekst"/>
            </w:pPr>
            <w:proofErr w:type="spellStart"/>
            <w:r w:rsidRPr="00986A0A">
              <w:t>European</w:t>
            </w:r>
            <w:proofErr w:type="spellEnd"/>
            <w:r w:rsidRPr="00986A0A">
              <w:t xml:space="preserve"> </w:t>
            </w:r>
            <w:proofErr w:type="spellStart"/>
            <w:r w:rsidRPr="00986A0A">
              <w:t>Customs</w:t>
            </w:r>
            <w:proofErr w:type="spellEnd"/>
            <w:r w:rsidRPr="00986A0A">
              <w:t xml:space="preserve"> Information Portal - Europejski Informacyjny Portal Celny</w:t>
            </w:r>
          </w:p>
          <w:p w14:paraId="0EB65DF5" w14:textId="77777777" w:rsidR="00951297" w:rsidRPr="00986A0A" w:rsidRDefault="00951297" w:rsidP="00986A0A">
            <w:pPr>
              <w:pStyle w:val="Z2tabelatekst"/>
            </w:pPr>
            <w:r w:rsidRPr="00986A0A">
              <w:t xml:space="preserve">Single </w:t>
            </w:r>
            <w:proofErr w:type="spellStart"/>
            <w:r w:rsidRPr="00986A0A">
              <w:t>Electronic</w:t>
            </w:r>
            <w:proofErr w:type="spellEnd"/>
            <w:r w:rsidRPr="00986A0A">
              <w:t xml:space="preserve"> Access Point - Pojedynczy Elektroniczny Punkt Dostępu</w:t>
            </w:r>
          </w:p>
          <w:p w14:paraId="053F4265" w14:textId="77777777" w:rsidR="00951297" w:rsidRPr="00986A0A" w:rsidRDefault="00951297" w:rsidP="00986A0A">
            <w:pPr>
              <w:pStyle w:val="Z2tabelatekst"/>
            </w:pPr>
            <w:r w:rsidRPr="00986A0A">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986A0A" w14:paraId="328B3D8C" w14:textId="77777777" w:rsidTr="00B14FED">
        <w:tc>
          <w:tcPr>
            <w:tcW w:w="2988" w:type="dxa"/>
          </w:tcPr>
          <w:p w14:paraId="25F717B1" w14:textId="77777777" w:rsidR="00951297" w:rsidRPr="00986A0A" w:rsidRDefault="00951297" w:rsidP="00986A0A">
            <w:pPr>
              <w:pStyle w:val="Z2tabelatekst"/>
            </w:pPr>
            <w:r w:rsidRPr="00986A0A">
              <w:t>ESB</w:t>
            </w:r>
          </w:p>
        </w:tc>
        <w:tc>
          <w:tcPr>
            <w:tcW w:w="6476" w:type="dxa"/>
          </w:tcPr>
          <w:p w14:paraId="1354AD5B" w14:textId="77777777" w:rsidR="00951297" w:rsidRPr="00986A0A" w:rsidRDefault="00951297" w:rsidP="00986A0A">
            <w:pPr>
              <w:pStyle w:val="Z2tabelatekst"/>
            </w:pPr>
            <w:r w:rsidRPr="00986A0A">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986A0A" w14:paraId="12B1C732" w14:textId="77777777" w:rsidTr="00B14FED">
        <w:tc>
          <w:tcPr>
            <w:tcW w:w="2988" w:type="dxa"/>
          </w:tcPr>
          <w:p w14:paraId="22C4F442" w14:textId="77777777" w:rsidR="00951297" w:rsidRPr="00986A0A" w:rsidRDefault="00951297" w:rsidP="00986A0A">
            <w:pPr>
              <w:pStyle w:val="Z2tabelatekst"/>
            </w:pPr>
            <w:r w:rsidRPr="00986A0A">
              <w:t>ESKS</w:t>
            </w:r>
          </w:p>
        </w:tc>
        <w:tc>
          <w:tcPr>
            <w:tcW w:w="6476" w:type="dxa"/>
          </w:tcPr>
          <w:p w14:paraId="78DB5DFE" w14:textId="77777777" w:rsidR="00951297" w:rsidRPr="00986A0A" w:rsidRDefault="00951297" w:rsidP="00986A0A">
            <w:pPr>
              <w:pStyle w:val="Z2tabelatekst"/>
            </w:pPr>
            <w:r w:rsidRPr="00986A0A">
              <w:t xml:space="preserve">Ewidencja Spraw Karnych Skarbowych - system informatyczny usprawniający pracę </w:t>
            </w:r>
            <w:r w:rsidR="005B07B0" w:rsidRPr="00986A0A">
              <w:t xml:space="preserve">Administracji Skarbowej </w:t>
            </w:r>
            <w:r w:rsidRPr="00986A0A">
              <w:t xml:space="preserve">w zakresie rejestracji spraw o przestępstwa </w:t>
            </w:r>
            <w:r w:rsidRPr="00986A0A">
              <w:br/>
              <w:t xml:space="preserve">i wykroczenia skarbowe oraz ewidencjonowania grzywien nakładanych </w:t>
            </w:r>
            <w:r w:rsidRPr="00986A0A">
              <w:br/>
              <w:t>w drodze mandatu karnego.</w:t>
            </w:r>
          </w:p>
        </w:tc>
      </w:tr>
      <w:tr w:rsidR="00951297" w:rsidRPr="00986A0A" w14:paraId="66A5C366" w14:textId="77777777" w:rsidTr="00B14FED">
        <w:tc>
          <w:tcPr>
            <w:tcW w:w="2988" w:type="dxa"/>
          </w:tcPr>
          <w:p w14:paraId="49338E9F" w14:textId="77777777" w:rsidR="00951297" w:rsidRPr="00986A0A" w:rsidRDefault="00951297" w:rsidP="00986A0A">
            <w:pPr>
              <w:pStyle w:val="Z2tabelatekst"/>
            </w:pPr>
            <w:r w:rsidRPr="00986A0A">
              <w:t>HERMES2</w:t>
            </w:r>
          </w:p>
        </w:tc>
        <w:tc>
          <w:tcPr>
            <w:tcW w:w="6476" w:type="dxa"/>
          </w:tcPr>
          <w:p w14:paraId="59F35236" w14:textId="77777777" w:rsidR="00951297" w:rsidRPr="00986A0A" w:rsidRDefault="00951297" w:rsidP="00986A0A">
            <w:pPr>
              <w:pStyle w:val="Z2tabelatekst"/>
            </w:pPr>
            <w:r w:rsidRPr="00986A0A">
              <w:t>Projekt „Programu e-Cło” obejmujący wdrożenie Systemu Zarządzania Zasobami Ludzkimi.</w:t>
            </w:r>
          </w:p>
        </w:tc>
      </w:tr>
      <w:tr w:rsidR="00951297" w:rsidRPr="00986A0A" w14:paraId="2CE58262" w14:textId="77777777" w:rsidTr="00B14FED">
        <w:tc>
          <w:tcPr>
            <w:tcW w:w="2988" w:type="dxa"/>
          </w:tcPr>
          <w:p w14:paraId="0045FB79" w14:textId="77777777" w:rsidR="00951297" w:rsidRPr="00986A0A" w:rsidRDefault="00951297" w:rsidP="00986A0A">
            <w:pPr>
              <w:pStyle w:val="Z2tabelatekst"/>
            </w:pPr>
            <w:r w:rsidRPr="00986A0A">
              <w:t>HTTP</w:t>
            </w:r>
          </w:p>
        </w:tc>
        <w:tc>
          <w:tcPr>
            <w:tcW w:w="6476" w:type="dxa"/>
          </w:tcPr>
          <w:p w14:paraId="17CCF526" w14:textId="77777777" w:rsidR="00951297" w:rsidRPr="00986A0A" w:rsidRDefault="00951297" w:rsidP="00986A0A">
            <w:pPr>
              <w:pStyle w:val="Z2tabelatekst"/>
            </w:pPr>
            <w:proofErr w:type="spellStart"/>
            <w:r w:rsidRPr="00986A0A">
              <w:t>Hypertext</w:t>
            </w:r>
            <w:proofErr w:type="spellEnd"/>
            <w:r w:rsidRPr="00986A0A">
              <w:t xml:space="preserve"> Transfer </w:t>
            </w:r>
            <w:proofErr w:type="spellStart"/>
            <w:r w:rsidRPr="00986A0A">
              <w:t>Protocol</w:t>
            </w:r>
            <w:proofErr w:type="spellEnd"/>
            <w:r w:rsidRPr="00986A0A">
              <w:t xml:space="preserve"> – protokół przesyłania dokumentów hipertekstowych.</w:t>
            </w:r>
          </w:p>
        </w:tc>
      </w:tr>
      <w:tr w:rsidR="00951297" w:rsidRPr="00986A0A" w14:paraId="09F07FA0" w14:textId="77777777" w:rsidTr="00B14FED">
        <w:tc>
          <w:tcPr>
            <w:tcW w:w="2988" w:type="dxa"/>
          </w:tcPr>
          <w:p w14:paraId="7BC7A7B2" w14:textId="77777777" w:rsidR="00951297" w:rsidRPr="00986A0A" w:rsidRDefault="00951297" w:rsidP="00986A0A">
            <w:pPr>
              <w:pStyle w:val="Z2tabelatekst"/>
            </w:pPr>
            <w:r w:rsidRPr="00986A0A">
              <w:t>ISZTAR</w:t>
            </w:r>
          </w:p>
        </w:tc>
        <w:tc>
          <w:tcPr>
            <w:tcW w:w="6476" w:type="dxa"/>
          </w:tcPr>
          <w:p w14:paraId="35794FA0" w14:textId="77777777" w:rsidR="00951297" w:rsidRPr="00986A0A" w:rsidRDefault="00951297" w:rsidP="00986A0A">
            <w:pPr>
              <w:pStyle w:val="Z2tabelatekst"/>
            </w:pPr>
            <w:r w:rsidRPr="00986A0A">
              <w:t xml:space="preserve">System Zintegrowanej Taryfy Celnej. </w:t>
            </w:r>
          </w:p>
        </w:tc>
      </w:tr>
      <w:tr w:rsidR="00951297" w:rsidRPr="00986A0A" w14:paraId="7FAF228D" w14:textId="77777777" w:rsidTr="00B14FED">
        <w:tc>
          <w:tcPr>
            <w:tcW w:w="2988" w:type="dxa"/>
          </w:tcPr>
          <w:p w14:paraId="6A5CD013" w14:textId="77777777" w:rsidR="00951297" w:rsidRPr="00986A0A" w:rsidRDefault="00951297" w:rsidP="00986A0A">
            <w:pPr>
              <w:pStyle w:val="Z2tabelatekst"/>
            </w:pPr>
            <w:r w:rsidRPr="00986A0A">
              <w:t>ISZTAR4</w:t>
            </w:r>
          </w:p>
        </w:tc>
        <w:tc>
          <w:tcPr>
            <w:tcW w:w="6476" w:type="dxa"/>
          </w:tcPr>
          <w:p w14:paraId="05A75687" w14:textId="77777777" w:rsidR="00951297" w:rsidRPr="00986A0A" w:rsidRDefault="00951297" w:rsidP="00986A0A">
            <w:pPr>
              <w:pStyle w:val="Z2tabelatekst"/>
            </w:pPr>
            <w:r w:rsidRPr="00986A0A">
              <w:t xml:space="preserve">System ISZTAR4 – Projekt w ramach Obszaru Zintegrowanej Taryfy Celnej, obejmujący przebudowę systemu w technologii wymiany komunikatów MCA, rozwój funkcjonalności zgodnie z </w:t>
            </w:r>
            <w:proofErr w:type="spellStart"/>
            <w:r w:rsidRPr="00986A0A">
              <w:t>Integrated</w:t>
            </w:r>
            <w:proofErr w:type="spellEnd"/>
            <w:r w:rsidRPr="00986A0A">
              <w:t xml:space="preserve"> </w:t>
            </w:r>
            <w:proofErr w:type="spellStart"/>
            <w:r w:rsidRPr="00986A0A">
              <w:t>Tariff</w:t>
            </w:r>
            <w:proofErr w:type="spellEnd"/>
            <w:r w:rsidRPr="00986A0A">
              <w:t xml:space="preserve"> Environment i TARIC oraz opracowane testy regresywne i przebudowę i integrację EBTI PL z portalem ECIP PL. Projekt Programu e-Cło.</w:t>
            </w:r>
          </w:p>
        </w:tc>
      </w:tr>
      <w:tr w:rsidR="00951297" w:rsidRPr="00986A0A" w14:paraId="665D372C" w14:textId="77777777" w:rsidTr="00B14FED">
        <w:tc>
          <w:tcPr>
            <w:tcW w:w="2988" w:type="dxa"/>
          </w:tcPr>
          <w:p w14:paraId="7CCD6D2F" w14:textId="77777777" w:rsidR="00951297" w:rsidRPr="00986A0A" w:rsidRDefault="00951297" w:rsidP="00986A0A">
            <w:pPr>
              <w:pStyle w:val="Z2tabelatekst"/>
            </w:pPr>
            <w:r w:rsidRPr="00986A0A">
              <w:t>OSOZ2</w:t>
            </w:r>
          </w:p>
        </w:tc>
        <w:tc>
          <w:tcPr>
            <w:tcW w:w="6476" w:type="dxa"/>
          </w:tcPr>
          <w:p w14:paraId="6FE2AEEA" w14:textId="77777777" w:rsidR="00951297" w:rsidRPr="00986A0A" w:rsidRDefault="00951297" w:rsidP="00986A0A">
            <w:pPr>
              <w:pStyle w:val="Z2tabelatekst"/>
            </w:pPr>
            <w:r w:rsidRPr="00986A0A">
              <w:t>Projekt „Programu e-Cło” Zintegrowany System Obsługi Zabezpieczeń.</w:t>
            </w:r>
          </w:p>
        </w:tc>
      </w:tr>
      <w:tr w:rsidR="00951297" w:rsidRPr="00986A0A" w14:paraId="1B9F2E28" w14:textId="77777777" w:rsidTr="00B14FED">
        <w:tc>
          <w:tcPr>
            <w:tcW w:w="2988" w:type="dxa"/>
          </w:tcPr>
          <w:p w14:paraId="211A900B" w14:textId="77777777" w:rsidR="00951297" w:rsidRPr="00986A0A" w:rsidRDefault="00951297" w:rsidP="00986A0A">
            <w:pPr>
              <w:pStyle w:val="Z2tabelatekst"/>
            </w:pPr>
            <w:r w:rsidRPr="00986A0A">
              <w:lastRenderedPageBreak/>
              <w:t>OWNRES</w:t>
            </w:r>
          </w:p>
        </w:tc>
        <w:tc>
          <w:tcPr>
            <w:tcW w:w="6476" w:type="dxa"/>
          </w:tcPr>
          <w:p w14:paraId="1314AF8B" w14:textId="77777777" w:rsidR="00951297" w:rsidRPr="00986A0A" w:rsidRDefault="00951297" w:rsidP="00986A0A">
            <w:pPr>
              <w:pStyle w:val="Z2tabelatekst"/>
            </w:pPr>
            <w:proofErr w:type="spellStart"/>
            <w:r w:rsidRPr="00986A0A">
              <w:t>OWNRESources</w:t>
            </w:r>
            <w:proofErr w:type="spellEnd"/>
            <w:r w:rsidRPr="00986A0A">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986A0A" w14:paraId="60E67E5F" w14:textId="77777777" w:rsidTr="00B14FED">
        <w:tc>
          <w:tcPr>
            <w:tcW w:w="2988" w:type="dxa"/>
          </w:tcPr>
          <w:p w14:paraId="44BA7306" w14:textId="77777777" w:rsidR="00951297" w:rsidRPr="00986A0A" w:rsidRDefault="00951297" w:rsidP="00986A0A">
            <w:pPr>
              <w:pStyle w:val="Z2tabelatekst"/>
            </w:pPr>
            <w:r w:rsidRPr="00986A0A">
              <w:t>PDR</w:t>
            </w:r>
          </w:p>
        </w:tc>
        <w:tc>
          <w:tcPr>
            <w:tcW w:w="6476" w:type="dxa"/>
          </w:tcPr>
          <w:p w14:paraId="3FDB7363" w14:textId="77777777" w:rsidR="00951297" w:rsidRPr="00986A0A" w:rsidRDefault="00951297" w:rsidP="00986A0A">
            <w:pPr>
              <w:pStyle w:val="Z2tabelatekst"/>
            </w:pPr>
            <w:r w:rsidRPr="00986A0A">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986A0A">
              <w:br/>
              <w:t>w ramach Programu e-Cło.</w:t>
            </w:r>
          </w:p>
        </w:tc>
      </w:tr>
      <w:tr w:rsidR="00951297" w:rsidRPr="00986A0A" w14:paraId="2864221B" w14:textId="77777777" w:rsidTr="00B14FED">
        <w:tc>
          <w:tcPr>
            <w:tcW w:w="2988" w:type="dxa"/>
          </w:tcPr>
          <w:p w14:paraId="058AE173" w14:textId="77777777" w:rsidR="00951297" w:rsidRPr="00986A0A" w:rsidRDefault="00951297" w:rsidP="00986A0A">
            <w:pPr>
              <w:pStyle w:val="Z2tabelatekst"/>
            </w:pPr>
            <w:r w:rsidRPr="00986A0A">
              <w:t>PKI</w:t>
            </w:r>
          </w:p>
        </w:tc>
        <w:tc>
          <w:tcPr>
            <w:tcW w:w="6476" w:type="dxa"/>
          </w:tcPr>
          <w:p w14:paraId="3BF7B193" w14:textId="77777777" w:rsidR="00951297" w:rsidRPr="00986A0A" w:rsidRDefault="00951297" w:rsidP="00986A0A">
            <w:pPr>
              <w:pStyle w:val="Z2tabelatekst"/>
            </w:pPr>
            <w:r w:rsidRPr="00986A0A">
              <w:t xml:space="preserve">Projekt Programu e-Cło przewidujący stworzenie jednolitego podsystemu uwierzytelniania dla wszystkich systemów i użytkowników wewnętrznych  wraz  z Public </w:t>
            </w:r>
            <w:proofErr w:type="spellStart"/>
            <w:r w:rsidRPr="00986A0A">
              <w:t>Key</w:t>
            </w:r>
            <w:proofErr w:type="spellEnd"/>
            <w:r w:rsidRPr="00986A0A">
              <w:t xml:space="preserve"> </w:t>
            </w:r>
            <w:proofErr w:type="spellStart"/>
            <w:r w:rsidRPr="00986A0A">
              <w:t>Infrastructure</w:t>
            </w:r>
            <w:proofErr w:type="spellEnd"/>
            <w:r w:rsidRPr="00986A0A">
              <w:t xml:space="preserve">  i funkcjonalnością/technologią jednokrotnego uwierzytelniania Single </w:t>
            </w:r>
            <w:proofErr w:type="spellStart"/>
            <w:r w:rsidRPr="00986A0A">
              <w:t>Sign</w:t>
            </w:r>
            <w:proofErr w:type="spellEnd"/>
            <w:r w:rsidRPr="00986A0A">
              <w:t xml:space="preserve"> On (SSO).</w:t>
            </w:r>
          </w:p>
        </w:tc>
      </w:tr>
      <w:tr w:rsidR="00951297" w:rsidRPr="00986A0A" w14:paraId="5311D1F6" w14:textId="77777777" w:rsidTr="00B14FED">
        <w:tc>
          <w:tcPr>
            <w:tcW w:w="2988" w:type="dxa"/>
          </w:tcPr>
          <w:p w14:paraId="247D2726" w14:textId="77777777" w:rsidR="00951297" w:rsidRPr="00986A0A" w:rsidRDefault="00951297" w:rsidP="00986A0A">
            <w:pPr>
              <w:pStyle w:val="Z2tabelatekst"/>
            </w:pPr>
            <w:r w:rsidRPr="00986A0A">
              <w:t>POLTAX</w:t>
            </w:r>
          </w:p>
        </w:tc>
        <w:tc>
          <w:tcPr>
            <w:tcW w:w="6476" w:type="dxa"/>
          </w:tcPr>
          <w:p w14:paraId="70539F43" w14:textId="77777777" w:rsidR="00951297" w:rsidRPr="00986A0A" w:rsidRDefault="00951297" w:rsidP="00986A0A">
            <w:pPr>
              <w:pStyle w:val="Z2tabelatekst"/>
            </w:pPr>
            <w:r w:rsidRPr="00986A0A">
              <w:t>System ewidencjonowania i przetwarzania danych o podatnikach wykorzystywany w urzędach skarbowych wspomagający działalność administracji podatkowej.</w:t>
            </w:r>
          </w:p>
        </w:tc>
      </w:tr>
      <w:tr w:rsidR="00951297" w:rsidRPr="00986A0A" w14:paraId="6ACF2735" w14:textId="77777777" w:rsidTr="00B14FED">
        <w:tc>
          <w:tcPr>
            <w:tcW w:w="2988" w:type="dxa"/>
          </w:tcPr>
          <w:p w14:paraId="6DB0B7AF" w14:textId="77777777" w:rsidR="00951297" w:rsidRPr="00986A0A" w:rsidRDefault="00951297" w:rsidP="00986A0A">
            <w:pPr>
              <w:pStyle w:val="Z2tabelatekst"/>
            </w:pPr>
            <w:r w:rsidRPr="00986A0A">
              <w:t>SK</w:t>
            </w:r>
          </w:p>
        </w:tc>
        <w:tc>
          <w:tcPr>
            <w:tcW w:w="6476" w:type="dxa"/>
          </w:tcPr>
          <w:p w14:paraId="2F83B54D" w14:textId="77777777" w:rsidR="00951297" w:rsidRPr="00986A0A" w:rsidRDefault="00951297" w:rsidP="00986A0A">
            <w:pPr>
              <w:pStyle w:val="Z2tabelatekst"/>
            </w:pPr>
            <w:r w:rsidRPr="00986A0A">
              <w:t>System informatyczny przeznaczony do prowadzenia ksiąg rachunkowych w formie elektronicznej.</w:t>
            </w:r>
          </w:p>
        </w:tc>
      </w:tr>
      <w:tr w:rsidR="00951297" w:rsidRPr="00986A0A" w14:paraId="41FB39E5" w14:textId="77777777" w:rsidTr="00B14FED">
        <w:tc>
          <w:tcPr>
            <w:tcW w:w="2988" w:type="dxa"/>
          </w:tcPr>
          <w:p w14:paraId="28200D19" w14:textId="77777777" w:rsidR="00951297" w:rsidRPr="00986A0A" w:rsidRDefault="00951297" w:rsidP="00986A0A">
            <w:pPr>
              <w:pStyle w:val="Z2tabelatekst"/>
            </w:pPr>
            <w:r w:rsidRPr="00986A0A">
              <w:t>SOA</w:t>
            </w:r>
          </w:p>
        </w:tc>
        <w:tc>
          <w:tcPr>
            <w:tcW w:w="6476" w:type="dxa"/>
          </w:tcPr>
          <w:p w14:paraId="70A340D6" w14:textId="77777777" w:rsidR="00951297" w:rsidRPr="00986A0A" w:rsidRDefault="00951297" w:rsidP="00986A0A">
            <w:pPr>
              <w:pStyle w:val="Z2tabelatekst"/>
            </w:pPr>
            <w:r w:rsidRPr="00986A0A">
              <w:t>Architektura oparta na usługach (ang. Service-</w:t>
            </w:r>
            <w:proofErr w:type="spellStart"/>
            <w:r w:rsidRPr="00986A0A">
              <w:t>Oriented</w:t>
            </w:r>
            <w:proofErr w:type="spellEnd"/>
            <w:r w:rsidRPr="00986A0A">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986A0A" w14:paraId="146D2806" w14:textId="77777777" w:rsidTr="00B14FED">
        <w:tc>
          <w:tcPr>
            <w:tcW w:w="2988" w:type="dxa"/>
          </w:tcPr>
          <w:p w14:paraId="5DE8CC3F" w14:textId="77777777" w:rsidR="00951297" w:rsidRPr="00986A0A" w:rsidRDefault="00951297" w:rsidP="00986A0A">
            <w:pPr>
              <w:pStyle w:val="Z2tabelatekst"/>
            </w:pPr>
            <w:r w:rsidRPr="00986A0A">
              <w:t>SOAP</w:t>
            </w:r>
          </w:p>
        </w:tc>
        <w:tc>
          <w:tcPr>
            <w:tcW w:w="6476" w:type="dxa"/>
          </w:tcPr>
          <w:p w14:paraId="46F086B8" w14:textId="77777777" w:rsidR="00951297" w:rsidRPr="00986A0A" w:rsidRDefault="00951297" w:rsidP="00986A0A">
            <w:pPr>
              <w:pStyle w:val="Z2tabelatekst"/>
            </w:pPr>
            <w:r w:rsidRPr="00986A0A">
              <w:t xml:space="preserve">Simple Object Access </w:t>
            </w:r>
            <w:proofErr w:type="spellStart"/>
            <w:r w:rsidRPr="00986A0A">
              <w:t>Protocol</w:t>
            </w:r>
            <w:proofErr w:type="spellEnd"/>
            <w:r w:rsidRPr="00986A0A">
              <w:t xml:space="preserve"> – protokół wywoływania zdalnego dostępu do obiektów, wykorzystujący XML do kodowania wywołań.</w:t>
            </w:r>
          </w:p>
        </w:tc>
      </w:tr>
      <w:tr w:rsidR="00951297" w:rsidRPr="00986A0A" w14:paraId="76743D1C" w14:textId="77777777" w:rsidTr="00B14FED">
        <w:tc>
          <w:tcPr>
            <w:tcW w:w="2988" w:type="dxa"/>
          </w:tcPr>
          <w:p w14:paraId="3AA5263A" w14:textId="77777777" w:rsidR="00951297" w:rsidRPr="00986A0A" w:rsidRDefault="00951297" w:rsidP="00986A0A">
            <w:pPr>
              <w:pStyle w:val="Z2tabelatekst"/>
            </w:pPr>
            <w:r w:rsidRPr="00986A0A">
              <w:t>SSO</w:t>
            </w:r>
          </w:p>
        </w:tc>
        <w:tc>
          <w:tcPr>
            <w:tcW w:w="6476" w:type="dxa"/>
          </w:tcPr>
          <w:p w14:paraId="6CB853D0" w14:textId="77777777" w:rsidR="00951297" w:rsidRPr="00986A0A" w:rsidRDefault="00951297" w:rsidP="00986A0A">
            <w:pPr>
              <w:pStyle w:val="Z2tabelatekst"/>
            </w:pPr>
            <w:r w:rsidRPr="00986A0A">
              <w:t xml:space="preserve">Single </w:t>
            </w:r>
            <w:proofErr w:type="spellStart"/>
            <w:r w:rsidRPr="00986A0A">
              <w:t>Sign</w:t>
            </w:r>
            <w:proofErr w:type="spellEnd"/>
            <w:r w:rsidRPr="00986A0A">
              <w:t xml:space="preserve"> On – Pojedyncze logowanie. Możliwość jednorazowego zalogowania się do usługi sieciowej i uzyskania dostępu do wszystkich autoryzowanych zasobów zgodnych z tą usługą.</w:t>
            </w:r>
          </w:p>
        </w:tc>
      </w:tr>
      <w:tr w:rsidR="00951297" w:rsidRPr="00986A0A" w14:paraId="1211227C" w14:textId="77777777" w:rsidTr="00B14FED">
        <w:tc>
          <w:tcPr>
            <w:tcW w:w="2988" w:type="dxa"/>
          </w:tcPr>
          <w:p w14:paraId="64594066" w14:textId="77777777" w:rsidR="00951297" w:rsidRPr="00986A0A" w:rsidRDefault="00951297" w:rsidP="00986A0A">
            <w:pPr>
              <w:pStyle w:val="Z2tabelatekst"/>
            </w:pPr>
            <w:r w:rsidRPr="00986A0A">
              <w:t>SZPROT</w:t>
            </w:r>
          </w:p>
        </w:tc>
        <w:tc>
          <w:tcPr>
            <w:tcW w:w="6476" w:type="dxa"/>
          </w:tcPr>
          <w:p w14:paraId="4F08722E" w14:textId="77777777" w:rsidR="00951297" w:rsidRPr="00986A0A" w:rsidRDefault="00951297" w:rsidP="00986A0A">
            <w:pPr>
              <w:pStyle w:val="Z2tabelatekst"/>
            </w:pPr>
            <w:r w:rsidRPr="00986A0A">
              <w:t>System Zintegrowanej Rejestracji Przedsiębiorców. Projekt „Programu e-Cło”.</w:t>
            </w:r>
          </w:p>
        </w:tc>
      </w:tr>
      <w:tr w:rsidR="00951297" w:rsidRPr="00986A0A" w14:paraId="1542CDEF" w14:textId="77777777" w:rsidTr="00B14FED">
        <w:tc>
          <w:tcPr>
            <w:tcW w:w="2988" w:type="dxa"/>
          </w:tcPr>
          <w:p w14:paraId="3664A55F" w14:textId="77777777" w:rsidR="00951297" w:rsidRPr="00986A0A" w:rsidRDefault="00951297" w:rsidP="00986A0A">
            <w:pPr>
              <w:pStyle w:val="Z2tabelatekst"/>
            </w:pPr>
            <w:r w:rsidRPr="00986A0A">
              <w:t>TREZOR</w:t>
            </w:r>
          </w:p>
        </w:tc>
        <w:tc>
          <w:tcPr>
            <w:tcW w:w="6476" w:type="dxa"/>
          </w:tcPr>
          <w:p w14:paraId="4E28FB70" w14:textId="77777777" w:rsidR="00951297" w:rsidRPr="00986A0A" w:rsidRDefault="00951297" w:rsidP="00986A0A">
            <w:pPr>
              <w:pStyle w:val="Z2tabelatekst"/>
            </w:pPr>
            <w:r w:rsidRPr="00986A0A">
              <w:t>Informatyczny System Obsługi Budżetu Państwa.</w:t>
            </w:r>
          </w:p>
        </w:tc>
      </w:tr>
      <w:tr w:rsidR="00951297" w:rsidRPr="00986A0A" w14:paraId="5C22C181" w14:textId="77777777" w:rsidTr="00B14FED">
        <w:tc>
          <w:tcPr>
            <w:tcW w:w="2988" w:type="dxa"/>
          </w:tcPr>
          <w:p w14:paraId="3EE2FFEC" w14:textId="77777777" w:rsidR="00951297" w:rsidRPr="00986A0A" w:rsidRDefault="00951297" w:rsidP="00986A0A">
            <w:pPr>
              <w:pStyle w:val="Z2tabelatekst"/>
            </w:pPr>
            <w:r w:rsidRPr="00986A0A">
              <w:t>WFW</w:t>
            </w:r>
          </w:p>
        </w:tc>
        <w:tc>
          <w:tcPr>
            <w:tcW w:w="6476" w:type="dxa"/>
          </w:tcPr>
          <w:p w14:paraId="2580E01F" w14:textId="77777777" w:rsidR="00951297" w:rsidRPr="00986A0A" w:rsidRDefault="00951297" w:rsidP="00986A0A">
            <w:pPr>
              <w:pStyle w:val="Z2tabelatekst"/>
            </w:pPr>
            <w:r w:rsidRPr="00986A0A">
              <w:t xml:space="preserve">Komponent architektury Systemu ZEFIR 2 realizujący obsługę procesów operacyjnych w zakresie obiegu spraw. Zapewnia zarówno funkcje obiegu spraw (tradycyjnie określane terminem </w:t>
            </w:r>
            <w:proofErr w:type="spellStart"/>
            <w:r w:rsidRPr="00986A0A">
              <w:t>workflow</w:t>
            </w:r>
            <w:proofErr w:type="spellEnd"/>
            <w:r w:rsidRPr="00986A0A">
              <w:t xml:space="preserve">), jak i automatyzacji procesów biznesowych (tradycyjnie określane terminem Business </w:t>
            </w:r>
            <w:proofErr w:type="spellStart"/>
            <w:r w:rsidRPr="00986A0A">
              <w:t>Process</w:t>
            </w:r>
            <w:proofErr w:type="spellEnd"/>
            <w:r w:rsidRPr="00986A0A">
              <w:t xml:space="preserve"> Management, BPM).</w:t>
            </w:r>
          </w:p>
        </w:tc>
      </w:tr>
      <w:tr w:rsidR="00951297" w:rsidRPr="00986A0A" w14:paraId="64D62703" w14:textId="77777777" w:rsidTr="00B14FED">
        <w:tc>
          <w:tcPr>
            <w:tcW w:w="2988" w:type="dxa"/>
          </w:tcPr>
          <w:p w14:paraId="3C664D34" w14:textId="77777777" w:rsidR="00951297" w:rsidRPr="00986A0A" w:rsidRDefault="00951297" w:rsidP="00986A0A">
            <w:pPr>
              <w:pStyle w:val="Z2tabelatekst"/>
            </w:pPr>
            <w:r w:rsidRPr="00986A0A">
              <w:t>WOMIS</w:t>
            </w:r>
          </w:p>
        </w:tc>
        <w:tc>
          <w:tcPr>
            <w:tcW w:w="6476" w:type="dxa"/>
          </w:tcPr>
          <w:p w14:paraId="3BAC877A" w14:textId="77777777" w:rsidR="00951297" w:rsidRPr="00986A0A" w:rsidRDefault="00951297" w:rsidP="00986A0A">
            <w:pPr>
              <w:pStyle w:val="Z2tabelatekst"/>
            </w:pPr>
            <w:r w:rsidRPr="00986A0A">
              <w:t xml:space="preserve">Write-Off Management and Information System - system zarządzania i wymiany informacji umożliwiający przesyłanie wniosków przez Państwa Członkowskie do Komisji Europejskiej o zwolnienie z </w:t>
            </w:r>
            <w:r w:rsidRPr="00986A0A">
              <w:lastRenderedPageBreak/>
              <w:t>udostępniania nieściągalnych i odpisanych należności powyżej 50 000 EUR.</w:t>
            </w:r>
          </w:p>
        </w:tc>
      </w:tr>
      <w:tr w:rsidR="00951297" w:rsidRPr="00986A0A" w14:paraId="1175AFEA" w14:textId="77777777" w:rsidTr="00B14FED">
        <w:tc>
          <w:tcPr>
            <w:tcW w:w="2988" w:type="dxa"/>
          </w:tcPr>
          <w:p w14:paraId="06A39A2D" w14:textId="77777777" w:rsidR="00951297" w:rsidRPr="00986A0A" w:rsidRDefault="00951297" w:rsidP="00986A0A">
            <w:pPr>
              <w:pStyle w:val="Z2tabelatekst"/>
            </w:pPr>
            <w:r w:rsidRPr="00986A0A">
              <w:lastRenderedPageBreak/>
              <w:t>WSDL</w:t>
            </w:r>
          </w:p>
        </w:tc>
        <w:tc>
          <w:tcPr>
            <w:tcW w:w="6476" w:type="dxa"/>
          </w:tcPr>
          <w:p w14:paraId="4D5E5C08" w14:textId="77777777" w:rsidR="00951297" w:rsidRPr="00986A0A" w:rsidRDefault="00951297" w:rsidP="00986A0A">
            <w:pPr>
              <w:pStyle w:val="Z2tabelatekst"/>
            </w:pPr>
            <w:r w:rsidRPr="00986A0A">
              <w:t xml:space="preserve">Web Services </w:t>
            </w:r>
            <w:proofErr w:type="spellStart"/>
            <w:r w:rsidRPr="00986A0A">
              <w:t>Description</w:t>
            </w:r>
            <w:proofErr w:type="spellEnd"/>
            <w:r w:rsidRPr="00986A0A">
              <w:t xml:space="preserve"> Language – oparty na XML język do definiowania usług sieciowych. Opisuje protokoły i formaty używane przez usługi sieciowe. </w:t>
            </w:r>
          </w:p>
          <w:p w14:paraId="37FD74C6" w14:textId="77777777" w:rsidR="00951297" w:rsidRPr="00986A0A" w:rsidRDefault="00951297" w:rsidP="00986A0A">
            <w:pPr>
              <w:pStyle w:val="Z2tabelatekst"/>
            </w:pPr>
            <w:r w:rsidRPr="00986A0A">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986A0A" w14:paraId="51EC2526" w14:textId="77777777" w:rsidTr="00B14FED">
        <w:tc>
          <w:tcPr>
            <w:tcW w:w="2988" w:type="dxa"/>
          </w:tcPr>
          <w:p w14:paraId="6AEA71A2" w14:textId="77777777" w:rsidR="00951297" w:rsidRPr="00986A0A" w:rsidRDefault="00951297" w:rsidP="00986A0A">
            <w:pPr>
              <w:pStyle w:val="Z2tabelatekst"/>
            </w:pPr>
            <w:r w:rsidRPr="00986A0A">
              <w:t>XML</w:t>
            </w:r>
          </w:p>
        </w:tc>
        <w:tc>
          <w:tcPr>
            <w:tcW w:w="6476" w:type="dxa"/>
          </w:tcPr>
          <w:p w14:paraId="3F163496" w14:textId="77777777" w:rsidR="00951297" w:rsidRPr="00986A0A" w:rsidRDefault="00951297" w:rsidP="00986A0A">
            <w:pPr>
              <w:pStyle w:val="Z2tabelatekst"/>
            </w:pPr>
            <w:proofErr w:type="spellStart"/>
            <w:r w:rsidRPr="00986A0A">
              <w:t>Extensible</w:t>
            </w:r>
            <w:proofErr w:type="spellEnd"/>
            <w:r w:rsidRPr="00986A0A">
              <w:t xml:space="preserve"> </w:t>
            </w:r>
            <w:proofErr w:type="spellStart"/>
            <w:r w:rsidRPr="00986A0A">
              <w:t>Markup</w:t>
            </w:r>
            <w:proofErr w:type="spellEnd"/>
            <w:r w:rsidRPr="00986A0A">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986A0A" w14:paraId="198B896E" w14:textId="77777777" w:rsidTr="00B14FED">
        <w:tc>
          <w:tcPr>
            <w:tcW w:w="2988" w:type="dxa"/>
          </w:tcPr>
          <w:p w14:paraId="6B5A07A8" w14:textId="77777777" w:rsidR="00951297" w:rsidRPr="00986A0A" w:rsidRDefault="00951297" w:rsidP="00986A0A">
            <w:pPr>
              <w:pStyle w:val="Z2tabelatekst"/>
            </w:pPr>
            <w:r w:rsidRPr="00986A0A">
              <w:t xml:space="preserve">XML </w:t>
            </w:r>
            <w:proofErr w:type="spellStart"/>
            <w:r w:rsidRPr="00986A0A">
              <w:t>Schema</w:t>
            </w:r>
            <w:proofErr w:type="spellEnd"/>
          </w:p>
        </w:tc>
        <w:tc>
          <w:tcPr>
            <w:tcW w:w="6476" w:type="dxa"/>
          </w:tcPr>
          <w:p w14:paraId="77E4A499" w14:textId="77777777" w:rsidR="00951297" w:rsidRPr="00986A0A" w:rsidRDefault="00951297" w:rsidP="00986A0A">
            <w:pPr>
              <w:pStyle w:val="Z2tabelatekst"/>
            </w:pPr>
            <w:r w:rsidRPr="00986A0A">
              <w:t xml:space="preserve">Schemat XML - standard służący do definiowania struktury dokumentu XML. </w:t>
            </w:r>
          </w:p>
        </w:tc>
      </w:tr>
      <w:tr w:rsidR="00951297" w:rsidRPr="00986A0A" w14:paraId="76A52B19" w14:textId="77777777" w:rsidTr="00B14FED">
        <w:tc>
          <w:tcPr>
            <w:tcW w:w="2988" w:type="dxa"/>
          </w:tcPr>
          <w:p w14:paraId="19240094" w14:textId="77777777" w:rsidR="00951297" w:rsidRPr="00986A0A" w:rsidRDefault="00951297" w:rsidP="00986A0A">
            <w:pPr>
              <w:pStyle w:val="Z2tabelatekst"/>
            </w:pPr>
            <w:r w:rsidRPr="00986A0A">
              <w:t xml:space="preserve">XSD </w:t>
            </w:r>
          </w:p>
        </w:tc>
        <w:tc>
          <w:tcPr>
            <w:tcW w:w="6476" w:type="dxa"/>
          </w:tcPr>
          <w:p w14:paraId="1536E969" w14:textId="77777777" w:rsidR="00951297" w:rsidRPr="00986A0A" w:rsidRDefault="00951297" w:rsidP="00986A0A">
            <w:pPr>
              <w:pStyle w:val="Z2tabelatekst"/>
            </w:pPr>
            <w:r w:rsidRPr="00986A0A">
              <w:t xml:space="preserve">XML </w:t>
            </w:r>
            <w:proofErr w:type="spellStart"/>
            <w:r w:rsidRPr="00986A0A">
              <w:t>Schema</w:t>
            </w:r>
            <w:proofErr w:type="spellEnd"/>
            <w:r w:rsidRPr="00986A0A">
              <w:t xml:space="preserve"> Definition  - plik zawierający definicje XML </w:t>
            </w:r>
            <w:proofErr w:type="spellStart"/>
            <w:r w:rsidRPr="00986A0A">
              <w:t>Schema</w:t>
            </w:r>
            <w:proofErr w:type="spellEnd"/>
            <w:r w:rsidRPr="00986A0A">
              <w:t>.</w:t>
            </w:r>
          </w:p>
        </w:tc>
      </w:tr>
      <w:tr w:rsidR="00951297" w:rsidRPr="00986A0A" w14:paraId="70039746" w14:textId="77777777" w:rsidTr="00B14FED">
        <w:tc>
          <w:tcPr>
            <w:tcW w:w="2988" w:type="dxa"/>
          </w:tcPr>
          <w:p w14:paraId="397342A3" w14:textId="77777777" w:rsidR="00951297" w:rsidRPr="00986A0A" w:rsidRDefault="00951297" w:rsidP="00986A0A">
            <w:pPr>
              <w:pStyle w:val="Z2tabelatekst"/>
            </w:pPr>
            <w:r w:rsidRPr="00986A0A">
              <w:t>ZEFIR 2</w:t>
            </w:r>
          </w:p>
        </w:tc>
        <w:tc>
          <w:tcPr>
            <w:tcW w:w="6476" w:type="dxa"/>
          </w:tcPr>
          <w:p w14:paraId="15D03811" w14:textId="77777777" w:rsidR="00951297" w:rsidRPr="00986A0A" w:rsidRDefault="00951297" w:rsidP="00986A0A">
            <w:pPr>
              <w:pStyle w:val="Z2tabelatekst"/>
            </w:pPr>
            <w:r w:rsidRPr="00986A0A">
              <w:t>Zintegrowany system poboru należności i rozrachunków z UE i budżetem ZEFIR 2. Projekt „Programu e-Cło”.</w:t>
            </w:r>
          </w:p>
        </w:tc>
      </w:tr>
    </w:tbl>
    <w:p w14:paraId="30D5D89E" w14:textId="77777777" w:rsidR="003F3585" w:rsidRPr="00986A0A" w:rsidRDefault="00C43119" w:rsidP="00986A0A">
      <w:pPr>
        <w:pStyle w:val="Nagwek3"/>
        <w:spacing w:line="276" w:lineRule="auto"/>
      </w:pPr>
      <w:bookmarkStart w:id="66" w:name="_Toc349568560"/>
      <w:bookmarkStart w:id="67" w:name="_Toc75196401"/>
      <w:bookmarkStart w:id="68" w:name="_Toc184807201"/>
      <w:r w:rsidRPr="00986A0A">
        <w:t>Terminy</w:t>
      </w:r>
      <w:bookmarkEnd w:id="66"/>
      <w:bookmarkEnd w:id="67"/>
      <w:bookmarkEnd w:id="68"/>
    </w:p>
    <w:p w14:paraId="16E3F8B9" w14:textId="758DD4B8" w:rsidR="00034C39" w:rsidRPr="00986A0A" w:rsidRDefault="00034C39" w:rsidP="00986A0A">
      <w:pPr>
        <w:pStyle w:val="Z2PodpisRysunkuTabeli"/>
      </w:pPr>
      <w:bookmarkStart w:id="69" w:name="_Toc184807214"/>
      <w:r w:rsidRPr="00986A0A">
        <w:t xml:space="preserve">Tabela </w:t>
      </w:r>
      <w:r w:rsidR="00E945FB" w:rsidRPr="00986A0A">
        <w:fldChar w:fldCharType="begin"/>
      </w:r>
      <w:r w:rsidR="00E945FB" w:rsidRPr="00986A0A">
        <w:instrText xml:space="preserve"> SEQ Tabela \* ARABIC </w:instrText>
      </w:r>
      <w:r w:rsidR="00E945FB" w:rsidRPr="00986A0A">
        <w:fldChar w:fldCharType="separate"/>
      </w:r>
      <w:r w:rsidR="00023596">
        <w:rPr>
          <w:noProof/>
        </w:rPr>
        <w:t>6</w:t>
      </w:r>
      <w:r w:rsidR="00E945FB" w:rsidRPr="00986A0A">
        <w:rPr>
          <w:noProof/>
        </w:rPr>
        <w:fldChar w:fldCharType="end"/>
      </w:r>
      <w:r w:rsidRPr="00986A0A">
        <w:t>. Wykaz definicji</w:t>
      </w:r>
      <w:bookmarkEnd w:id="69"/>
    </w:p>
    <w:tbl>
      <w:tblPr>
        <w:tblStyle w:val="Tabela-Siatka"/>
        <w:tblW w:w="9464" w:type="dxa"/>
        <w:tblLook w:val="01E0" w:firstRow="1" w:lastRow="1" w:firstColumn="1" w:lastColumn="1" w:noHBand="0" w:noVBand="0"/>
      </w:tblPr>
      <w:tblGrid>
        <w:gridCol w:w="2988"/>
        <w:gridCol w:w="6476"/>
      </w:tblGrid>
      <w:tr w:rsidR="00034C39" w:rsidRPr="00986A0A" w14:paraId="04609E28" w14:textId="77777777" w:rsidTr="00010E2F">
        <w:trPr>
          <w:tblHeader/>
        </w:trPr>
        <w:tc>
          <w:tcPr>
            <w:tcW w:w="2988" w:type="dxa"/>
            <w:shd w:val="clear" w:color="auto" w:fill="D9D9D9" w:themeFill="background1" w:themeFillShade="D9"/>
          </w:tcPr>
          <w:p w14:paraId="42C98415" w14:textId="77777777" w:rsidR="00034C39" w:rsidRPr="00986A0A" w:rsidRDefault="00034C39" w:rsidP="00986A0A">
            <w:pPr>
              <w:pStyle w:val="Legenda"/>
            </w:pPr>
            <w:r w:rsidRPr="00986A0A">
              <w:t>Termin</w:t>
            </w:r>
          </w:p>
        </w:tc>
        <w:tc>
          <w:tcPr>
            <w:tcW w:w="6476" w:type="dxa"/>
            <w:shd w:val="clear" w:color="auto" w:fill="D9D9D9" w:themeFill="background1" w:themeFillShade="D9"/>
          </w:tcPr>
          <w:p w14:paraId="47DD0048" w14:textId="77777777" w:rsidR="00034C39" w:rsidRPr="00986A0A" w:rsidRDefault="00034C39" w:rsidP="00986A0A">
            <w:pPr>
              <w:pStyle w:val="Legenda"/>
            </w:pPr>
            <w:r w:rsidRPr="00986A0A">
              <w:t>Definicja</w:t>
            </w:r>
          </w:p>
        </w:tc>
      </w:tr>
      <w:tr w:rsidR="00D64ACB" w:rsidRPr="00986A0A" w14:paraId="0A1C37C5" w14:textId="77777777" w:rsidTr="00B14FED">
        <w:tc>
          <w:tcPr>
            <w:tcW w:w="2988" w:type="dxa"/>
          </w:tcPr>
          <w:p w14:paraId="09A00966" w14:textId="77777777" w:rsidR="00D64ACB" w:rsidRPr="00986A0A" w:rsidRDefault="00716456" w:rsidP="00986A0A">
            <w:pPr>
              <w:pStyle w:val="Z2tabelatekst"/>
            </w:pPr>
            <w:r w:rsidRPr="00986A0A">
              <w:t>Komunikat</w:t>
            </w:r>
          </w:p>
        </w:tc>
        <w:tc>
          <w:tcPr>
            <w:tcW w:w="6476" w:type="dxa"/>
          </w:tcPr>
          <w:p w14:paraId="5B954F9E" w14:textId="77777777" w:rsidR="00D64ACB" w:rsidRPr="00986A0A" w:rsidRDefault="00716456" w:rsidP="00986A0A">
            <w:pPr>
              <w:pStyle w:val="Z2tabelatekst"/>
            </w:pPr>
            <w:r w:rsidRPr="00986A0A">
              <w:t>Dokument XML, który jest wysyłany lub odbierany przez System.</w:t>
            </w:r>
          </w:p>
        </w:tc>
      </w:tr>
      <w:tr w:rsidR="00D64ACB" w:rsidRPr="00986A0A" w14:paraId="05AAB01B" w14:textId="77777777" w:rsidTr="00B14FED">
        <w:tc>
          <w:tcPr>
            <w:tcW w:w="2988" w:type="dxa"/>
          </w:tcPr>
          <w:p w14:paraId="77942C19" w14:textId="77777777" w:rsidR="00D64ACB" w:rsidRPr="00986A0A" w:rsidRDefault="002336F0" w:rsidP="00986A0A">
            <w:pPr>
              <w:pStyle w:val="Z2tabelatekst"/>
            </w:pPr>
            <w:r w:rsidRPr="00986A0A">
              <w:t>System</w:t>
            </w:r>
          </w:p>
        </w:tc>
        <w:tc>
          <w:tcPr>
            <w:tcW w:w="6476" w:type="dxa"/>
          </w:tcPr>
          <w:p w14:paraId="0A6CA961" w14:textId="77777777" w:rsidR="00D64ACB" w:rsidRPr="00986A0A" w:rsidRDefault="002336F0" w:rsidP="00986A0A">
            <w:pPr>
              <w:pStyle w:val="Z2tabelatekst"/>
            </w:pPr>
            <w:r w:rsidRPr="00986A0A">
              <w:t>Jeśli w tekście nie określono inaczej termin ten oznacza system informatyczny stosowany przez PAC do obsługi komunikatów ujętych w tym dokumencie.</w:t>
            </w:r>
          </w:p>
        </w:tc>
      </w:tr>
      <w:tr w:rsidR="00D64ACB" w:rsidRPr="00986A0A" w14:paraId="17EA831C" w14:textId="77777777" w:rsidTr="00B14FED">
        <w:tc>
          <w:tcPr>
            <w:tcW w:w="2988" w:type="dxa"/>
          </w:tcPr>
          <w:p w14:paraId="0032A253" w14:textId="77777777" w:rsidR="00D64ACB" w:rsidRPr="00986A0A" w:rsidRDefault="00983089" w:rsidP="00986A0A">
            <w:pPr>
              <w:pStyle w:val="Z2tabelatekst"/>
            </w:pPr>
            <w:r w:rsidRPr="00986A0A">
              <w:t xml:space="preserve">XML </w:t>
            </w:r>
            <w:proofErr w:type="spellStart"/>
            <w:r w:rsidRPr="00986A0A">
              <w:t>schema</w:t>
            </w:r>
            <w:proofErr w:type="spellEnd"/>
          </w:p>
        </w:tc>
        <w:tc>
          <w:tcPr>
            <w:tcW w:w="6476" w:type="dxa"/>
          </w:tcPr>
          <w:p w14:paraId="318A0B91" w14:textId="77777777" w:rsidR="00D64ACB" w:rsidRPr="00986A0A" w:rsidRDefault="00983089" w:rsidP="00986A0A">
            <w:pPr>
              <w:pStyle w:val="Z2tabelatekst"/>
            </w:pPr>
            <w:r w:rsidRPr="00986A0A">
              <w:t>Opracowany przez W3C (maj 2001) standard służący do definiowania struktury dokumentu XML.</w:t>
            </w:r>
          </w:p>
        </w:tc>
      </w:tr>
    </w:tbl>
    <w:p w14:paraId="1AB48B56" w14:textId="77777777" w:rsidR="008304F5" w:rsidRPr="00986A0A" w:rsidRDefault="008304F5" w:rsidP="00986A0A">
      <w:pPr>
        <w:pStyle w:val="Nagwek1"/>
      </w:pPr>
      <w:bookmarkStart w:id="70" w:name="_Toc349568561"/>
      <w:bookmarkStart w:id="71" w:name="_Toc75196402"/>
      <w:bookmarkStart w:id="72" w:name="_Toc184807202"/>
      <w:r w:rsidRPr="00986A0A">
        <w:lastRenderedPageBreak/>
        <w:t>Zawartość merytoryczna dokumentu</w:t>
      </w:r>
      <w:bookmarkEnd w:id="70"/>
      <w:bookmarkEnd w:id="71"/>
      <w:bookmarkEnd w:id="72"/>
    </w:p>
    <w:p w14:paraId="1B5224A2" w14:textId="3C0DA469" w:rsidR="00654129" w:rsidRPr="00023596" w:rsidRDefault="00D64ACB" w:rsidP="00023596">
      <w:r w:rsidRPr="00023596">
        <w:t>Dokument zawiera specyfikacj</w:t>
      </w:r>
      <w:r w:rsidR="00BA356E" w:rsidRPr="00023596">
        <w:t>ę</w:t>
      </w:r>
      <w:r w:rsidR="000A71C7" w:rsidRPr="00023596">
        <w:t xml:space="preserve"> </w:t>
      </w:r>
      <w:r w:rsidR="008814DE" w:rsidRPr="00023596">
        <w:t xml:space="preserve">podmiotów w zakresie elektronicznej </w:t>
      </w:r>
      <w:r w:rsidR="00AB22D5" w:rsidRPr="00023596">
        <w:t xml:space="preserve">obsługi </w:t>
      </w:r>
      <w:r w:rsidR="008C6C33" w:rsidRPr="00023596">
        <w:t>wstępnego zapotrzebowania na banderole podatkowe i legalizacyjne w po</w:t>
      </w:r>
      <w:r w:rsidR="00B4296E" w:rsidRPr="00023596">
        <w:t xml:space="preserve">staci pliku </w:t>
      </w:r>
      <w:r w:rsidR="00AE2DB9" w:rsidRPr="00023596">
        <w:t>WZBPL</w:t>
      </w:r>
      <w:r w:rsidR="00B4296E" w:rsidRPr="00023596">
        <w:t>.xsd</w:t>
      </w:r>
      <w:r w:rsidR="00237AB5" w:rsidRPr="00023596">
        <w:t>.</w:t>
      </w:r>
    </w:p>
    <w:p w14:paraId="39540BC8" w14:textId="7661850F" w:rsidR="007F243E" w:rsidRPr="00023596" w:rsidRDefault="007F243E" w:rsidP="00023596">
      <w:bookmarkStart w:id="73" w:name="_Toc348954995"/>
      <w:r w:rsidRPr="00023596">
        <w:t>Struktury danych wspólne dla wszystkich zestawów usług zostały umieszczone w plikach Types_Z</w:t>
      </w:r>
      <w:r w:rsidR="0074589D" w:rsidRPr="00023596">
        <w:t>9</w:t>
      </w:r>
      <w:r w:rsidRPr="00023596">
        <w:t>.xsd, Trader_Z</w:t>
      </w:r>
      <w:r w:rsidR="0074589D" w:rsidRPr="00023596">
        <w:t>9</w:t>
      </w:r>
      <w:r w:rsidRPr="00023596">
        <w:t>.xsd</w:t>
      </w:r>
      <w:r w:rsidR="0044526A" w:rsidRPr="00023596">
        <w:t xml:space="preserve"> i auth.xsd.</w:t>
      </w:r>
    </w:p>
    <w:p w14:paraId="6854C295" w14:textId="6580E511" w:rsidR="00D64ACB" w:rsidRPr="00986A0A" w:rsidRDefault="00D64ACB" w:rsidP="00986A0A">
      <w:pPr>
        <w:pStyle w:val="Z2PodpisRysunkuTabeli"/>
      </w:pPr>
      <w:bookmarkStart w:id="74" w:name="_Toc184807215"/>
      <w:r w:rsidRPr="00986A0A">
        <w:t xml:space="preserve">Tabela </w:t>
      </w:r>
      <w:r w:rsidR="00E945FB" w:rsidRPr="00986A0A">
        <w:fldChar w:fldCharType="begin"/>
      </w:r>
      <w:r w:rsidR="00E945FB" w:rsidRPr="00986A0A">
        <w:instrText xml:space="preserve"> SEQ Tabela \* ARABIC </w:instrText>
      </w:r>
      <w:r w:rsidR="00E945FB" w:rsidRPr="00986A0A">
        <w:fldChar w:fldCharType="separate"/>
      </w:r>
      <w:r w:rsidR="00023596">
        <w:rPr>
          <w:noProof/>
        </w:rPr>
        <w:t>7</w:t>
      </w:r>
      <w:r w:rsidR="00E945FB" w:rsidRPr="00986A0A">
        <w:fldChar w:fldCharType="end"/>
      </w:r>
      <w:r w:rsidRPr="00986A0A">
        <w:t xml:space="preserve">. </w:t>
      </w:r>
      <w:r w:rsidR="00847416" w:rsidRPr="00986A0A">
        <w:t>Powiązanie plików</w:t>
      </w:r>
      <w:r w:rsidRPr="00986A0A">
        <w:t xml:space="preserve"> XSD</w:t>
      </w:r>
      <w:bookmarkEnd w:id="73"/>
      <w:bookmarkEnd w:id="74"/>
    </w:p>
    <w:tbl>
      <w:tblPr>
        <w:tblStyle w:val="Tabela-Siatka"/>
        <w:tblW w:w="7668" w:type="dxa"/>
        <w:tblLook w:val="01E0" w:firstRow="1" w:lastRow="1" w:firstColumn="1" w:lastColumn="1" w:noHBand="0" w:noVBand="0"/>
      </w:tblPr>
      <w:tblGrid>
        <w:gridCol w:w="1627"/>
        <w:gridCol w:w="6041"/>
      </w:tblGrid>
      <w:tr w:rsidR="00847416" w:rsidRPr="00986A0A" w14:paraId="32DB32BB" w14:textId="77777777" w:rsidTr="00010E2F">
        <w:trPr>
          <w:tblHeader/>
        </w:trPr>
        <w:tc>
          <w:tcPr>
            <w:tcW w:w="1627" w:type="dxa"/>
            <w:shd w:val="clear" w:color="auto" w:fill="D9D9D9" w:themeFill="background1" w:themeFillShade="D9"/>
          </w:tcPr>
          <w:p w14:paraId="16B9C08C" w14:textId="77777777" w:rsidR="00847416" w:rsidRPr="00986A0A" w:rsidRDefault="00847416" w:rsidP="00986A0A">
            <w:pPr>
              <w:pStyle w:val="Legenda"/>
            </w:pPr>
            <w:r w:rsidRPr="00986A0A">
              <w:t>Plik XSD</w:t>
            </w:r>
          </w:p>
        </w:tc>
        <w:tc>
          <w:tcPr>
            <w:tcW w:w="6041" w:type="dxa"/>
            <w:shd w:val="clear" w:color="auto" w:fill="D9D9D9" w:themeFill="background1" w:themeFillShade="D9"/>
          </w:tcPr>
          <w:p w14:paraId="6F1C7C58" w14:textId="77777777" w:rsidR="00847416" w:rsidRPr="00986A0A" w:rsidRDefault="00847416" w:rsidP="00986A0A">
            <w:pPr>
              <w:pStyle w:val="Legenda"/>
            </w:pPr>
            <w:r w:rsidRPr="00986A0A">
              <w:t>Opis</w:t>
            </w:r>
          </w:p>
        </w:tc>
      </w:tr>
      <w:tr w:rsidR="00847416" w:rsidRPr="00986A0A" w14:paraId="4B2B57FD" w14:textId="77777777" w:rsidTr="00B14FED">
        <w:tc>
          <w:tcPr>
            <w:tcW w:w="1627" w:type="dxa"/>
          </w:tcPr>
          <w:p w14:paraId="1E360607" w14:textId="335871AA" w:rsidR="003335CF" w:rsidRPr="00986A0A" w:rsidRDefault="003335CF" w:rsidP="00986A0A">
            <w:pPr>
              <w:pStyle w:val="Z2tabelatekst"/>
            </w:pPr>
            <w:r w:rsidRPr="00986A0A">
              <w:t>Types_Z</w:t>
            </w:r>
            <w:r w:rsidR="0074589D" w:rsidRPr="00986A0A">
              <w:t>9</w:t>
            </w:r>
            <w:r w:rsidRPr="00986A0A">
              <w:t xml:space="preserve">.xsd, </w:t>
            </w:r>
          </w:p>
          <w:p w14:paraId="19920912" w14:textId="110C389B" w:rsidR="007B6312" w:rsidRPr="00986A0A" w:rsidRDefault="003335CF" w:rsidP="00986A0A">
            <w:pPr>
              <w:pStyle w:val="Z2tabelatekst"/>
            </w:pPr>
            <w:r w:rsidRPr="00986A0A">
              <w:t>Trader_Z</w:t>
            </w:r>
            <w:r w:rsidR="0074589D" w:rsidRPr="00986A0A">
              <w:t>9</w:t>
            </w:r>
            <w:r w:rsidR="002A1636" w:rsidRPr="00986A0A">
              <w:t>.xsd</w:t>
            </w:r>
            <w:r w:rsidRPr="00986A0A">
              <w:t>,</w:t>
            </w:r>
          </w:p>
          <w:p w14:paraId="1272B8CE" w14:textId="77777777" w:rsidR="0044526A" w:rsidRPr="00986A0A" w:rsidRDefault="0044526A" w:rsidP="00986A0A">
            <w:pPr>
              <w:pStyle w:val="Z2tabelatekst"/>
            </w:pPr>
            <w:r w:rsidRPr="00986A0A">
              <w:t>auth.xsd</w:t>
            </w:r>
          </w:p>
        </w:tc>
        <w:tc>
          <w:tcPr>
            <w:tcW w:w="6041" w:type="dxa"/>
          </w:tcPr>
          <w:p w14:paraId="68B6E2E5" w14:textId="16878738" w:rsidR="0044526A" w:rsidRPr="00986A0A" w:rsidRDefault="00847416" w:rsidP="00986A0A">
            <w:pPr>
              <w:pStyle w:val="Z2tabelatekst"/>
            </w:pPr>
            <w:r w:rsidRPr="00986A0A">
              <w:t xml:space="preserve">Definicje wspólnych struktur danych wykorzystywanych we wszystkich zdefiniowanych </w:t>
            </w:r>
            <w:r w:rsidR="009D46ED" w:rsidRPr="00986A0A">
              <w:t>dokumentach</w:t>
            </w:r>
            <w:r w:rsidR="0044526A" w:rsidRPr="00986A0A">
              <w:t xml:space="preserve"> oraz dotyczących autentykacji</w:t>
            </w:r>
          </w:p>
        </w:tc>
      </w:tr>
      <w:tr w:rsidR="00847416" w:rsidRPr="00986A0A" w14:paraId="23F7180F" w14:textId="77777777" w:rsidTr="00B14FED">
        <w:tc>
          <w:tcPr>
            <w:tcW w:w="1627" w:type="dxa"/>
          </w:tcPr>
          <w:p w14:paraId="58DB54DC" w14:textId="40D2E129" w:rsidR="00847416" w:rsidRPr="00986A0A" w:rsidRDefault="0074589D" w:rsidP="00986A0A">
            <w:pPr>
              <w:pStyle w:val="Z2tabelatekst"/>
            </w:pPr>
            <w:r w:rsidRPr="00986A0A">
              <w:t>WZBPL</w:t>
            </w:r>
            <w:r w:rsidR="00847416" w:rsidRPr="00986A0A">
              <w:t>.xsd</w:t>
            </w:r>
          </w:p>
        </w:tc>
        <w:tc>
          <w:tcPr>
            <w:tcW w:w="6041" w:type="dxa"/>
          </w:tcPr>
          <w:p w14:paraId="71534E7D" w14:textId="51D8217D" w:rsidR="00847416" w:rsidRPr="00986A0A" w:rsidRDefault="00897644" w:rsidP="00986A0A">
            <w:pPr>
              <w:pStyle w:val="Z2tabelatekst"/>
            </w:pPr>
            <w:r w:rsidRPr="00986A0A">
              <w:t xml:space="preserve">Struktura danych dla </w:t>
            </w:r>
            <w:r w:rsidR="009D46ED" w:rsidRPr="00986A0A">
              <w:t>dokumentu</w:t>
            </w:r>
            <w:r w:rsidRPr="00986A0A">
              <w:t>.</w:t>
            </w:r>
          </w:p>
        </w:tc>
      </w:tr>
    </w:tbl>
    <w:p w14:paraId="5962BAA9" w14:textId="702F309A" w:rsidR="004E2C82" w:rsidRPr="00986A0A" w:rsidRDefault="00B26055" w:rsidP="00986A0A">
      <w:pPr>
        <w:pStyle w:val="Nagwek1"/>
      </w:pPr>
      <w:bookmarkStart w:id="75" w:name="_Toc75196403"/>
      <w:bookmarkStart w:id="76" w:name="_Toc184807203"/>
      <w:r w:rsidRPr="00986A0A">
        <w:lastRenderedPageBreak/>
        <w:t xml:space="preserve">Specyfikacja </w:t>
      </w:r>
      <w:r w:rsidR="00B44E8B" w:rsidRPr="00986A0A">
        <w:t>dokumentu WZBPL</w:t>
      </w:r>
      <w:bookmarkEnd w:id="75"/>
      <w:bookmarkEnd w:id="76"/>
    </w:p>
    <w:p w14:paraId="3B9FBC9D" w14:textId="783421F7" w:rsidR="00F3467F" w:rsidRPr="00986A0A" w:rsidRDefault="0040183D" w:rsidP="00023596">
      <w:r w:rsidRPr="00986A0A">
        <w:t xml:space="preserve">Struktury typu </w:t>
      </w:r>
      <w:proofErr w:type="spellStart"/>
      <w:r w:rsidRPr="00986A0A">
        <w:t>SignatureType</w:t>
      </w:r>
      <w:proofErr w:type="spellEnd"/>
      <w:r w:rsidRPr="00986A0A">
        <w:t xml:space="preserve">, </w:t>
      </w:r>
      <w:proofErr w:type="spellStart"/>
      <w:r w:rsidR="00385252" w:rsidRPr="00986A0A">
        <w:t>ZTrader</w:t>
      </w:r>
      <w:proofErr w:type="spellEnd"/>
      <w:r w:rsidRPr="00986A0A">
        <w:t xml:space="preserve">, </w:t>
      </w:r>
      <w:proofErr w:type="spellStart"/>
      <w:r w:rsidRPr="00986A0A">
        <w:t>Z</w:t>
      </w:r>
      <w:r w:rsidR="00486A03" w:rsidRPr="00986A0A">
        <w:t>C</w:t>
      </w:r>
      <w:r w:rsidRPr="00986A0A">
        <w:t>ustomsOffice</w:t>
      </w:r>
      <w:proofErr w:type="spellEnd"/>
      <w:r w:rsidR="006618D4" w:rsidRPr="00986A0A">
        <w:t>,</w:t>
      </w:r>
      <w:r w:rsidR="009B1559" w:rsidRPr="00986A0A">
        <w:t xml:space="preserve"> </w:t>
      </w:r>
      <w:proofErr w:type="spellStart"/>
      <w:r w:rsidR="009B1559" w:rsidRPr="00986A0A">
        <w:t>ZIdentification</w:t>
      </w:r>
      <w:proofErr w:type="spellEnd"/>
      <w:r w:rsidR="009B1559" w:rsidRPr="00986A0A">
        <w:t>,</w:t>
      </w:r>
      <w:r w:rsidR="006618D4" w:rsidRPr="00986A0A">
        <w:t xml:space="preserve"> </w:t>
      </w:r>
      <w:proofErr w:type="spellStart"/>
      <w:r w:rsidR="006618D4" w:rsidRPr="00986A0A">
        <w:t>ZAmountC</w:t>
      </w:r>
      <w:proofErr w:type="spellEnd"/>
      <w:r w:rsidRPr="00986A0A">
        <w:t xml:space="preserve"> zostały zdefiniowane</w:t>
      </w:r>
      <w:r w:rsidR="00F3467F" w:rsidRPr="00986A0A">
        <w:t xml:space="preserve"> w dokumencie </w:t>
      </w:r>
      <w:r w:rsidR="00010E2F" w:rsidRPr="00986A0A">
        <w:t xml:space="preserve">A1 </w:t>
      </w:r>
      <w:r w:rsidR="00F3467F" w:rsidRPr="00986A0A">
        <w:t>i nie będ</w:t>
      </w:r>
      <w:r w:rsidRPr="00986A0A">
        <w:t>ą</w:t>
      </w:r>
      <w:r w:rsidR="00A2446A" w:rsidRPr="00986A0A">
        <w:t xml:space="preserve"> tuta</w:t>
      </w:r>
      <w:r w:rsidRPr="00986A0A">
        <w:t>j szczegółowo omawiane</w:t>
      </w:r>
      <w:r w:rsidR="00F3467F" w:rsidRPr="00986A0A">
        <w:t>.</w:t>
      </w:r>
    </w:p>
    <w:p w14:paraId="6F772180" w14:textId="7D733DD9" w:rsidR="00A9674E" w:rsidRPr="00986A0A" w:rsidRDefault="00A9674E" w:rsidP="00986A0A">
      <w:pPr>
        <w:pStyle w:val="Z2PodpisRysunkuTabeli"/>
      </w:pPr>
      <w:bookmarkStart w:id="77" w:name="_Toc88940821"/>
      <w:bookmarkStart w:id="78" w:name="_Toc93140924"/>
      <w:bookmarkStart w:id="79" w:name="_Toc94463045"/>
      <w:bookmarkStart w:id="80" w:name="_Toc97548288"/>
      <w:bookmarkStart w:id="81" w:name="_Toc184807216"/>
      <w:r w:rsidRPr="00986A0A">
        <w:t xml:space="preserve">Tabela </w:t>
      </w:r>
      <w:r w:rsidRPr="00986A0A">
        <w:fldChar w:fldCharType="begin"/>
      </w:r>
      <w:r w:rsidRPr="00986A0A">
        <w:instrText xml:space="preserve"> SEQ Tabela \* ARABIC </w:instrText>
      </w:r>
      <w:r w:rsidRPr="00986A0A">
        <w:fldChar w:fldCharType="separate"/>
      </w:r>
      <w:r w:rsidR="00023596">
        <w:rPr>
          <w:noProof/>
        </w:rPr>
        <w:t>8</w:t>
      </w:r>
      <w:r w:rsidRPr="00986A0A">
        <w:fldChar w:fldCharType="end"/>
      </w:r>
      <w:r w:rsidRPr="00986A0A">
        <w:t xml:space="preserve">. Dane ogólne w ramach struktury </w:t>
      </w:r>
      <w:bookmarkEnd w:id="77"/>
      <w:bookmarkEnd w:id="78"/>
      <w:bookmarkEnd w:id="79"/>
      <w:bookmarkEnd w:id="80"/>
      <w:r w:rsidRPr="00986A0A">
        <w:t>dokumentu WZBPL</w:t>
      </w:r>
      <w:bookmarkEnd w:id="81"/>
    </w:p>
    <w:tbl>
      <w:tblPr>
        <w:tblStyle w:val="Tabela-Siatka"/>
        <w:tblW w:w="9322" w:type="dxa"/>
        <w:tblLook w:val="01E0" w:firstRow="1" w:lastRow="1" w:firstColumn="1" w:lastColumn="1" w:noHBand="0" w:noVBand="0"/>
      </w:tblPr>
      <w:tblGrid>
        <w:gridCol w:w="3069"/>
        <w:gridCol w:w="6253"/>
      </w:tblGrid>
      <w:tr w:rsidR="00014BBE" w:rsidRPr="00986A0A" w14:paraId="00CF958B" w14:textId="77777777" w:rsidTr="00010E2F">
        <w:trPr>
          <w:tblHeader/>
        </w:trPr>
        <w:tc>
          <w:tcPr>
            <w:tcW w:w="3069" w:type="dxa"/>
            <w:shd w:val="clear" w:color="auto" w:fill="D9D9D9" w:themeFill="background1" w:themeFillShade="D9"/>
          </w:tcPr>
          <w:p w14:paraId="7603C0DD" w14:textId="6296A2B9" w:rsidR="00014BBE" w:rsidRPr="00986A0A" w:rsidRDefault="00014BBE" w:rsidP="00986A0A">
            <w:pPr>
              <w:pStyle w:val="Legenda"/>
            </w:pPr>
            <w:r w:rsidRPr="00986A0A">
              <w:t>Ogólne</w:t>
            </w:r>
          </w:p>
        </w:tc>
        <w:tc>
          <w:tcPr>
            <w:tcW w:w="6253" w:type="dxa"/>
            <w:shd w:val="clear" w:color="auto" w:fill="D9D9D9" w:themeFill="background1" w:themeFillShade="D9"/>
          </w:tcPr>
          <w:p w14:paraId="090ADD11" w14:textId="47ED78CF" w:rsidR="00014BBE" w:rsidRPr="00986A0A" w:rsidRDefault="00014BBE" w:rsidP="00986A0A">
            <w:pPr>
              <w:pStyle w:val="Legenda"/>
            </w:pPr>
          </w:p>
        </w:tc>
      </w:tr>
      <w:tr w:rsidR="00AE58FB" w:rsidRPr="00986A0A" w14:paraId="26BBD01B" w14:textId="77777777" w:rsidTr="00010E2F">
        <w:tc>
          <w:tcPr>
            <w:tcW w:w="3069" w:type="dxa"/>
          </w:tcPr>
          <w:p w14:paraId="5138E082" w14:textId="77777777" w:rsidR="00AE58FB" w:rsidRPr="00986A0A" w:rsidRDefault="00AE58FB" w:rsidP="00986A0A">
            <w:pPr>
              <w:pStyle w:val="Z2tabelatekst"/>
            </w:pPr>
            <w:r w:rsidRPr="00986A0A">
              <w:t>Opis</w:t>
            </w:r>
          </w:p>
        </w:tc>
        <w:tc>
          <w:tcPr>
            <w:tcW w:w="6253" w:type="dxa"/>
          </w:tcPr>
          <w:p w14:paraId="0E09BD9C" w14:textId="0596C7FB" w:rsidR="00AE58FB" w:rsidRPr="00986A0A" w:rsidRDefault="00104424" w:rsidP="00986A0A">
            <w:pPr>
              <w:pStyle w:val="Z2tabelatekst"/>
            </w:pPr>
            <w:r w:rsidRPr="00986A0A">
              <w:t xml:space="preserve">Struktura </w:t>
            </w:r>
            <w:r w:rsidR="00B44E8B" w:rsidRPr="00986A0A">
              <w:t>dokumentu</w:t>
            </w:r>
            <w:r w:rsidR="00794BA6" w:rsidRPr="00986A0A">
              <w:t xml:space="preserve"> </w:t>
            </w:r>
            <w:r w:rsidR="00582AB0" w:rsidRPr="00986A0A">
              <w:t xml:space="preserve">w zakresie elektronicznej obsługi </w:t>
            </w:r>
            <w:r w:rsidR="00B44E8B" w:rsidRPr="00986A0A">
              <w:t>wstępnego zapotrzebowania na banderole podatkowe i legalizacyjne</w:t>
            </w:r>
          </w:p>
        </w:tc>
      </w:tr>
      <w:tr w:rsidR="00AE58FB" w:rsidRPr="00986A0A" w14:paraId="345AE0A5" w14:textId="77777777" w:rsidTr="00010E2F">
        <w:tc>
          <w:tcPr>
            <w:tcW w:w="3069" w:type="dxa"/>
          </w:tcPr>
          <w:p w14:paraId="0E2B6BC3" w14:textId="77777777" w:rsidR="00AE58FB" w:rsidRPr="00986A0A" w:rsidRDefault="00AE58FB" w:rsidP="00986A0A">
            <w:pPr>
              <w:pStyle w:val="Z2tabelatekst"/>
            </w:pPr>
            <w:r w:rsidRPr="00986A0A">
              <w:t>Proces biznesowy</w:t>
            </w:r>
          </w:p>
        </w:tc>
        <w:tc>
          <w:tcPr>
            <w:tcW w:w="6253" w:type="dxa"/>
          </w:tcPr>
          <w:p w14:paraId="32D1C40C" w14:textId="77777777" w:rsidR="00AE58FB" w:rsidRPr="00986A0A" w:rsidRDefault="00AE58FB" w:rsidP="00986A0A">
            <w:pPr>
              <w:pStyle w:val="Z2tabelatekst"/>
            </w:pPr>
          </w:p>
        </w:tc>
      </w:tr>
      <w:tr w:rsidR="00AE58FB" w:rsidRPr="00986A0A" w14:paraId="2E174809" w14:textId="77777777" w:rsidTr="00010E2F">
        <w:tc>
          <w:tcPr>
            <w:tcW w:w="3069" w:type="dxa"/>
          </w:tcPr>
          <w:p w14:paraId="1D68DD14" w14:textId="043360F8" w:rsidR="00AE58FB" w:rsidRPr="00986A0A" w:rsidRDefault="00D41F2E" w:rsidP="00986A0A">
            <w:pPr>
              <w:pStyle w:val="Z2tabelatekst"/>
            </w:pPr>
            <w:r w:rsidRPr="00986A0A">
              <w:t xml:space="preserve">Wersja </w:t>
            </w:r>
            <w:r w:rsidR="009D46ED" w:rsidRPr="00986A0A">
              <w:t>dokumentu</w:t>
            </w:r>
          </w:p>
        </w:tc>
        <w:tc>
          <w:tcPr>
            <w:tcW w:w="6253" w:type="dxa"/>
          </w:tcPr>
          <w:p w14:paraId="5AF61883" w14:textId="0D60974C" w:rsidR="00AE58FB" w:rsidRPr="00986A0A" w:rsidRDefault="002E4577" w:rsidP="00986A0A">
            <w:pPr>
              <w:pStyle w:val="Z2tabelatekst"/>
            </w:pPr>
            <w:r w:rsidRPr="00986A0A">
              <w:t>3</w:t>
            </w:r>
            <w:r w:rsidR="006E47B0" w:rsidRPr="00986A0A">
              <w:t>_0</w:t>
            </w:r>
          </w:p>
        </w:tc>
      </w:tr>
      <w:tr w:rsidR="00AE58FB" w:rsidRPr="00986A0A" w14:paraId="73735482" w14:textId="77777777" w:rsidTr="00010E2F">
        <w:tc>
          <w:tcPr>
            <w:tcW w:w="3069" w:type="dxa"/>
          </w:tcPr>
          <w:p w14:paraId="4E335111" w14:textId="6D0D37DE" w:rsidR="00AE58FB" w:rsidRPr="00986A0A" w:rsidRDefault="00D41F2E" w:rsidP="00986A0A">
            <w:pPr>
              <w:pStyle w:val="Z2tabelatekst"/>
            </w:pPr>
            <w:r w:rsidRPr="00986A0A">
              <w:t xml:space="preserve">Zależności od innych </w:t>
            </w:r>
            <w:r w:rsidR="009D46ED" w:rsidRPr="00986A0A">
              <w:t>dokumentów</w:t>
            </w:r>
          </w:p>
        </w:tc>
        <w:tc>
          <w:tcPr>
            <w:tcW w:w="6253" w:type="dxa"/>
          </w:tcPr>
          <w:p w14:paraId="21B9E42D" w14:textId="77777777" w:rsidR="00AE58FB" w:rsidRPr="00986A0A" w:rsidRDefault="00AE58FB" w:rsidP="00986A0A">
            <w:pPr>
              <w:pStyle w:val="Z2tabelatekst"/>
            </w:pPr>
          </w:p>
        </w:tc>
      </w:tr>
      <w:tr w:rsidR="00AE58FB" w:rsidRPr="00986A0A" w14:paraId="1D569835" w14:textId="77777777" w:rsidTr="00010E2F">
        <w:tc>
          <w:tcPr>
            <w:tcW w:w="3069" w:type="dxa"/>
          </w:tcPr>
          <w:p w14:paraId="2A7DE7FA" w14:textId="77777777" w:rsidR="00AE58FB" w:rsidRPr="00986A0A" w:rsidRDefault="00AE58FB" w:rsidP="00986A0A">
            <w:pPr>
              <w:pStyle w:val="Z2tabelatekst"/>
            </w:pPr>
            <w:r w:rsidRPr="00986A0A">
              <w:t xml:space="preserve">Technologia </w:t>
            </w:r>
          </w:p>
        </w:tc>
        <w:tc>
          <w:tcPr>
            <w:tcW w:w="6253" w:type="dxa"/>
          </w:tcPr>
          <w:p w14:paraId="3B393943" w14:textId="77777777" w:rsidR="00AE58FB" w:rsidRPr="00986A0A" w:rsidRDefault="009F6ED6" w:rsidP="00986A0A">
            <w:pPr>
              <w:pStyle w:val="Z2tabelatekst"/>
            </w:pPr>
            <w:r w:rsidRPr="00986A0A">
              <w:t>XML</w:t>
            </w:r>
          </w:p>
        </w:tc>
      </w:tr>
      <w:tr w:rsidR="00AE58FB" w:rsidRPr="00986A0A" w14:paraId="4E9416DD" w14:textId="77777777" w:rsidTr="00010E2F">
        <w:tc>
          <w:tcPr>
            <w:tcW w:w="3069" w:type="dxa"/>
          </w:tcPr>
          <w:p w14:paraId="1E19ED11" w14:textId="77777777" w:rsidR="00AE58FB" w:rsidRPr="00986A0A" w:rsidRDefault="00AE58FB" w:rsidP="00986A0A">
            <w:pPr>
              <w:pStyle w:val="Z2tabelatekst"/>
            </w:pPr>
            <w:r w:rsidRPr="00986A0A">
              <w:t>Reguły biznesowe</w:t>
            </w:r>
          </w:p>
        </w:tc>
        <w:tc>
          <w:tcPr>
            <w:tcW w:w="6253" w:type="dxa"/>
          </w:tcPr>
          <w:p w14:paraId="63A86769" w14:textId="77777777" w:rsidR="00AE58FB" w:rsidRPr="00986A0A" w:rsidRDefault="00AE58FB" w:rsidP="00986A0A">
            <w:pPr>
              <w:pStyle w:val="Z2tabelatekst"/>
            </w:pPr>
          </w:p>
        </w:tc>
      </w:tr>
      <w:tr w:rsidR="00AE58FB" w:rsidRPr="00986A0A" w14:paraId="62959BBA" w14:textId="77777777" w:rsidTr="00010E2F">
        <w:tc>
          <w:tcPr>
            <w:tcW w:w="3069" w:type="dxa"/>
          </w:tcPr>
          <w:p w14:paraId="223DEF75" w14:textId="77777777" w:rsidR="00AE58FB" w:rsidRPr="00986A0A" w:rsidRDefault="00AE58FB" w:rsidP="00986A0A">
            <w:pPr>
              <w:pStyle w:val="Z2tabelatekst"/>
            </w:pPr>
            <w:r w:rsidRPr="00986A0A">
              <w:t>Wykorzystane standardy</w:t>
            </w:r>
          </w:p>
        </w:tc>
        <w:tc>
          <w:tcPr>
            <w:tcW w:w="6253" w:type="dxa"/>
          </w:tcPr>
          <w:p w14:paraId="3D1826CF" w14:textId="77777777" w:rsidR="00AE58FB" w:rsidRPr="00986A0A" w:rsidRDefault="00B5046C" w:rsidP="00986A0A">
            <w:pPr>
              <w:pStyle w:val="Z2tabelatekst"/>
            </w:pPr>
            <w:r w:rsidRPr="00986A0A">
              <w:t>XML</w:t>
            </w:r>
          </w:p>
        </w:tc>
      </w:tr>
      <w:tr w:rsidR="00AE58FB" w:rsidRPr="00986A0A" w14:paraId="3781AA9E" w14:textId="77777777" w:rsidTr="00010E2F">
        <w:tc>
          <w:tcPr>
            <w:tcW w:w="3069" w:type="dxa"/>
          </w:tcPr>
          <w:p w14:paraId="2084282E" w14:textId="77777777" w:rsidR="00AE58FB" w:rsidRPr="00986A0A" w:rsidRDefault="00AE58FB" w:rsidP="00986A0A">
            <w:pPr>
              <w:pStyle w:val="Z2tabelatekst"/>
            </w:pPr>
            <w:proofErr w:type="spellStart"/>
            <w:r w:rsidRPr="00986A0A">
              <w:t>Namespaces</w:t>
            </w:r>
            <w:proofErr w:type="spellEnd"/>
          </w:p>
        </w:tc>
        <w:tc>
          <w:tcPr>
            <w:tcW w:w="6253" w:type="dxa"/>
          </w:tcPr>
          <w:p w14:paraId="09063EFC" w14:textId="3ECC193F" w:rsidR="006E47B0" w:rsidRPr="00986A0A" w:rsidRDefault="006E47B0" w:rsidP="00986A0A">
            <w:pPr>
              <w:pStyle w:val="Z2tabelatekst"/>
            </w:pPr>
            <w:r w:rsidRPr="00986A0A">
              <w:t>http://www.e-clo.pl/ZEFIR2/eZefir2/xsd/v</w:t>
            </w:r>
            <w:r w:rsidR="0074589D" w:rsidRPr="00986A0A">
              <w:t>2</w:t>
            </w:r>
            <w:r w:rsidRPr="00986A0A">
              <w:t>_</w:t>
            </w:r>
            <w:r w:rsidR="00FF6C8B" w:rsidRPr="00986A0A">
              <w:t>1</w:t>
            </w:r>
            <w:r w:rsidRPr="00986A0A">
              <w:t>/</w:t>
            </w:r>
            <w:r w:rsidR="009D46ED" w:rsidRPr="00986A0A">
              <w:t>W</w:t>
            </w:r>
            <w:r w:rsidR="0074589D" w:rsidRPr="00986A0A">
              <w:t>ZBPL</w:t>
            </w:r>
            <w:r w:rsidRPr="00986A0A">
              <w:t>.xsd</w:t>
            </w:r>
          </w:p>
          <w:p w14:paraId="4FAB0DF5" w14:textId="510A42A6" w:rsidR="006E47B0" w:rsidRPr="00986A0A" w:rsidRDefault="006E47B0" w:rsidP="00986A0A">
            <w:pPr>
              <w:pStyle w:val="Z2tabelatekst"/>
            </w:pPr>
            <w:r w:rsidRPr="00986A0A">
              <w:t>http://www.e-clo.pl/ZEFIR2/eZefir2/xsd/v</w:t>
            </w:r>
            <w:r w:rsidR="0074589D" w:rsidRPr="00986A0A">
              <w:t>9</w:t>
            </w:r>
            <w:r w:rsidRPr="00986A0A">
              <w:t>_0/Types.xsd</w:t>
            </w:r>
          </w:p>
          <w:p w14:paraId="7043439F" w14:textId="069A598B" w:rsidR="006E47B0" w:rsidRPr="00986A0A" w:rsidRDefault="006E47B0" w:rsidP="00986A0A">
            <w:pPr>
              <w:pStyle w:val="Z2tabelatekst"/>
            </w:pPr>
            <w:r w:rsidRPr="00986A0A">
              <w:t>http://www.e-clo.pl/ZEF</w:t>
            </w:r>
            <w:r w:rsidR="00362667" w:rsidRPr="00986A0A">
              <w:t>IR2/eZefir2/xsd/v</w:t>
            </w:r>
            <w:r w:rsidR="0074589D" w:rsidRPr="00986A0A">
              <w:t>9</w:t>
            </w:r>
            <w:r w:rsidRPr="00986A0A">
              <w:t>_0/Trader.xsd</w:t>
            </w:r>
          </w:p>
          <w:p w14:paraId="5F861FDF" w14:textId="77777777" w:rsidR="006E47B0" w:rsidRPr="00986A0A" w:rsidRDefault="00470C86" w:rsidP="00986A0A">
            <w:pPr>
              <w:pStyle w:val="Z2tabelatekst"/>
            </w:pPr>
            <w:r w:rsidRPr="00986A0A">
              <w:t>http://www.e-clo.pl/ZEFIR2/eZefir2/xsd/v2_0/Authentication.xsd</w:t>
            </w:r>
          </w:p>
        </w:tc>
      </w:tr>
      <w:tr w:rsidR="00AE58FB" w:rsidRPr="00986A0A" w14:paraId="48D690F1" w14:textId="77777777" w:rsidTr="00010E2F">
        <w:tc>
          <w:tcPr>
            <w:tcW w:w="3069" w:type="dxa"/>
          </w:tcPr>
          <w:p w14:paraId="047B4BDD" w14:textId="77777777" w:rsidR="00AE58FB" w:rsidRPr="00986A0A" w:rsidRDefault="00AE58FB" w:rsidP="00986A0A">
            <w:pPr>
              <w:pStyle w:val="Z2tabelatekst"/>
            </w:pPr>
            <w:r w:rsidRPr="00986A0A">
              <w:t xml:space="preserve">Definicja struktur </w:t>
            </w:r>
          </w:p>
        </w:tc>
        <w:tc>
          <w:tcPr>
            <w:tcW w:w="6253" w:type="dxa"/>
          </w:tcPr>
          <w:p w14:paraId="091A164F" w14:textId="0B573082" w:rsidR="00AE58FB" w:rsidRPr="00986A0A" w:rsidRDefault="0074589D" w:rsidP="00986A0A">
            <w:pPr>
              <w:pStyle w:val="Z2tabelatekst"/>
            </w:pPr>
            <w:r w:rsidRPr="00986A0A">
              <w:t>WZBPL</w:t>
            </w:r>
            <w:r w:rsidR="00AE58FB" w:rsidRPr="00986A0A">
              <w:t>.xsd</w:t>
            </w:r>
          </w:p>
        </w:tc>
      </w:tr>
    </w:tbl>
    <w:p w14:paraId="7B5B0159" w14:textId="07A3EC1F" w:rsidR="00F30972" w:rsidRPr="00986A0A" w:rsidRDefault="00A9674E" w:rsidP="00986A0A">
      <w:pPr>
        <w:pStyle w:val="Nagwek3"/>
        <w:spacing w:line="276" w:lineRule="auto"/>
      </w:pPr>
      <w:bookmarkStart w:id="82" w:name="_Toc97548289"/>
      <w:bookmarkStart w:id="83" w:name="_Toc184807204"/>
      <w:r w:rsidRPr="00986A0A">
        <w:t xml:space="preserve">Struktura </w:t>
      </w:r>
      <w:bookmarkEnd w:id="82"/>
      <w:r w:rsidRPr="00986A0A">
        <w:t xml:space="preserve">dokumentu </w:t>
      </w:r>
      <w:r w:rsidR="000E1C17" w:rsidRPr="00986A0A">
        <w:t>W</w:t>
      </w:r>
      <w:r w:rsidR="002078DC" w:rsidRPr="00986A0A">
        <w:t>ZBPL</w:t>
      </w:r>
      <w:bookmarkEnd w:id="83"/>
    </w:p>
    <w:p w14:paraId="5D881CAC" w14:textId="77777777" w:rsidR="00010E2F" w:rsidRPr="00986A0A" w:rsidRDefault="00010E2F" w:rsidP="00986A0A">
      <w:pPr>
        <w:pStyle w:val="Akapitzlist"/>
        <w:numPr>
          <w:ilvl w:val="0"/>
          <w:numId w:val="14"/>
        </w:numPr>
        <w:spacing w:before="0" w:after="0"/>
        <w:rPr>
          <w:rFonts w:ascii="Consolas" w:hAnsi="Consolas"/>
        </w:rPr>
      </w:pPr>
      <w:r w:rsidRPr="00986A0A">
        <w:rPr>
          <w:rFonts w:ascii="Consolas" w:hAnsi="Consolas"/>
        </w:rPr>
        <w:t>(</w:t>
      </w:r>
      <w:proofErr w:type="spellStart"/>
      <w:r w:rsidRPr="00986A0A">
        <w:rPr>
          <w:rFonts w:ascii="Consolas" w:hAnsi="Consolas"/>
        </w:rPr>
        <w:t>WZBPLType</w:t>
      </w:r>
      <w:proofErr w:type="spellEnd"/>
      <w:r w:rsidRPr="00986A0A">
        <w:rPr>
          <w:rFonts w:ascii="Consolas" w:hAnsi="Consolas"/>
        </w:rPr>
        <w:t>)</w:t>
      </w:r>
    </w:p>
    <w:p w14:paraId="49C0EBDE" w14:textId="7A4FF0CC"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ZVersion</w:t>
      </w:r>
      <w:proofErr w:type="spellEnd"/>
      <w:r w:rsidRPr="00986A0A">
        <w:rPr>
          <w:rFonts w:ascii="Consolas" w:hAnsi="Consolas"/>
        </w:rPr>
        <w:t xml:space="preserve"> (version) </w:t>
      </w:r>
    </w:p>
    <w:p w14:paraId="09258762" w14:textId="238682AD"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Header</w:t>
      </w:r>
      <w:proofErr w:type="spellEnd"/>
      <w:r w:rsidRPr="00986A0A">
        <w:rPr>
          <w:rFonts w:ascii="Consolas" w:hAnsi="Consolas"/>
        </w:rPr>
        <w:t>(</w:t>
      </w:r>
      <w:proofErr w:type="spellStart"/>
      <w:r w:rsidRPr="00986A0A">
        <w:rPr>
          <w:rFonts w:ascii="Consolas" w:hAnsi="Consolas"/>
        </w:rPr>
        <w:t>HeaderType</w:t>
      </w:r>
      <w:proofErr w:type="spellEnd"/>
      <w:r w:rsidRPr="00986A0A">
        <w:rPr>
          <w:rFonts w:ascii="Consolas" w:hAnsi="Consolas"/>
        </w:rPr>
        <w:t>)</w:t>
      </w:r>
    </w:p>
    <w:p w14:paraId="7FC76502" w14:textId="436562A7"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ZTrader</w:t>
      </w:r>
      <w:proofErr w:type="spellEnd"/>
      <w:r w:rsidRPr="00986A0A">
        <w:rPr>
          <w:rFonts w:ascii="Consolas" w:hAnsi="Consolas"/>
        </w:rPr>
        <w:t xml:space="preserve"> (</w:t>
      </w:r>
      <w:proofErr w:type="spellStart"/>
      <w:r w:rsidRPr="00986A0A">
        <w:rPr>
          <w:rFonts w:ascii="Consolas" w:hAnsi="Consolas"/>
        </w:rPr>
        <w:t>Trader</w:t>
      </w:r>
      <w:proofErr w:type="spellEnd"/>
      <w:r w:rsidRPr="00986A0A">
        <w:rPr>
          <w:rFonts w:ascii="Consolas" w:hAnsi="Consolas"/>
        </w:rPr>
        <w:t>)</w:t>
      </w:r>
    </w:p>
    <w:p w14:paraId="1F7AF697" w14:textId="2B5DAA92"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Stamps</w:t>
      </w:r>
      <w:proofErr w:type="spellEnd"/>
      <w:r w:rsidRPr="00986A0A">
        <w:rPr>
          <w:rFonts w:ascii="Consolas" w:hAnsi="Consolas"/>
        </w:rPr>
        <w:t xml:space="preserve"> (</w:t>
      </w:r>
      <w:proofErr w:type="spellStart"/>
      <w:r w:rsidRPr="00986A0A">
        <w:rPr>
          <w:rFonts w:ascii="Consolas" w:hAnsi="Consolas"/>
        </w:rPr>
        <w:t>stampsType</w:t>
      </w:r>
      <w:proofErr w:type="spellEnd"/>
      <w:r w:rsidRPr="00986A0A">
        <w:rPr>
          <w:rFonts w:ascii="Consolas" w:hAnsi="Consolas"/>
        </w:rPr>
        <w:t>)</w:t>
      </w:r>
    </w:p>
    <w:p w14:paraId="4B52B1E2" w14:textId="5C6860FD" w:rsidR="00010E2F" w:rsidRPr="00986A0A" w:rsidRDefault="00010E2F" w:rsidP="00986A0A">
      <w:pPr>
        <w:pStyle w:val="Akapitzlist"/>
        <w:numPr>
          <w:ilvl w:val="0"/>
          <w:numId w:val="14"/>
        </w:numPr>
        <w:spacing w:before="0" w:after="0"/>
        <w:rPr>
          <w:rFonts w:ascii="Consolas" w:hAnsi="Consolas"/>
        </w:rPr>
      </w:pPr>
      <w:r w:rsidRPr="00986A0A">
        <w:rPr>
          <w:rFonts w:ascii="Consolas" w:hAnsi="Consolas"/>
        </w:rPr>
        <w:t>(</w:t>
      </w:r>
      <w:proofErr w:type="spellStart"/>
      <w:r w:rsidRPr="00986A0A">
        <w:rPr>
          <w:rFonts w:ascii="Consolas" w:hAnsi="Consolas"/>
        </w:rPr>
        <w:t>stampType</w:t>
      </w:r>
      <w:proofErr w:type="spellEnd"/>
      <w:r w:rsidRPr="00986A0A">
        <w:rPr>
          <w:rFonts w:ascii="Consolas" w:hAnsi="Consolas"/>
        </w:rPr>
        <w:t>)(Banderole)</w:t>
      </w:r>
    </w:p>
    <w:p w14:paraId="3E7EF954" w14:textId="6905ED52"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authorizedRepresentative</w:t>
      </w:r>
      <w:proofErr w:type="spellEnd"/>
      <w:r w:rsidRPr="00986A0A">
        <w:rPr>
          <w:rFonts w:ascii="Consolas" w:hAnsi="Consolas"/>
        </w:rPr>
        <w:t xml:space="preserve"> (</w:t>
      </w:r>
      <w:proofErr w:type="spellStart"/>
      <w:r w:rsidRPr="00986A0A">
        <w:rPr>
          <w:rFonts w:ascii="Consolas" w:hAnsi="Consolas"/>
        </w:rPr>
        <w:t>authorizedRepresentativeType</w:t>
      </w:r>
      <w:proofErr w:type="spellEnd"/>
      <w:r w:rsidRPr="00986A0A">
        <w:rPr>
          <w:rFonts w:ascii="Consolas" w:hAnsi="Consolas"/>
        </w:rPr>
        <w:t>)</w:t>
      </w:r>
    </w:p>
    <w:p w14:paraId="282FD745" w14:textId="16A59305"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Attachments</w:t>
      </w:r>
      <w:proofErr w:type="spellEnd"/>
      <w:r w:rsidRPr="00986A0A">
        <w:rPr>
          <w:rFonts w:ascii="Consolas" w:hAnsi="Consolas"/>
        </w:rPr>
        <w:t xml:space="preserve"> (</w:t>
      </w:r>
      <w:proofErr w:type="spellStart"/>
      <w:r w:rsidRPr="00986A0A">
        <w:rPr>
          <w:rFonts w:ascii="Consolas" w:hAnsi="Consolas"/>
        </w:rPr>
        <w:t>AttachmentsType</w:t>
      </w:r>
      <w:proofErr w:type="spellEnd"/>
      <w:r w:rsidRPr="00986A0A">
        <w:rPr>
          <w:rFonts w:ascii="Consolas" w:hAnsi="Consolas"/>
        </w:rPr>
        <w:t>)</w:t>
      </w:r>
    </w:p>
    <w:p w14:paraId="4E623E0B" w14:textId="7A59EEC6" w:rsidR="00010E2F" w:rsidRPr="00986A0A" w:rsidRDefault="00010E2F" w:rsidP="00986A0A">
      <w:pPr>
        <w:pStyle w:val="Akapitzlist"/>
        <w:numPr>
          <w:ilvl w:val="0"/>
          <w:numId w:val="14"/>
        </w:numPr>
        <w:spacing w:before="0" w:after="0"/>
        <w:rPr>
          <w:rFonts w:ascii="Consolas" w:hAnsi="Consolas"/>
        </w:rPr>
      </w:pPr>
      <w:r w:rsidRPr="00986A0A">
        <w:rPr>
          <w:rFonts w:ascii="Consolas" w:hAnsi="Consolas"/>
        </w:rPr>
        <w:t>(</w:t>
      </w:r>
      <w:proofErr w:type="spellStart"/>
      <w:r w:rsidRPr="00986A0A">
        <w:rPr>
          <w:rFonts w:ascii="Consolas" w:hAnsi="Consolas"/>
        </w:rPr>
        <w:t>attachmentType</w:t>
      </w:r>
      <w:proofErr w:type="spellEnd"/>
      <w:r w:rsidRPr="00986A0A">
        <w:rPr>
          <w:rFonts w:ascii="Consolas" w:hAnsi="Consolas"/>
        </w:rPr>
        <w:t>)</w:t>
      </w:r>
    </w:p>
    <w:p w14:paraId="29F30CE1" w14:textId="4833E8F6"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Authentication</w:t>
      </w:r>
      <w:proofErr w:type="spellEnd"/>
      <w:r w:rsidRPr="00986A0A">
        <w:rPr>
          <w:rFonts w:ascii="Consolas" w:hAnsi="Consolas"/>
        </w:rPr>
        <w:t xml:space="preserve"> (</w:t>
      </w:r>
      <w:proofErr w:type="spellStart"/>
      <w:r w:rsidRPr="00986A0A">
        <w:rPr>
          <w:rFonts w:ascii="Consolas" w:hAnsi="Consolas"/>
        </w:rPr>
        <w:t>AuthenticationType</w:t>
      </w:r>
      <w:proofErr w:type="spellEnd"/>
      <w:r w:rsidRPr="00986A0A">
        <w:rPr>
          <w:rFonts w:ascii="Consolas" w:hAnsi="Consolas"/>
        </w:rPr>
        <w:t>)</w:t>
      </w:r>
    </w:p>
    <w:p w14:paraId="5E629967" w14:textId="54DD4885" w:rsidR="00010E2F" w:rsidRPr="00986A0A" w:rsidRDefault="00010E2F" w:rsidP="00986A0A">
      <w:pPr>
        <w:pStyle w:val="Akapitzlist"/>
        <w:numPr>
          <w:ilvl w:val="0"/>
          <w:numId w:val="14"/>
        </w:numPr>
        <w:spacing w:before="0" w:after="0"/>
        <w:rPr>
          <w:rFonts w:ascii="Consolas" w:hAnsi="Consolas"/>
        </w:rPr>
      </w:pPr>
      <w:proofErr w:type="spellStart"/>
      <w:r w:rsidRPr="00986A0A">
        <w:rPr>
          <w:rFonts w:ascii="Consolas" w:hAnsi="Consolas"/>
        </w:rPr>
        <w:t>SignatureType</w:t>
      </w:r>
      <w:proofErr w:type="spellEnd"/>
    </w:p>
    <w:p w14:paraId="10275665" w14:textId="77777777" w:rsidR="00986A0A" w:rsidRPr="00986A0A" w:rsidRDefault="00986A0A" w:rsidP="00986A0A">
      <w:pPr>
        <w:spacing w:before="0" w:after="0"/>
        <w:rPr>
          <w:rFonts w:eastAsia="Times New Roman" w:cs="Open Sans"/>
          <w:sz w:val="22"/>
          <w:szCs w:val="18"/>
          <w:lang w:eastAsia="pl-PL"/>
        </w:rPr>
      </w:pPr>
      <w:r w:rsidRPr="00986A0A">
        <w:br w:type="page"/>
      </w:r>
    </w:p>
    <w:p w14:paraId="753CC22E" w14:textId="08298ECE" w:rsidR="00A9674E" w:rsidRPr="00986A0A" w:rsidRDefault="00A9674E" w:rsidP="00986A0A">
      <w:pPr>
        <w:pStyle w:val="Z2PodpisRysunkuTabeli"/>
        <w:rPr>
          <w:b/>
        </w:rPr>
      </w:pPr>
      <w:bookmarkStart w:id="84" w:name="_Toc184807217"/>
      <w:r w:rsidRPr="00986A0A">
        <w:lastRenderedPageBreak/>
        <w:t xml:space="preserve">Tabela </w:t>
      </w:r>
      <w:r w:rsidRPr="00986A0A">
        <w:fldChar w:fldCharType="begin"/>
      </w:r>
      <w:r w:rsidRPr="00986A0A">
        <w:instrText xml:space="preserve"> SEQ Tabela \* ARABIC </w:instrText>
      </w:r>
      <w:r w:rsidRPr="00986A0A">
        <w:fldChar w:fldCharType="separate"/>
      </w:r>
      <w:r w:rsidR="00023596">
        <w:rPr>
          <w:noProof/>
        </w:rPr>
        <w:t>9</w:t>
      </w:r>
      <w:r w:rsidRPr="00986A0A">
        <w:fldChar w:fldCharType="end"/>
      </w:r>
      <w:r w:rsidRPr="00986A0A">
        <w:t>. Struktura dokumentu WZBPL</w:t>
      </w:r>
      <w:bookmarkEnd w:id="84"/>
    </w:p>
    <w:tbl>
      <w:tblPr>
        <w:tblStyle w:val="Tabela-Siatka"/>
        <w:tblW w:w="9306" w:type="dxa"/>
        <w:tblLook w:val="01E0" w:firstRow="1" w:lastRow="1" w:firstColumn="1" w:lastColumn="1" w:noHBand="0" w:noVBand="0"/>
      </w:tblPr>
      <w:tblGrid>
        <w:gridCol w:w="2147"/>
        <w:gridCol w:w="3688"/>
        <w:gridCol w:w="2090"/>
        <w:gridCol w:w="1381"/>
      </w:tblGrid>
      <w:tr w:rsidR="00A31F41" w:rsidRPr="00986A0A" w14:paraId="4186E9A0" w14:textId="77777777" w:rsidTr="00010E2F">
        <w:trPr>
          <w:trHeight w:val="213"/>
          <w:tblHeader/>
        </w:trPr>
        <w:tc>
          <w:tcPr>
            <w:tcW w:w="2147" w:type="dxa"/>
            <w:shd w:val="clear" w:color="auto" w:fill="D9D9D9" w:themeFill="background1" w:themeFillShade="D9"/>
          </w:tcPr>
          <w:p w14:paraId="764E0F16" w14:textId="77777777" w:rsidR="00A31F41" w:rsidRPr="00986A0A" w:rsidRDefault="00A31F41" w:rsidP="00986A0A">
            <w:pPr>
              <w:pStyle w:val="Legenda"/>
            </w:pPr>
            <w:r w:rsidRPr="00986A0A">
              <w:t xml:space="preserve">Nazwa </w:t>
            </w:r>
          </w:p>
        </w:tc>
        <w:tc>
          <w:tcPr>
            <w:tcW w:w="3688" w:type="dxa"/>
            <w:shd w:val="clear" w:color="auto" w:fill="D9D9D9" w:themeFill="background1" w:themeFillShade="D9"/>
          </w:tcPr>
          <w:p w14:paraId="2BA5C5DD" w14:textId="77777777" w:rsidR="00A31F41" w:rsidRPr="00986A0A" w:rsidRDefault="00A31F41" w:rsidP="00986A0A">
            <w:pPr>
              <w:pStyle w:val="Legenda"/>
            </w:pPr>
            <w:r w:rsidRPr="00986A0A">
              <w:t>Opis</w:t>
            </w:r>
          </w:p>
        </w:tc>
        <w:tc>
          <w:tcPr>
            <w:tcW w:w="2090" w:type="dxa"/>
            <w:shd w:val="clear" w:color="auto" w:fill="D9D9D9" w:themeFill="background1" w:themeFillShade="D9"/>
          </w:tcPr>
          <w:p w14:paraId="11A48754" w14:textId="77777777" w:rsidR="00A31F41" w:rsidRPr="00986A0A" w:rsidRDefault="00A31F41" w:rsidP="00986A0A">
            <w:pPr>
              <w:pStyle w:val="Legenda"/>
            </w:pPr>
            <w:r w:rsidRPr="00986A0A">
              <w:t>Typ</w:t>
            </w:r>
          </w:p>
        </w:tc>
        <w:tc>
          <w:tcPr>
            <w:tcW w:w="1381" w:type="dxa"/>
            <w:shd w:val="clear" w:color="auto" w:fill="D9D9D9" w:themeFill="background1" w:themeFillShade="D9"/>
          </w:tcPr>
          <w:p w14:paraId="6FE86566" w14:textId="77777777" w:rsidR="00A31F41" w:rsidRPr="00986A0A" w:rsidRDefault="00A31F41" w:rsidP="00986A0A">
            <w:pPr>
              <w:pStyle w:val="Legenda"/>
            </w:pPr>
            <w:r w:rsidRPr="00986A0A">
              <w:t>Liczebność</w:t>
            </w:r>
          </w:p>
        </w:tc>
      </w:tr>
      <w:tr w:rsidR="00A31F41" w:rsidRPr="00986A0A" w14:paraId="3FE8EE65" w14:textId="77777777" w:rsidTr="00014BBE">
        <w:trPr>
          <w:trHeight w:val="213"/>
        </w:trPr>
        <w:tc>
          <w:tcPr>
            <w:tcW w:w="2147" w:type="dxa"/>
          </w:tcPr>
          <w:p w14:paraId="6FBD646E" w14:textId="77777777" w:rsidR="00A31F41" w:rsidRPr="00986A0A" w:rsidRDefault="00A31F41" w:rsidP="00986A0A">
            <w:pPr>
              <w:pStyle w:val="Z2tabelatekst"/>
            </w:pPr>
            <w:proofErr w:type="spellStart"/>
            <w:r w:rsidRPr="00986A0A">
              <w:t>Header</w:t>
            </w:r>
            <w:proofErr w:type="spellEnd"/>
          </w:p>
        </w:tc>
        <w:tc>
          <w:tcPr>
            <w:tcW w:w="3688" w:type="dxa"/>
          </w:tcPr>
          <w:p w14:paraId="4FC2D0D6" w14:textId="77777777" w:rsidR="00A31F41" w:rsidRPr="00986A0A" w:rsidRDefault="00A31F41" w:rsidP="00986A0A">
            <w:pPr>
              <w:pStyle w:val="Z2tabelatekst"/>
            </w:pPr>
            <w:r w:rsidRPr="00986A0A">
              <w:t>Nagłówek deklaracji</w:t>
            </w:r>
          </w:p>
        </w:tc>
        <w:tc>
          <w:tcPr>
            <w:tcW w:w="2090" w:type="dxa"/>
          </w:tcPr>
          <w:p w14:paraId="7FD28BC3" w14:textId="611A0A96" w:rsidR="00A31F41" w:rsidRPr="00986A0A" w:rsidRDefault="00010E2F" w:rsidP="00986A0A">
            <w:pPr>
              <w:rPr>
                <w:sz w:val="20"/>
                <w:szCs w:val="28"/>
              </w:rPr>
            </w:pPr>
            <w:proofErr w:type="spellStart"/>
            <w:r w:rsidRPr="00986A0A">
              <w:rPr>
                <w:sz w:val="20"/>
                <w:szCs w:val="28"/>
              </w:rPr>
              <w:t>HeaderTyp</w:t>
            </w:r>
            <w:proofErr w:type="spellEnd"/>
          </w:p>
        </w:tc>
        <w:tc>
          <w:tcPr>
            <w:tcW w:w="1381" w:type="dxa"/>
          </w:tcPr>
          <w:p w14:paraId="4B48B8DE" w14:textId="77777777" w:rsidR="00A31F41" w:rsidRPr="00986A0A" w:rsidRDefault="00A31F41" w:rsidP="00986A0A">
            <w:pPr>
              <w:pStyle w:val="Z2tabelatekst"/>
            </w:pPr>
            <w:r w:rsidRPr="00986A0A">
              <w:t>1..1</w:t>
            </w:r>
          </w:p>
        </w:tc>
      </w:tr>
      <w:tr w:rsidR="005E79F5" w:rsidRPr="00986A0A" w14:paraId="0B3788BD" w14:textId="77777777" w:rsidTr="00014BBE">
        <w:trPr>
          <w:trHeight w:val="213"/>
        </w:trPr>
        <w:tc>
          <w:tcPr>
            <w:tcW w:w="2147" w:type="dxa"/>
          </w:tcPr>
          <w:p w14:paraId="4923D8EE" w14:textId="77777777" w:rsidR="005E79F5" w:rsidRPr="00986A0A" w:rsidRDefault="005E79F5" w:rsidP="00986A0A">
            <w:pPr>
              <w:pStyle w:val="Z2tabelatekst"/>
            </w:pPr>
            <w:proofErr w:type="spellStart"/>
            <w:r w:rsidRPr="00986A0A">
              <w:t>Authentication</w:t>
            </w:r>
            <w:proofErr w:type="spellEnd"/>
          </w:p>
        </w:tc>
        <w:tc>
          <w:tcPr>
            <w:tcW w:w="3688" w:type="dxa"/>
          </w:tcPr>
          <w:p w14:paraId="7F45F94D" w14:textId="77777777" w:rsidR="005E79F5" w:rsidRPr="00986A0A" w:rsidRDefault="005E79F5" w:rsidP="00986A0A">
            <w:pPr>
              <w:pStyle w:val="Z2tabelatekst"/>
            </w:pPr>
            <w:r w:rsidRPr="00986A0A">
              <w:t>Autentykacja</w:t>
            </w:r>
          </w:p>
        </w:tc>
        <w:tc>
          <w:tcPr>
            <w:tcW w:w="2090" w:type="dxa"/>
          </w:tcPr>
          <w:p w14:paraId="3A79ECD1" w14:textId="77777777" w:rsidR="005E79F5" w:rsidRPr="00986A0A" w:rsidRDefault="005E79F5" w:rsidP="00986A0A">
            <w:pPr>
              <w:pStyle w:val="Z2tabelatekst"/>
            </w:pPr>
            <w:proofErr w:type="spellStart"/>
            <w:r w:rsidRPr="00986A0A">
              <w:t>AuthenticationType</w:t>
            </w:r>
            <w:proofErr w:type="spellEnd"/>
          </w:p>
        </w:tc>
        <w:tc>
          <w:tcPr>
            <w:tcW w:w="1381" w:type="dxa"/>
          </w:tcPr>
          <w:p w14:paraId="727EF2DA" w14:textId="77777777" w:rsidR="005E79F5" w:rsidRPr="00986A0A" w:rsidRDefault="005E79F5" w:rsidP="00986A0A">
            <w:pPr>
              <w:pStyle w:val="Z2tabelatekst"/>
            </w:pPr>
            <w:r w:rsidRPr="00986A0A">
              <w:t>0..1</w:t>
            </w:r>
          </w:p>
        </w:tc>
      </w:tr>
      <w:tr w:rsidR="00A31F41" w:rsidRPr="00986A0A" w14:paraId="57DDB8D5" w14:textId="77777777" w:rsidTr="00014BBE">
        <w:trPr>
          <w:trHeight w:val="213"/>
        </w:trPr>
        <w:tc>
          <w:tcPr>
            <w:tcW w:w="2147" w:type="dxa"/>
          </w:tcPr>
          <w:p w14:paraId="660E790C" w14:textId="77777777" w:rsidR="00A31F41" w:rsidRPr="00986A0A" w:rsidRDefault="00A31F41" w:rsidP="00986A0A">
            <w:pPr>
              <w:pStyle w:val="Z2tabelatekst"/>
            </w:pPr>
            <w:proofErr w:type="spellStart"/>
            <w:r w:rsidRPr="00986A0A">
              <w:t>Signature</w:t>
            </w:r>
            <w:proofErr w:type="spellEnd"/>
          </w:p>
        </w:tc>
        <w:tc>
          <w:tcPr>
            <w:tcW w:w="3688" w:type="dxa"/>
          </w:tcPr>
          <w:p w14:paraId="5446B1D3" w14:textId="77777777" w:rsidR="00A31F41" w:rsidRPr="00986A0A" w:rsidRDefault="00A31F41" w:rsidP="00986A0A">
            <w:pPr>
              <w:pStyle w:val="Z2tabelatekst"/>
            </w:pPr>
            <w:r w:rsidRPr="00986A0A">
              <w:t>Podpis cyfrowy</w:t>
            </w:r>
          </w:p>
        </w:tc>
        <w:tc>
          <w:tcPr>
            <w:tcW w:w="2090" w:type="dxa"/>
          </w:tcPr>
          <w:p w14:paraId="3720DE25" w14:textId="77777777" w:rsidR="00A31F41" w:rsidRPr="00986A0A" w:rsidRDefault="00A31F41" w:rsidP="00986A0A">
            <w:pPr>
              <w:pStyle w:val="Z2tabelatekst"/>
            </w:pPr>
            <w:proofErr w:type="spellStart"/>
            <w:r w:rsidRPr="00986A0A">
              <w:t>SignatureType</w:t>
            </w:r>
            <w:proofErr w:type="spellEnd"/>
          </w:p>
        </w:tc>
        <w:tc>
          <w:tcPr>
            <w:tcW w:w="1381" w:type="dxa"/>
          </w:tcPr>
          <w:p w14:paraId="02F6F9E7" w14:textId="77777777" w:rsidR="00A31F41" w:rsidRPr="00986A0A" w:rsidRDefault="00A31F41" w:rsidP="00986A0A">
            <w:pPr>
              <w:pStyle w:val="Z2tabelatekst"/>
            </w:pPr>
            <w:r w:rsidRPr="00986A0A">
              <w:t>0..1</w:t>
            </w:r>
          </w:p>
        </w:tc>
      </w:tr>
      <w:tr w:rsidR="00A31F41" w:rsidRPr="00986A0A" w14:paraId="225345E6" w14:textId="77777777" w:rsidTr="00014BBE">
        <w:trPr>
          <w:trHeight w:val="213"/>
        </w:trPr>
        <w:tc>
          <w:tcPr>
            <w:tcW w:w="2147" w:type="dxa"/>
          </w:tcPr>
          <w:p w14:paraId="70A932A2" w14:textId="77777777" w:rsidR="00A31F41" w:rsidRPr="00986A0A" w:rsidRDefault="00E90979" w:rsidP="00986A0A">
            <w:pPr>
              <w:pStyle w:val="Z2tabelatekst"/>
            </w:pPr>
            <w:r w:rsidRPr="00986A0A">
              <w:t>V</w:t>
            </w:r>
            <w:r w:rsidR="00A31F41" w:rsidRPr="00986A0A">
              <w:t>ersion</w:t>
            </w:r>
          </w:p>
        </w:tc>
        <w:tc>
          <w:tcPr>
            <w:tcW w:w="3688" w:type="dxa"/>
          </w:tcPr>
          <w:p w14:paraId="12773DD1" w14:textId="77777777" w:rsidR="00B437F1" w:rsidRPr="00986A0A" w:rsidRDefault="00B437F1" w:rsidP="00986A0A">
            <w:pPr>
              <w:pStyle w:val="Z2tabelatekst"/>
            </w:pPr>
            <w:r w:rsidRPr="00986A0A">
              <w:t>Wersja schematu, z którą zgodny jest komunikat</w:t>
            </w:r>
          </w:p>
          <w:p w14:paraId="038B3F31" w14:textId="77777777" w:rsidR="00B437F1" w:rsidRPr="00986A0A" w:rsidRDefault="00B437F1" w:rsidP="00986A0A">
            <w:pPr>
              <w:pStyle w:val="Z2tabelatekst"/>
            </w:pPr>
            <w:r w:rsidRPr="00986A0A">
              <w:t>Format: V_R, gdzie V - co najmniej jedna cyfra oznaczająca główną wersję, R - co najmniej jedna cyfra oznaczającą wersję pośrednią</w:t>
            </w:r>
          </w:p>
          <w:p w14:paraId="26086F42" w14:textId="1003DA20" w:rsidR="00A31F41" w:rsidRPr="00986A0A" w:rsidRDefault="00B437F1" w:rsidP="00986A0A">
            <w:pPr>
              <w:pStyle w:val="Z2tabelatekst"/>
            </w:pPr>
            <w:r w:rsidRPr="00986A0A">
              <w:t>(od 3 do 6; "\d+(_)\d+")</w:t>
            </w:r>
          </w:p>
        </w:tc>
        <w:tc>
          <w:tcPr>
            <w:tcW w:w="2090" w:type="dxa"/>
          </w:tcPr>
          <w:p w14:paraId="2CA0FAF0" w14:textId="77777777" w:rsidR="00A31F41" w:rsidRPr="00986A0A" w:rsidRDefault="00A31F41" w:rsidP="00986A0A">
            <w:pPr>
              <w:pStyle w:val="Z2tabelatekst"/>
            </w:pPr>
            <w:proofErr w:type="spellStart"/>
            <w:r w:rsidRPr="00986A0A">
              <w:t>ZVersion</w:t>
            </w:r>
            <w:proofErr w:type="spellEnd"/>
          </w:p>
        </w:tc>
        <w:tc>
          <w:tcPr>
            <w:tcW w:w="1381" w:type="dxa"/>
          </w:tcPr>
          <w:p w14:paraId="36C7995D" w14:textId="77777777" w:rsidR="00A31F41" w:rsidRPr="00986A0A" w:rsidRDefault="00A31F41" w:rsidP="00986A0A">
            <w:pPr>
              <w:pStyle w:val="Z2tabelatekst"/>
            </w:pPr>
            <w:r w:rsidRPr="00986A0A">
              <w:t>0..1</w:t>
            </w:r>
          </w:p>
        </w:tc>
      </w:tr>
    </w:tbl>
    <w:p w14:paraId="4DF1A7E4" w14:textId="5DC7C54B" w:rsidR="00E7047C" w:rsidRPr="00986A0A" w:rsidRDefault="00E7047C" w:rsidP="00986A0A">
      <w:pPr>
        <w:pStyle w:val="Z2PodpisRysunkuTabeli"/>
      </w:pPr>
      <w:bookmarkStart w:id="85" w:name="_Toc97503855"/>
      <w:bookmarkStart w:id="86" w:name="_Toc101451126"/>
      <w:bookmarkStart w:id="87" w:name="_Toc184807222"/>
      <w:r w:rsidRPr="00986A0A">
        <w:t xml:space="preserve">Rysunek </w:t>
      </w:r>
      <w:r w:rsidRPr="00986A0A">
        <w:fldChar w:fldCharType="begin"/>
      </w:r>
      <w:r w:rsidRPr="00986A0A">
        <w:instrText xml:space="preserve"> SEQ Rysunek \* ARABIC </w:instrText>
      </w:r>
      <w:r w:rsidRPr="00986A0A">
        <w:fldChar w:fldCharType="separate"/>
      </w:r>
      <w:r w:rsidR="00023596">
        <w:rPr>
          <w:noProof/>
        </w:rPr>
        <w:t>1</w:t>
      </w:r>
      <w:r w:rsidRPr="00986A0A">
        <w:fldChar w:fldCharType="end"/>
      </w:r>
      <w:r w:rsidRPr="00986A0A">
        <w:t xml:space="preserve">. Struktura </w:t>
      </w:r>
      <w:bookmarkEnd w:id="85"/>
      <w:r w:rsidRPr="00986A0A">
        <w:t>dokumentu WZBPL</w:t>
      </w:r>
      <w:bookmarkEnd w:id="86"/>
      <w:bookmarkEnd w:id="87"/>
    </w:p>
    <w:p w14:paraId="23B421CC" w14:textId="3AD373D9" w:rsidR="00561DE0" w:rsidRPr="00986A0A" w:rsidRDefault="006367A2" w:rsidP="00986A0A">
      <w:pPr>
        <w:rPr>
          <w:rFonts w:cs="Open Sans"/>
        </w:rPr>
      </w:pPr>
      <w:r w:rsidRPr="00986A0A">
        <w:rPr>
          <w:rFonts w:cs="Open Sans"/>
          <w:noProof/>
        </w:rPr>
        <w:drawing>
          <wp:inline distT="0" distB="0" distL="0" distR="0" wp14:anchorId="5121DFC8" wp14:editId="5DFE24B5">
            <wp:extent cx="5105400" cy="4724400"/>
            <wp:effectExtent l="19050" t="19050" r="19050" b="19050"/>
            <wp:docPr id="1" name="Obraz 1" descr="Rysunek przedstawia strukturę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zedstawia strukturę dokumentu WZBP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5400" cy="4724400"/>
                    </a:xfrm>
                    <a:prstGeom prst="rect">
                      <a:avLst/>
                    </a:prstGeom>
                    <a:noFill/>
                    <a:ln>
                      <a:solidFill>
                        <a:schemeClr val="tx1"/>
                      </a:solidFill>
                    </a:ln>
                  </pic:spPr>
                </pic:pic>
              </a:graphicData>
            </a:graphic>
          </wp:inline>
        </w:drawing>
      </w:r>
    </w:p>
    <w:p w14:paraId="73E97BEA" w14:textId="77777777" w:rsidR="009319DB" w:rsidRPr="00986A0A" w:rsidRDefault="009319DB" w:rsidP="00986A0A">
      <w:pPr>
        <w:rPr>
          <w:rFonts w:eastAsia="Times New Roman" w:cs="Open Sans"/>
          <w:sz w:val="22"/>
          <w:szCs w:val="18"/>
          <w:lang w:eastAsia="pl-PL"/>
        </w:rPr>
      </w:pPr>
      <w:bookmarkStart w:id="88" w:name="_Toc87134559"/>
      <w:bookmarkStart w:id="89" w:name="_Toc88603033"/>
      <w:bookmarkStart w:id="90" w:name="_Hlk87176355"/>
      <w:bookmarkStart w:id="91" w:name="_Toc88940824"/>
      <w:bookmarkStart w:id="92" w:name="_Toc93140927"/>
      <w:bookmarkStart w:id="93" w:name="_Toc94463048"/>
      <w:bookmarkStart w:id="94" w:name="_Toc97548291"/>
      <w:r w:rsidRPr="00986A0A">
        <w:br w:type="page"/>
      </w:r>
    </w:p>
    <w:p w14:paraId="3B8B0320" w14:textId="72077DC7" w:rsidR="00A9674E" w:rsidRPr="00986A0A" w:rsidRDefault="00A9674E" w:rsidP="00986A0A">
      <w:pPr>
        <w:pStyle w:val="Z2PodpisRysunkuTabeli"/>
      </w:pPr>
      <w:bookmarkStart w:id="95" w:name="_Toc184807218"/>
      <w:r w:rsidRPr="00986A0A">
        <w:lastRenderedPageBreak/>
        <w:t xml:space="preserve">Tabela </w:t>
      </w:r>
      <w:r w:rsidRPr="00986A0A">
        <w:fldChar w:fldCharType="begin"/>
      </w:r>
      <w:r w:rsidRPr="00986A0A">
        <w:instrText xml:space="preserve"> SEQ Tabela \* ARABIC </w:instrText>
      </w:r>
      <w:r w:rsidRPr="00986A0A">
        <w:fldChar w:fldCharType="separate"/>
      </w:r>
      <w:r w:rsidR="00023596">
        <w:rPr>
          <w:noProof/>
        </w:rPr>
        <w:t>10</w:t>
      </w:r>
      <w:r w:rsidRPr="00986A0A">
        <w:fldChar w:fldCharType="end"/>
      </w:r>
      <w:r w:rsidRPr="00986A0A">
        <w:t>. Struktura &lt;</w:t>
      </w:r>
      <w:proofErr w:type="spellStart"/>
      <w:r w:rsidRPr="00986A0A">
        <w:t>HeaderType</w:t>
      </w:r>
      <w:proofErr w:type="spellEnd"/>
      <w:r w:rsidRPr="00986A0A">
        <w:t xml:space="preserve">&gt;, nagłówka </w:t>
      </w:r>
      <w:bookmarkEnd w:id="88"/>
      <w:bookmarkEnd w:id="89"/>
      <w:bookmarkEnd w:id="90"/>
      <w:bookmarkEnd w:id="91"/>
      <w:bookmarkEnd w:id="92"/>
      <w:bookmarkEnd w:id="93"/>
      <w:bookmarkEnd w:id="94"/>
      <w:r w:rsidRPr="00986A0A">
        <w:t>dokumentu WZBPL</w:t>
      </w:r>
      <w:bookmarkEnd w:id="95"/>
    </w:p>
    <w:tbl>
      <w:tblPr>
        <w:tblStyle w:val="Tabela-Siatka"/>
        <w:tblW w:w="9464" w:type="dxa"/>
        <w:tblLayout w:type="fixed"/>
        <w:tblLook w:val="01E0" w:firstRow="1" w:lastRow="1" w:firstColumn="1" w:lastColumn="1" w:noHBand="0" w:noVBand="0"/>
      </w:tblPr>
      <w:tblGrid>
        <w:gridCol w:w="1980"/>
        <w:gridCol w:w="4536"/>
        <w:gridCol w:w="1701"/>
        <w:gridCol w:w="1247"/>
      </w:tblGrid>
      <w:tr w:rsidR="00F70269" w:rsidRPr="00986A0A" w14:paraId="52D9A7A8" w14:textId="77777777" w:rsidTr="009319DB">
        <w:trPr>
          <w:trHeight w:val="213"/>
          <w:tblHeader/>
        </w:trPr>
        <w:tc>
          <w:tcPr>
            <w:tcW w:w="1980" w:type="dxa"/>
            <w:shd w:val="clear" w:color="auto" w:fill="D9D9D9" w:themeFill="background1" w:themeFillShade="D9"/>
          </w:tcPr>
          <w:p w14:paraId="029650AD" w14:textId="77777777" w:rsidR="00F70269" w:rsidRPr="00986A0A" w:rsidRDefault="00F70269" w:rsidP="00986A0A">
            <w:pPr>
              <w:pStyle w:val="Legenda"/>
            </w:pPr>
            <w:r w:rsidRPr="00986A0A">
              <w:t xml:space="preserve">Nazwa </w:t>
            </w:r>
          </w:p>
        </w:tc>
        <w:tc>
          <w:tcPr>
            <w:tcW w:w="4536" w:type="dxa"/>
            <w:shd w:val="clear" w:color="auto" w:fill="D9D9D9" w:themeFill="background1" w:themeFillShade="D9"/>
          </w:tcPr>
          <w:p w14:paraId="5BA1B412" w14:textId="77777777" w:rsidR="00F70269" w:rsidRPr="00986A0A" w:rsidRDefault="00F70269" w:rsidP="00986A0A">
            <w:pPr>
              <w:pStyle w:val="Legenda"/>
            </w:pPr>
            <w:r w:rsidRPr="00986A0A">
              <w:t>Opis</w:t>
            </w:r>
          </w:p>
        </w:tc>
        <w:tc>
          <w:tcPr>
            <w:tcW w:w="1701" w:type="dxa"/>
            <w:shd w:val="clear" w:color="auto" w:fill="D9D9D9" w:themeFill="background1" w:themeFillShade="D9"/>
          </w:tcPr>
          <w:p w14:paraId="6585EB5C" w14:textId="77777777" w:rsidR="00F70269" w:rsidRPr="00986A0A" w:rsidRDefault="00F70269" w:rsidP="00986A0A">
            <w:pPr>
              <w:pStyle w:val="Legenda"/>
            </w:pPr>
            <w:r w:rsidRPr="00986A0A">
              <w:t>Typ</w:t>
            </w:r>
          </w:p>
        </w:tc>
        <w:tc>
          <w:tcPr>
            <w:tcW w:w="1247" w:type="dxa"/>
            <w:shd w:val="clear" w:color="auto" w:fill="D9D9D9" w:themeFill="background1" w:themeFillShade="D9"/>
          </w:tcPr>
          <w:p w14:paraId="5DA30A94" w14:textId="77777777" w:rsidR="00F70269" w:rsidRPr="00986A0A" w:rsidRDefault="00F70269" w:rsidP="00986A0A">
            <w:pPr>
              <w:pStyle w:val="Legenda"/>
            </w:pPr>
            <w:r w:rsidRPr="00986A0A">
              <w:t>Liczebność</w:t>
            </w:r>
          </w:p>
        </w:tc>
      </w:tr>
      <w:tr w:rsidR="002078DC" w:rsidRPr="00986A0A" w14:paraId="09BD640D" w14:textId="77777777" w:rsidTr="00677AFA">
        <w:trPr>
          <w:trHeight w:val="213"/>
        </w:trPr>
        <w:tc>
          <w:tcPr>
            <w:tcW w:w="1980" w:type="dxa"/>
          </w:tcPr>
          <w:p w14:paraId="61134410" w14:textId="57D11444" w:rsidR="002078DC" w:rsidRPr="00986A0A" w:rsidRDefault="002078DC" w:rsidP="00986A0A">
            <w:pPr>
              <w:pStyle w:val="Z2tabelatekst"/>
            </w:pPr>
            <w:bookmarkStart w:id="96" w:name="Trader"/>
            <w:proofErr w:type="spellStart"/>
            <w:r w:rsidRPr="00986A0A">
              <w:t>Trader</w:t>
            </w:r>
            <w:bookmarkEnd w:id="96"/>
            <w:proofErr w:type="spellEnd"/>
          </w:p>
        </w:tc>
        <w:tc>
          <w:tcPr>
            <w:tcW w:w="4536" w:type="dxa"/>
          </w:tcPr>
          <w:p w14:paraId="3B270962" w14:textId="77777777" w:rsidR="002078DC" w:rsidRPr="00986A0A" w:rsidRDefault="002078DC" w:rsidP="00986A0A">
            <w:pPr>
              <w:pStyle w:val="Z2tabelatekst"/>
            </w:pPr>
            <w:r w:rsidRPr="00986A0A">
              <w:t>Dane podmiotu składającego WZBPL</w:t>
            </w:r>
          </w:p>
        </w:tc>
        <w:tc>
          <w:tcPr>
            <w:tcW w:w="1701" w:type="dxa"/>
          </w:tcPr>
          <w:p w14:paraId="639FB9D5" w14:textId="77777777" w:rsidR="002078DC" w:rsidRPr="00986A0A" w:rsidRDefault="002078DC" w:rsidP="00986A0A">
            <w:pPr>
              <w:pStyle w:val="Z2tabelatekst"/>
            </w:pPr>
            <w:proofErr w:type="spellStart"/>
            <w:r w:rsidRPr="00986A0A">
              <w:t>ZTrader</w:t>
            </w:r>
            <w:proofErr w:type="spellEnd"/>
          </w:p>
          <w:p w14:paraId="01A91A4B" w14:textId="26D9A119" w:rsidR="002078DC" w:rsidRPr="00986A0A" w:rsidRDefault="002078DC" w:rsidP="00986A0A">
            <w:pPr>
              <w:pStyle w:val="Z2tabelatekst"/>
            </w:pPr>
            <w:r w:rsidRPr="00986A0A">
              <w:t>Patrz reguła</w:t>
            </w:r>
            <w:r w:rsidR="007F6C71" w:rsidRPr="00986A0A">
              <w:t xml:space="preserve"> R1</w:t>
            </w:r>
          </w:p>
        </w:tc>
        <w:tc>
          <w:tcPr>
            <w:tcW w:w="1247" w:type="dxa"/>
          </w:tcPr>
          <w:p w14:paraId="4F6250AA" w14:textId="77777777" w:rsidR="002078DC" w:rsidRPr="00986A0A" w:rsidRDefault="002078DC" w:rsidP="00986A0A">
            <w:pPr>
              <w:pStyle w:val="Z2tabelatekst"/>
            </w:pPr>
            <w:r w:rsidRPr="00986A0A">
              <w:t>1..1</w:t>
            </w:r>
          </w:p>
        </w:tc>
      </w:tr>
      <w:tr w:rsidR="008E0F50" w:rsidRPr="00986A0A" w14:paraId="2A59CE8C" w14:textId="77777777" w:rsidTr="00677AFA">
        <w:trPr>
          <w:trHeight w:val="213"/>
        </w:trPr>
        <w:tc>
          <w:tcPr>
            <w:tcW w:w="1980" w:type="dxa"/>
          </w:tcPr>
          <w:p w14:paraId="41B400F1" w14:textId="77777777" w:rsidR="008E0F50" w:rsidRPr="00986A0A" w:rsidRDefault="008E0F50" w:rsidP="00986A0A">
            <w:pPr>
              <w:pStyle w:val="Z2tabelatekst"/>
            </w:pPr>
            <w:proofErr w:type="spellStart"/>
            <w:r w:rsidRPr="00986A0A">
              <w:t>stamps</w:t>
            </w:r>
            <w:proofErr w:type="spellEnd"/>
          </w:p>
        </w:tc>
        <w:tc>
          <w:tcPr>
            <w:tcW w:w="4536" w:type="dxa"/>
          </w:tcPr>
          <w:p w14:paraId="3194FC90" w14:textId="77777777" w:rsidR="008E0F50" w:rsidRPr="00986A0A" w:rsidRDefault="008E0F50" w:rsidP="00986A0A">
            <w:pPr>
              <w:pStyle w:val="Z2tabelatekst"/>
            </w:pPr>
            <w:r w:rsidRPr="00986A0A">
              <w:t>Lista banderol</w:t>
            </w:r>
          </w:p>
        </w:tc>
        <w:tc>
          <w:tcPr>
            <w:tcW w:w="1701" w:type="dxa"/>
          </w:tcPr>
          <w:p w14:paraId="3BA9E014" w14:textId="01D7C992" w:rsidR="008E0F50" w:rsidRPr="00986A0A" w:rsidRDefault="008E0F50" w:rsidP="00986A0A">
            <w:pPr>
              <w:pStyle w:val="Z2tabelatekst"/>
            </w:pPr>
            <w:proofErr w:type="spellStart"/>
            <w:r w:rsidRPr="00986A0A">
              <w:t>stampsType</w:t>
            </w:r>
            <w:proofErr w:type="spellEnd"/>
          </w:p>
        </w:tc>
        <w:tc>
          <w:tcPr>
            <w:tcW w:w="1247" w:type="dxa"/>
          </w:tcPr>
          <w:p w14:paraId="7F0628D7" w14:textId="77777777" w:rsidR="008E0F50" w:rsidRPr="00986A0A" w:rsidRDefault="008E0F50" w:rsidP="00986A0A">
            <w:pPr>
              <w:pStyle w:val="Z2tabelatekst"/>
            </w:pPr>
            <w:r w:rsidRPr="00986A0A">
              <w:t>1..1</w:t>
            </w:r>
          </w:p>
        </w:tc>
      </w:tr>
      <w:tr w:rsidR="002501A4" w:rsidRPr="00986A0A" w14:paraId="4A74AE3B" w14:textId="77777777" w:rsidTr="00677AFA">
        <w:trPr>
          <w:trHeight w:val="213"/>
        </w:trPr>
        <w:tc>
          <w:tcPr>
            <w:tcW w:w="1980" w:type="dxa"/>
          </w:tcPr>
          <w:p w14:paraId="300474A7" w14:textId="77777777" w:rsidR="002501A4" w:rsidRPr="00986A0A" w:rsidRDefault="002501A4" w:rsidP="00986A0A">
            <w:pPr>
              <w:pStyle w:val="Z2tabelatekst"/>
            </w:pPr>
            <w:proofErr w:type="spellStart"/>
            <w:r w:rsidRPr="00986A0A">
              <w:t>identifier</w:t>
            </w:r>
            <w:proofErr w:type="spellEnd"/>
          </w:p>
        </w:tc>
        <w:tc>
          <w:tcPr>
            <w:tcW w:w="4536" w:type="dxa"/>
          </w:tcPr>
          <w:p w14:paraId="35FBF154" w14:textId="77777777" w:rsidR="002501A4" w:rsidRPr="00986A0A" w:rsidRDefault="002501A4" w:rsidP="00986A0A">
            <w:pPr>
              <w:pStyle w:val="Z2tabelatekst"/>
            </w:pPr>
            <w:r w:rsidRPr="00986A0A">
              <w:t>Numer NIP Podatnika.</w:t>
            </w:r>
          </w:p>
        </w:tc>
        <w:tc>
          <w:tcPr>
            <w:tcW w:w="1701" w:type="dxa"/>
          </w:tcPr>
          <w:p w14:paraId="1D65E202" w14:textId="77777777" w:rsidR="002501A4" w:rsidRPr="00986A0A" w:rsidRDefault="002501A4" w:rsidP="00986A0A">
            <w:pPr>
              <w:pStyle w:val="Z2tabelatekst"/>
            </w:pPr>
            <w:r w:rsidRPr="00986A0A">
              <w:t>ZNIP</w:t>
            </w:r>
          </w:p>
        </w:tc>
        <w:tc>
          <w:tcPr>
            <w:tcW w:w="1247" w:type="dxa"/>
          </w:tcPr>
          <w:p w14:paraId="689C2CEF" w14:textId="77777777" w:rsidR="002501A4" w:rsidRPr="00986A0A" w:rsidRDefault="002501A4" w:rsidP="00986A0A">
            <w:pPr>
              <w:pStyle w:val="Z2tabelatekst"/>
            </w:pPr>
            <w:r w:rsidRPr="00986A0A">
              <w:t>1..1</w:t>
            </w:r>
          </w:p>
        </w:tc>
      </w:tr>
      <w:tr w:rsidR="00DF1F5A" w:rsidRPr="00986A0A" w14:paraId="01DA1E1B" w14:textId="77777777" w:rsidTr="00677AFA">
        <w:trPr>
          <w:trHeight w:val="213"/>
        </w:trPr>
        <w:tc>
          <w:tcPr>
            <w:tcW w:w="1980" w:type="dxa"/>
          </w:tcPr>
          <w:p w14:paraId="270EBB03" w14:textId="7A710ED3" w:rsidR="00DF1F5A" w:rsidRPr="00986A0A" w:rsidRDefault="00DF1F5A" w:rsidP="00986A0A">
            <w:pPr>
              <w:pStyle w:val="Z2tabelatekst"/>
            </w:pPr>
            <w:proofErr w:type="spellStart"/>
            <w:r w:rsidRPr="00986A0A">
              <w:t>formKind</w:t>
            </w:r>
            <w:proofErr w:type="spellEnd"/>
          </w:p>
        </w:tc>
        <w:tc>
          <w:tcPr>
            <w:tcW w:w="4536" w:type="dxa"/>
          </w:tcPr>
          <w:p w14:paraId="695E021C" w14:textId="77777777" w:rsidR="008A439E" w:rsidRPr="00986A0A" w:rsidRDefault="008A439E" w:rsidP="00986A0A">
            <w:pPr>
              <w:pStyle w:val="Z2tabelatekst"/>
            </w:pPr>
            <w:r w:rsidRPr="00986A0A">
              <w:t>Pole na wprowadzenie grupy WZBPL. Wprowadzenie jednej z grup, stanowi kod dokumentu.</w:t>
            </w:r>
          </w:p>
          <w:p w14:paraId="4A89C4DA" w14:textId="1CBC2F5F" w:rsidR="002E4577" w:rsidRPr="00986A0A" w:rsidRDefault="002E4577" w:rsidP="00986A0A">
            <w:pPr>
              <w:pStyle w:val="Z2tabelatekst"/>
            </w:pPr>
            <w:r w:rsidRPr="00986A0A">
              <w:t>Zgodny ze słownikiem 3020, dostępnym pod adresem:</w:t>
            </w:r>
          </w:p>
          <w:p w14:paraId="7B2923A6" w14:textId="047623BD" w:rsidR="00DF1F5A" w:rsidRPr="00986A0A" w:rsidRDefault="002E4577" w:rsidP="00986A0A">
            <w:pPr>
              <w:pStyle w:val="Z2tabelatekst"/>
            </w:pPr>
            <w:r w:rsidRPr="00986A0A">
              <w:t>https://puesc.gov.pl/seap_pdr_extimpl/slowniki/3020</w:t>
            </w:r>
          </w:p>
        </w:tc>
        <w:tc>
          <w:tcPr>
            <w:tcW w:w="1701" w:type="dxa"/>
          </w:tcPr>
          <w:p w14:paraId="5A80E8B4" w14:textId="77777777" w:rsidR="001D1AEF" w:rsidRPr="00986A0A" w:rsidRDefault="001D1AEF" w:rsidP="00986A0A">
            <w:pPr>
              <w:pStyle w:val="Z2tabelatekst"/>
            </w:pPr>
            <w:r w:rsidRPr="00986A0A">
              <w:t>S</w:t>
            </w:r>
            <w:r w:rsidR="00DF1F5A" w:rsidRPr="00986A0A">
              <w:t>tring</w:t>
            </w:r>
            <w:r w:rsidR="002E4577" w:rsidRPr="00986A0A">
              <w:t xml:space="preserve"> (</w:t>
            </w:r>
            <w:r w:rsidR="007C59AC" w:rsidRPr="00986A0A">
              <w:t>8</w:t>
            </w:r>
            <w:r w:rsidR="002E4577" w:rsidRPr="00986A0A">
              <w:t>)</w:t>
            </w:r>
          </w:p>
          <w:p w14:paraId="45E74C51" w14:textId="3893679C" w:rsidR="00116D8C" w:rsidRPr="00986A0A" w:rsidRDefault="00116D8C" w:rsidP="00986A0A">
            <w:pPr>
              <w:pStyle w:val="Z2tabelatekst"/>
            </w:pPr>
            <w:r w:rsidRPr="00986A0A">
              <w:t>Patrz reguła R12</w:t>
            </w:r>
          </w:p>
        </w:tc>
        <w:tc>
          <w:tcPr>
            <w:tcW w:w="1247" w:type="dxa"/>
          </w:tcPr>
          <w:p w14:paraId="5567955E" w14:textId="77777777" w:rsidR="00DF1F5A" w:rsidRPr="00986A0A" w:rsidRDefault="00DF1F5A" w:rsidP="00986A0A">
            <w:pPr>
              <w:pStyle w:val="Z2tabelatekst"/>
            </w:pPr>
            <w:r w:rsidRPr="00986A0A">
              <w:t>1..1</w:t>
            </w:r>
          </w:p>
        </w:tc>
      </w:tr>
      <w:tr w:rsidR="00F70269" w:rsidRPr="00986A0A" w14:paraId="34D85A1A" w14:textId="77777777" w:rsidTr="00677AFA">
        <w:trPr>
          <w:trHeight w:val="213"/>
        </w:trPr>
        <w:tc>
          <w:tcPr>
            <w:tcW w:w="1980" w:type="dxa"/>
          </w:tcPr>
          <w:p w14:paraId="0301B459" w14:textId="77777777" w:rsidR="00F70269" w:rsidRPr="00986A0A" w:rsidRDefault="00F70269" w:rsidP="00986A0A">
            <w:pPr>
              <w:pStyle w:val="Z2tabelatekst"/>
            </w:pPr>
            <w:proofErr w:type="spellStart"/>
            <w:r w:rsidRPr="00986A0A">
              <w:t>appDate</w:t>
            </w:r>
            <w:proofErr w:type="spellEnd"/>
          </w:p>
        </w:tc>
        <w:tc>
          <w:tcPr>
            <w:tcW w:w="4536" w:type="dxa"/>
          </w:tcPr>
          <w:p w14:paraId="7370656A" w14:textId="2894E534" w:rsidR="00F70269" w:rsidRPr="00986A0A" w:rsidRDefault="00DF1F5A" w:rsidP="00986A0A">
            <w:pPr>
              <w:pStyle w:val="Z2tabelatekst"/>
            </w:pPr>
            <w:r w:rsidRPr="00986A0A">
              <w:t>Data WZBPL (data wpisana przez Podatnika na WZBPL jako data nadania).</w:t>
            </w:r>
          </w:p>
        </w:tc>
        <w:tc>
          <w:tcPr>
            <w:tcW w:w="1701" w:type="dxa"/>
          </w:tcPr>
          <w:p w14:paraId="4727389D" w14:textId="77777777" w:rsidR="001132B0" w:rsidRPr="00986A0A" w:rsidRDefault="001132B0" w:rsidP="00986A0A">
            <w:pPr>
              <w:pStyle w:val="Z2tabelatekst"/>
            </w:pPr>
            <w:proofErr w:type="spellStart"/>
            <w:r w:rsidRPr="00986A0A">
              <w:t>D</w:t>
            </w:r>
            <w:r w:rsidR="00F70269" w:rsidRPr="00986A0A">
              <w:t>ate</w:t>
            </w:r>
            <w:proofErr w:type="spellEnd"/>
          </w:p>
          <w:p w14:paraId="39EF7E5C" w14:textId="333D50E3" w:rsidR="00B437F1" w:rsidRPr="00986A0A" w:rsidRDefault="00B437F1" w:rsidP="00986A0A">
            <w:pPr>
              <w:pStyle w:val="Z2tabelatekst"/>
            </w:pPr>
            <w:r w:rsidRPr="00986A0A">
              <w:t>Patrz reguła</w:t>
            </w:r>
            <w:r w:rsidR="008E0F50" w:rsidRPr="00986A0A">
              <w:t xml:space="preserve"> R1; R</w:t>
            </w:r>
            <w:r w:rsidR="000A7334" w:rsidRPr="00986A0A">
              <w:t>10</w:t>
            </w:r>
          </w:p>
        </w:tc>
        <w:tc>
          <w:tcPr>
            <w:tcW w:w="1247" w:type="dxa"/>
          </w:tcPr>
          <w:p w14:paraId="33CF5ABA" w14:textId="77777777" w:rsidR="00F70269" w:rsidRPr="00986A0A" w:rsidRDefault="00F70269" w:rsidP="00986A0A">
            <w:pPr>
              <w:pStyle w:val="Z2tabelatekst"/>
            </w:pPr>
            <w:r w:rsidRPr="00986A0A">
              <w:t>1..1</w:t>
            </w:r>
          </w:p>
        </w:tc>
      </w:tr>
      <w:tr w:rsidR="00DF1F5A" w:rsidRPr="00986A0A" w14:paraId="41F15354" w14:textId="77777777" w:rsidTr="00677AFA">
        <w:trPr>
          <w:trHeight w:val="213"/>
        </w:trPr>
        <w:tc>
          <w:tcPr>
            <w:tcW w:w="1980" w:type="dxa"/>
          </w:tcPr>
          <w:p w14:paraId="4E79B2EE" w14:textId="4F49E38F" w:rsidR="00DF1F5A" w:rsidRPr="00986A0A" w:rsidRDefault="00DF1F5A" w:rsidP="00986A0A">
            <w:pPr>
              <w:pStyle w:val="Z2tabelatekst"/>
            </w:pPr>
            <w:r w:rsidRPr="00986A0A">
              <w:t>period</w:t>
            </w:r>
          </w:p>
        </w:tc>
        <w:tc>
          <w:tcPr>
            <w:tcW w:w="4536" w:type="dxa"/>
          </w:tcPr>
          <w:p w14:paraId="2DD23D23" w14:textId="632A10EA" w:rsidR="00DF1F5A" w:rsidRPr="00986A0A" w:rsidRDefault="00DF1F5A" w:rsidP="00986A0A">
            <w:pPr>
              <w:pStyle w:val="Z2tabelatekst"/>
            </w:pPr>
            <w:r w:rsidRPr="00986A0A">
              <w:t>Rok zapotrzebowania np. RRRR.</w:t>
            </w:r>
          </w:p>
        </w:tc>
        <w:tc>
          <w:tcPr>
            <w:tcW w:w="1701" w:type="dxa"/>
          </w:tcPr>
          <w:p w14:paraId="0606C5DB" w14:textId="77777777" w:rsidR="00DF1F5A" w:rsidRPr="00986A0A" w:rsidRDefault="00DF1F5A" w:rsidP="00986A0A">
            <w:pPr>
              <w:pStyle w:val="Z2tabelatekst"/>
            </w:pPr>
            <w:proofErr w:type="spellStart"/>
            <w:r w:rsidRPr="00986A0A">
              <w:t>gYear</w:t>
            </w:r>
            <w:proofErr w:type="spellEnd"/>
          </w:p>
          <w:p w14:paraId="75803809" w14:textId="4C0D34E6" w:rsidR="00616702" w:rsidRPr="00986A0A" w:rsidRDefault="00616702" w:rsidP="00986A0A">
            <w:pPr>
              <w:pStyle w:val="Z2tabelatekst"/>
            </w:pPr>
            <w:r w:rsidRPr="00986A0A">
              <w:t xml:space="preserve">Patrz reguła </w:t>
            </w:r>
            <w:r w:rsidR="008E0F50" w:rsidRPr="00986A0A">
              <w:t>R</w:t>
            </w:r>
            <w:r w:rsidRPr="00986A0A">
              <w:t>2</w:t>
            </w:r>
          </w:p>
        </w:tc>
        <w:tc>
          <w:tcPr>
            <w:tcW w:w="1247" w:type="dxa"/>
          </w:tcPr>
          <w:p w14:paraId="52F2A6AE" w14:textId="77777777" w:rsidR="00DF1F5A" w:rsidRPr="00986A0A" w:rsidRDefault="00DF1F5A" w:rsidP="00986A0A">
            <w:pPr>
              <w:pStyle w:val="Z2tabelatekst"/>
            </w:pPr>
            <w:r w:rsidRPr="00986A0A">
              <w:t>0..1</w:t>
            </w:r>
          </w:p>
        </w:tc>
      </w:tr>
      <w:tr w:rsidR="00DF1F5A" w:rsidRPr="00986A0A" w14:paraId="77051335" w14:textId="77777777" w:rsidTr="00677AFA">
        <w:trPr>
          <w:trHeight w:val="213"/>
        </w:trPr>
        <w:tc>
          <w:tcPr>
            <w:tcW w:w="1980" w:type="dxa"/>
          </w:tcPr>
          <w:p w14:paraId="559AEA5E" w14:textId="77777777" w:rsidR="00DF1F5A" w:rsidRPr="00986A0A" w:rsidRDefault="00DF1F5A" w:rsidP="00986A0A">
            <w:pPr>
              <w:pStyle w:val="Z2tabelatekst"/>
            </w:pPr>
            <w:proofErr w:type="spellStart"/>
            <w:r w:rsidRPr="00986A0A">
              <w:t>taxOffice</w:t>
            </w:r>
            <w:proofErr w:type="spellEnd"/>
          </w:p>
        </w:tc>
        <w:tc>
          <w:tcPr>
            <w:tcW w:w="4536" w:type="dxa"/>
          </w:tcPr>
          <w:p w14:paraId="331E046C" w14:textId="054A1EAE" w:rsidR="00DF1F5A" w:rsidRPr="00986A0A" w:rsidRDefault="00DF1F5A" w:rsidP="00986A0A">
            <w:pPr>
              <w:pStyle w:val="Z2tabelatekst"/>
            </w:pPr>
            <w:r w:rsidRPr="00986A0A">
              <w:t>Właściwy Naczelnik US w zakresie spraw dotyczących znaków akcyzy (kod 4 znakowy)</w:t>
            </w:r>
          </w:p>
          <w:p w14:paraId="219C68C5" w14:textId="77777777" w:rsidR="00DF1F5A" w:rsidRPr="00986A0A" w:rsidRDefault="00DF1F5A" w:rsidP="00986A0A">
            <w:pPr>
              <w:pStyle w:val="Z2tabelatekst"/>
            </w:pPr>
            <w:r w:rsidRPr="00986A0A">
              <w:t>Zgodny ze słownikiem 3090, dostępnym pod adresem:</w:t>
            </w:r>
          </w:p>
          <w:p w14:paraId="086C16A0" w14:textId="77777777" w:rsidR="00DF1F5A" w:rsidRPr="00986A0A" w:rsidRDefault="00DF1F5A" w:rsidP="00986A0A">
            <w:pPr>
              <w:pStyle w:val="Z2tabelatekst"/>
            </w:pPr>
            <w:r w:rsidRPr="00986A0A">
              <w:t>https://puesc.gov.pl/seap_pdr_extimpl/slowniki/3090</w:t>
            </w:r>
          </w:p>
        </w:tc>
        <w:tc>
          <w:tcPr>
            <w:tcW w:w="1701" w:type="dxa"/>
          </w:tcPr>
          <w:p w14:paraId="35ACAF6C" w14:textId="77777777" w:rsidR="00DF1F5A" w:rsidRPr="00986A0A" w:rsidRDefault="00DF1F5A" w:rsidP="00986A0A">
            <w:pPr>
              <w:pStyle w:val="Z2tabelatekst"/>
            </w:pPr>
            <w:proofErr w:type="spellStart"/>
            <w:r w:rsidRPr="00986A0A">
              <w:t>ZTaxOffice</w:t>
            </w:r>
            <w:proofErr w:type="spellEnd"/>
          </w:p>
        </w:tc>
        <w:tc>
          <w:tcPr>
            <w:tcW w:w="1247" w:type="dxa"/>
          </w:tcPr>
          <w:p w14:paraId="3CD29E06" w14:textId="77777777" w:rsidR="00DF1F5A" w:rsidRPr="00986A0A" w:rsidRDefault="00DF1F5A" w:rsidP="00986A0A">
            <w:pPr>
              <w:pStyle w:val="Z2tabelatekst"/>
            </w:pPr>
            <w:r w:rsidRPr="00986A0A">
              <w:t>1..1</w:t>
            </w:r>
          </w:p>
        </w:tc>
      </w:tr>
      <w:tr w:rsidR="00F70269" w:rsidRPr="00986A0A" w14:paraId="6B3CF5C1" w14:textId="77777777" w:rsidTr="00677AFA">
        <w:trPr>
          <w:trHeight w:val="213"/>
        </w:trPr>
        <w:tc>
          <w:tcPr>
            <w:tcW w:w="1980" w:type="dxa"/>
          </w:tcPr>
          <w:p w14:paraId="6B056AB0" w14:textId="77777777" w:rsidR="00F70269" w:rsidRPr="00986A0A" w:rsidRDefault="00F70269" w:rsidP="00986A0A">
            <w:pPr>
              <w:pStyle w:val="Z2tabelatekst"/>
            </w:pPr>
            <w:proofErr w:type="spellStart"/>
            <w:r w:rsidRPr="00986A0A">
              <w:t>exciseIdentifier</w:t>
            </w:r>
            <w:proofErr w:type="spellEnd"/>
          </w:p>
        </w:tc>
        <w:tc>
          <w:tcPr>
            <w:tcW w:w="4536" w:type="dxa"/>
          </w:tcPr>
          <w:p w14:paraId="49DADA92" w14:textId="77777777" w:rsidR="00F70269" w:rsidRPr="00986A0A" w:rsidRDefault="00F70269" w:rsidP="00986A0A">
            <w:pPr>
              <w:pStyle w:val="Z2tabelatekst"/>
            </w:pPr>
            <w:r w:rsidRPr="00986A0A">
              <w:t>Numer akcyzowy podatnika.</w:t>
            </w:r>
          </w:p>
        </w:tc>
        <w:tc>
          <w:tcPr>
            <w:tcW w:w="1701" w:type="dxa"/>
          </w:tcPr>
          <w:p w14:paraId="6BFFFDF6" w14:textId="77777777" w:rsidR="00F70269" w:rsidRPr="00986A0A" w:rsidRDefault="00F70269" w:rsidP="00986A0A">
            <w:pPr>
              <w:pStyle w:val="Z2tabelatekst"/>
            </w:pPr>
            <w:r w:rsidRPr="00986A0A">
              <w:t xml:space="preserve">String dokładnie 13 znaków </w:t>
            </w:r>
          </w:p>
        </w:tc>
        <w:tc>
          <w:tcPr>
            <w:tcW w:w="1247" w:type="dxa"/>
          </w:tcPr>
          <w:p w14:paraId="56BEA7EC" w14:textId="77777777" w:rsidR="00F70269" w:rsidRPr="00986A0A" w:rsidRDefault="00F70269" w:rsidP="00986A0A">
            <w:pPr>
              <w:pStyle w:val="Z2tabelatekst"/>
            </w:pPr>
            <w:r w:rsidRPr="00986A0A">
              <w:t>0..1</w:t>
            </w:r>
          </w:p>
        </w:tc>
      </w:tr>
      <w:tr w:rsidR="002501A4" w:rsidRPr="00986A0A" w14:paraId="5C2105C8" w14:textId="77777777" w:rsidTr="00677AFA">
        <w:trPr>
          <w:trHeight w:val="213"/>
        </w:trPr>
        <w:tc>
          <w:tcPr>
            <w:tcW w:w="1980" w:type="dxa"/>
          </w:tcPr>
          <w:p w14:paraId="573A3EAF" w14:textId="77777777" w:rsidR="002501A4" w:rsidRPr="00986A0A" w:rsidRDefault="002501A4" w:rsidP="00986A0A">
            <w:pPr>
              <w:pStyle w:val="Z2tabelatekst"/>
            </w:pPr>
            <w:proofErr w:type="spellStart"/>
            <w:r w:rsidRPr="00986A0A">
              <w:t>taxOfficeName</w:t>
            </w:r>
            <w:proofErr w:type="spellEnd"/>
          </w:p>
        </w:tc>
        <w:tc>
          <w:tcPr>
            <w:tcW w:w="4536" w:type="dxa"/>
          </w:tcPr>
          <w:p w14:paraId="17A26A61" w14:textId="77777777" w:rsidR="00641A36" w:rsidRPr="00986A0A" w:rsidRDefault="00641A36" w:rsidP="00986A0A">
            <w:pPr>
              <w:pStyle w:val="Z2tabelatekst"/>
            </w:pPr>
            <w:r w:rsidRPr="00986A0A">
              <w:t>Naczelnik urzędu skarbowego, do którego adresowana jest deklaracja (nazwa własna).</w:t>
            </w:r>
          </w:p>
          <w:p w14:paraId="03734B41" w14:textId="40BFC2D6" w:rsidR="002501A4" w:rsidRPr="00986A0A" w:rsidRDefault="002501A4" w:rsidP="00986A0A">
            <w:pPr>
              <w:pStyle w:val="Z2tabelatekst"/>
            </w:pPr>
            <w:r w:rsidRPr="00986A0A">
              <w:t>Zgodny ze słownikiem 3090, dostępnym pod adresem:</w:t>
            </w:r>
          </w:p>
          <w:p w14:paraId="791AA4FF" w14:textId="77777777" w:rsidR="002501A4" w:rsidRPr="00986A0A" w:rsidRDefault="002501A4" w:rsidP="00986A0A">
            <w:pPr>
              <w:pStyle w:val="Z2tabelatekst"/>
            </w:pPr>
            <w:r w:rsidRPr="00986A0A">
              <w:t>https://puesc.gov.pl/seap_pdr_extimpl/slowniki/3090</w:t>
            </w:r>
          </w:p>
        </w:tc>
        <w:tc>
          <w:tcPr>
            <w:tcW w:w="1701" w:type="dxa"/>
          </w:tcPr>
          <w:p w14:paraId="0E38C72C" w14:textId="185CE528" w:rsidR="002501A4" w:rsidRPr="00986A0A" w:rsidRDefault="00DF1F5A" w:rsidP="00986A0A">
            <w:pPr>
              <w:pStyle w:val="Z2tabelatekst"/>
            </w:pPr>
            <w:r w:rsidRPr="00986A0A">
              <w:t>string(250).</w:t>
            </w:r>
          </w:p>
        </w:tc>
        <w:tc>
          <w:tcPr>
            <w:tcW w:w="1247" w:type="dxa"/>
          </w:tcPr>
          <w:p w14:paraId="333D9244" w14:textId="467DD08D" w:rsidR="002501A4" w:rsidRPr="00986A0A" w:rsidRDefault="002501A4" w:rsidP="00986A0A">
            <w:pPr>
              <w:pStyle w:val="Z2tabelatekst"/>
            </w:pPr>
            <w:r w:rsidRPr="00986A0A">
              <w:t>0..1</w:t>
            </w:r>
          </w:p>
        </w:tc>
      </w:tr>
      <w:tr w:rsidR="002501A4" w:rsidRPr="00986A0A" w14:paraId="08AA8172" w14:textId="77777777" w:rsidTr="00677AFA">
        <w:trPr>
          <w:trHeight w:val="213"/>
        </w:trPr>
        <w:tc>
          <w:tcPr>
            <w:tcW w:w="1980" w:type="dxa"/>
          </w:tcPr>
          <w:p w14:paraId="704D6B6E" w14:textId="77777777" w:rsidR="002501A4" w:rsidRPr="00986A0A" w:rsidRDefault="002501A4" w:rsidP="00986A0A">
            <w:pPr>
              <w:pStyle w:val="Z2tabelatekst"/>
            </w:pPr>
            <w:proofErr w:type="spellStart"/>
            <w:r w:rsidRPr="00986A0A">
              <w:t>taxOfficeStreet</w:t>
            </w:r>
            <w:proofErr w:type="spellEnd"/>
          </w:p>
        </w:tc>
        <w:tc>
          <w:tcPr>
            <w:tcW w:w="4536" w:type="dxa"/>
          </w:tcPr>
          <w:p w14:paraId="651F44FC" w14:textId="77777777" w:rsidR="002501A4" w:rsidRPr="00986A0A" w:rsidRDefault="002501A4" w:rsidP="00986A0A">
            <w:pPr>
              <w:pStyle w:val="Z2tabelatekst"/>
            </w:pPr>
            <w:r w:rsidRPr="00986A0A">
              <w:t>Adres urzędu skarbowego - ulica.</w:t>
            </w:r>
          </w:p>
        </w:tc>
        <w:tc>
          <w:tcPr>
            <w:tcW w:w="1701" w:type="dxa"/>
          </w:tcPr>
          <w:p w14:paraId="7BA65248" w14:textId="3ECFDE49" w:rsidR="002501A4" w:rsidRPr="00986A0A" w:rsidRDefault="00DF1F5A" w:rsidP="00986A0A">
            <w:pPr>
              <w:pStyle w:val="Z2tabelatekst"/>
            </w:pPr>
            <w:r w:rsidRPr="00986A0A">
              <w:t>string(250).</w:t>
            </w:r>
          </w:p>
        </w:tc>
        <w:tc>
          <w:tcPr>
            <w:tcW w:w="1247" w:type="dxa"/>
          </w:tcPr>
          <w:p w14:paraId="36AF9316" w14:textId="66D03455" w:rsidR="002501A4" w:rsidRPr="00986A0A" w:rsidRDefault="00DF1F5A" w:rsidP="00986A0A">
            <w:pPr>
              <w:pStyle w:val="Z2tabelatekst"/>
            </w:pPr>
            <w:r w:rsidRPr="00986A0A">
              <w:t>0</w:t>
            </w:r>
            <w:r w:rsidR="002501A4" w:rsidRPr="00986A0A">
              <w:t>..1</w:t>
            </w:r>
          </w:p>
        </w:tc>
      </w:tr>
      <w:tr w:rsidR="00F70269" w:rsidRPr="00986A0A" w14:paraId="71B95F8D" w14:textId="77777777" w:rsidTr="00677AFA">
        <w:trPr>
          <w:trHeight w:val="213"/>
        </w:trPr>
        <w:tc>
          <w:tcPr>
            <w:tcW w:w="1980" w:type="dxa"/>
          </w:tcPr>
          <w:p w14:paraId="32F9C6F9" w14:textId="77777777" w:rsidR="00F70269" w:rsidRPr="00986A0A" w:rsidRDefault="00F70269" w:rsidP="00986A0A">
            <w:pPr>
              <w:pStyle w:val="Z2tabelatekst"/>
            </w:pPr>
            <w:proofErr w:type="spellStart"/>
            <w:r w:rsidRPr="00986A0A">
              <w:t>taxOfficePostalCode</w:t>
            </w:r>
            <w:proofErr w:type="spellEnd"/>
          </w:p>
        </w:tc>
        <w:tc>
          <w:tcPr>
            <w:tcW w:w="4536" w:type="dxa"/>
          </w:tcPr>
          <w:p w14:paraId="33530484" w14:textId="77777777" w:rsidR="00F70269" w:rsidRPr="00986A0A" w:rsidRDefault="00F70269" w:rsidP="00986A0A">
            <w:pPr>
              <w:pStyle w:val="Z2tabelatekst"/>
            </w:pPr>
            <w:r w:rsidRPr="00986A0A">
              <w:t>Adres urzędu skarbowego - kod pocztowy.</w:t>
            </w:r>
          </w:p>
        </w:tc>
        <w:tc>
          <w:tcPr>
            <w:tcW w:w="1701" w:type="dxa"/>
          </w:tcPr>
          <w:p w14:paraId="12E10F6D" w14:textId="77777777" w:rsidR="00F70269" w:rsidRPr="00986A0A" w:rsidRDefault="00F70269" w:rsidP="00986A0A">
            <w:pPr>
              <w:pStyle w:val="Z2tabelatekst"/>
            </w:pPr>
            <w:r w:rsidRPr="00986A0A">
              <w:t xml:space="preserve">string dokładnie 6 znaków </w:t>
            </w:r>
          </w:p>
        </w:tc>
        <w:tc>
          <w:tcPr>
            <w:tcW w:w="1247" w:type="dxa"/>
          </w:tcPr>
          <w:p w14:paraId="5F198969" w14:textId="6F6E1575" w:rsidR="00F70269" w:rsidRPr="00986A0A" w:rsidRDefault="00DF1F5A" w:rsidP="00986A0A">
            <w:pPr>
              <w:pStyle w:val="Z2tabelatekst"/>
            </w:pPr>
            <w:r w:rsidRPr="00986A0A">
              <w:t>0</w:t>
            </w:r>
            <w:r w:rsidR="00F70269" w:rsidRPr="00986A0A">
              <w:t>..1</w:t>
            </w:r>
          </w:p>
        </w:tc>
      </w:tr>
      <w:tr w:rsidR="002501A4" w:rsidRPr="00986A0A" w14:paraId="6C8CB477" w14:textId="77777777" w:rsidTr="00677AFA">
        <w:trPr>
          <w:trHeight w:val="213"/>
        </w:trPr>
        <w:tc>
          <w:tcPr>
            <w:tcW w:w="1980" w:type="dxa"/>
          </w:tcPr>
          <w:p w14:paraId="693EC191" w14:textId="77777777" w:rsidR="002501A4" w:rsidRPr="00986A0A" w:rsidRDefault="002501A4" w:rsidP="00986A0A">
            <w:pPr>
              <w:pStyle w:val="Z2tabelatekst"/>
            </w:pPr>
            <w:proofErr w:type="spellStart"/>
            <w:r w:rsidRPr="00986A0A">
              <w:t>taxOfficeCity</w:t>
            </w:r>
            <w:proofErr w:type="spellEnd"/>
          </w:p>
        </w:tc>
        <w:tc>
          <w:tcPr>
            <w:tcW w:w="4536" w:type="dxa"/>
          </w:tcPr>
          <w:p w14:paraId="2794C9A5" w14:textId="77777777" w:rsidR="002501A4" w:rsidRPr="00986A0A" w:rsidRDefault="002501A4" w:rsidP="00986A0A">
            <w:pPr>
              <w:pStyle w:val="Z2tabelatekst"/>
            </w:pPr>
            <w:r w:rsidRPr="00986A0A">
              <w:t>Adres urzędu skarbowego - miasto.</w:t>
            </w:r>
          </w:p>
        </w:tc>
        <w:tc>
          <w:tcPr>
            <w:tcW w:w="1701" w:type="dxa"/>
          </w:tcPr>
          <w:p w14:paraId="12087CFC" w14:textId="77777777" w:rsidR="002501A4" w:rsidRPr="00986A0A" w:rsidRDefault="002501A4" w:rsidP="00986A0A">
            <w:pPr>
              <w:pStyle w:val="Z2tabelatekst"/>
            </w:pPr>
            <w:r w:rsidRPr="00986A0A">
              <w:t>string(50)</w:t>
            </w:r>
          </w:p>
        </w:tc>
        <w:tc>
          <w:tcPr>
            <w:tcW w:w="1247" w:type="dxa"/>
          </w:tcPr>
          <w:p w14:paraId="6AAF924E" w14:textId="691D277F" w:rsidR="002501A4" w:rsidRPr="00986A0A" w:rsidRDefault="00DF1F5A" w:rsidP="00986A0A">
            <w:pPr>
              <w:pStyle w:val="Z2tabelatekst"/>
            </w:pPr>
            <w:r w:rsidRPr="00986A0A">
              <w:t>0</w:t>
            </w:r>
            <w:r w:rsidR="002501A4" w:rsidRPr="00986A0A">
              <w:t>..1</w:t>
            </w:r>
          </w:p>
        </w:tc>
      </w:tr>
      <w:tr w:rsidR="002501A4" w:rsidRPr="00986A0A" w14:paraId="4646B97F" w14:textId="77777777" w:rsidTr="00677AFA">
        <w:trPr>
          <w:trHeight w:val="213"/>
        </w:trPr>
        <w:tc>
          <w:tcPr>
            <w:tcW w:w="1980" w:type="dxa"/>
          </w:tcPr>
          <w:p w14:paraId="73E020E6" w14:textId="4FEEDA09" w:rsidR="002501A4" w:rsidRPr="00986A0A" w:rsidRDefault="002501A4" w:rsidP="00986A0A">
            <w:pPr>
              <w:pStyle w:val="Z2tabelatekst"/>
            </w:pPr>
            <w:proofErr w:type="spellStart"/>
            <w:r w:rsidRPr="00986A0A">
              <w:t>submissionAim</w:t>
            </w:r>
            <w:proofErr w:type="spellEnd"/>
          </w:p>
        </w:tc>
        <w:tc>
          <w:tcPr>
            <w:tcW w:w="4536" w:type="dxa"/>
          </w:tcPr>
          <w:p w14:paraId="785B10DC" w14:textId="748089C8" w:rsidR="002501A4" w:rsidRPr="00986A0A" w:rsidRDefault="00DF1F5A" w:rsidP="00986A0A">
            <w:pPr>
              <w:pStyle w:val="Z2tabelatekst"/>
            </w:pPr>
            <w:r w:rsidRPr="00986A0A">
              <w:t>Cel złożenia formularza (złożenie WZBPL/korekta WZBPL).</w:t>
            </w:r>
          </w:p>
        </w:tc>
        <w:tc>
          <w:tcPr>
            <w:tcW w:w="1701" w:type="dxa"/>
          </w:tcPr>
          <w:p w14:paraId="73248479" w14:textId="77777777" w:rsidR="002501A4" w:rsidRPr="00986A0A" w:rsidRDefault="002501A4" w:rsidP="00986A0A">
            <w:pPr>
              <w:pStyle w:val="Z2tabelatekst"/>
            </w:pPr>
            <w:proofErr w:type="spellStart"/>
            <w:r w:rsidRPr="00986A0A">
              <w:t>ZSubmissionAim</w:t>
            </w:r>
            <w:proofErr w:type="spellEnd"/>
          </w:p>
          <w:p w14:paraId="58A2CB1F" w14:textId="062A902A" w:rsidR="00B32897" w:rsidRPr="00986A0A" w:rsidRDefault="003909EF" w:rsidP="00986A0A">
            <w:pPr>
              <w:pStyle w:val="Z2tabelatekst"/>
            </w:pPr>
            <w:r w:rsidRPr="00986A0A">
              <w:t>Patrz reguła R5, R6, R7</w:t>
            </w:r>
            <w:r w:rsidR="000A7334" w:rsidRPr="00986A0A">
              <w:t>; R8; R9</w:t>
            </w:r>
          </w:p>
        </w:tc>
        <w:tc>
          <w:tcPr>
            <w:tcW w:w="1247" w:type="dxa"/>
          </w:tcPr>
          <w:p w14:paraId="78574032" w14:textId="7789CE73" w:rsidR="002501A4" w:rsidRPr="00986A0A" w:rsidRDefault="002501A4" w:rsidP="00986A0A">
            <w:pPr>
              <w:pStyle w:val="Z2tabelatekst"/>
            </w:pPr>
            <w:r w:rsidRPr="00986A0A">
              <w:t>1..1</w:t>
            </w:r>
          </w:p>
        </w:tc>
      </w:tr>
      <w:tr w:rsidR="002501A4" w:rsidRPr="00986A0A" w14:paraId="569EF4D1" w14:textId="77777777" w:rsidTr="00677AFA">
        <w:trPr>
          <w:trHeight w:val="213"/>
        </w:trPr>
        <w:tc>
          <w:tcPr>
            <w:tcW w:w="1980" w:type="dxa"/>
          </w:tcPr>
          <w:p w14:paraId="057624AD" w14:textId="16AB656D" w:rsidR="002501A4" w:rsidRPr="00986A0A" w:rsidRDefault="002501A4" w:rsidP="00986A0A">
            <w:pPr>
              <w:pStyle w:val="Z2tabelatekst"/>
            </w:pPr>
            <w:proofErr w:type="spellStart"/>
            <w:r w:rsidRPr="00986A0A">
              <w:t>orgDocNo</w:t>
            </w:r>
            <w:proofErr w:type="spellEnd"/>
          </w:p>
        </w:tc>
        <w:tc>
          <w:tcPr>
            <w:tcW w:w="4536" w:type="dxa"/>
          </w:tcPr>
          <w:p w14:paraId="2069C46F" w14:textId="07050087" w:rsidR="002501A4" w:rsidRPr="00986A0A" w:rsidRDefault="002501A4" w:rsidP="00986A0A">
            <w:pPr>
              <w:pStyle w:val="Z2tabelatekst"/>
            </w:pPr>
            <w:r w:rsidRPr="00986A0A">
              <w:t>Numer dokumentu pierwotnego, którego dotyczy korekta.</w:t>
            </w:r>
          </w:p>
        </w:tc>
        <w:tc>
          <w:tcPr>
            <w:tcW w:w="1701" w:type="dxa"/>
          </w:tcPr>
          <w:p w14:paraId="751F336C" w14:textId="77777777" w:rsidR="002501A4" w:rsidRPr="00986A0A" w:rsidRDefault="002501A4" w:rsidP="00986A0A">
            <w:pPr>
              <w:pStyle w:val="Z2tabelatekst"/>
            </w:pPr>
            <w:proofErr w:type="spellStart"/>
            <w:r w:rsidRPr="00986A0A">
              <w:t>ZDocNo</w:t>
            </w:r>
            <w:proofErr w:type="spellEnd"/>
          </w:p>
          <w:p w14:paraId="14A1AA06" w14:textId="4904B59D" w:rsidR="00B32897" w:rsidRPr="00986A0A" w:rsidRDefault="00B32897" w:rsidP="00986A0A">
            <w:pPr>
              <w:pStyle w:val="Z2tabelatekst"/>
            </w:pPr>
            <w:r w:rsidRPr="00986A0A">
              <w:lastRenderedPageBreak/>
              <w:t>Patrz reguła R4</w:t>
            </w:r>
          </w:p>
        </w:tc>
        <w:tc>
          <w:tcPr>
            <w:tcW w:w="1247" w:type="dxa"/>
          </w:tcPr>
          <w:p w14:paraId="19045789" w14:textId="77777777" w:rsidR="002501A4" w:rsidRPr="00986A0A" w:rsidRDefault="002501A4" w:rsidP="00986A0A">
            <w:pPr>
              <w:pStyle w:val="Z2tabelatekst"/>
            </w:pPr>
            <w:r w:rsidRPr="00986A0A">
              <w:lastRenderedPageBreak/>
              <w:t>0..1</w:t>
            </w:r>
          </w:p>
        </w:tc>
      </w:tr>
      <w:tr w:rsidR="002501A4" w:rsidRPr="00986A0A" w14:paraId="348B3328" w14:textId="77777777" w:rsidTr="00677AFA">
        <w:trPr>
          <w:trHeight w:val="213"/>
        </w:trPr>
        <w:tc>
          <w:tcPr>
            <w:tcW w:w="1980" w:type="dxa"/>
          </w:tcPr>
          <w:p w14:paraId="2B22CBCC" w14:textId="07703D7B" w:rsidR="002501A4" w:rsidRPr="00986A0A" w:rsidRDefault="002501A4" w:rsidP="00986A0A">
            <w:pPr>
              <w:pStyle w:val="Z2tabelatekst"/>
            </w:pPr>
            <w:proofErr w:type="spellStart"/>
            <w:r w:rsidRPr="00986A0A">
              <w:t>justification</w:t>
            </w:r>
            <w:proofErr w:type="spellEnd"/>
          </w:p>
        </w:tc>
        <w:tc>
          <w:tcPr>
            <w:tcW w:w="4536" w:type="dxa"/>
          </w:tcPr>
          <w:p w14:paraId="70F10ABA" w14:textId="51E68DE0" w:rsidR="002501A4" w:rsidRPr="00986A0A" w:rsidRDefault="002501A4" w:rsidP="00986A0A">
            <w:pPr>
              <w:pStyle w:val="Z2tabelatekst"/>
            </w:pPr>
            <w:r w:rsidRPr="00986A0A">
              <w:t>Pole tekstowe pozwalające na wprowadzenie informacji uzasadniającej korektę.</w:t>
            </w:r>
          </w:p>
        </w:tc>
        <w:tc>
          <w:tcPr>
            <w:tcW w:w="1701" w:type="dxa"/>
          </w:tcPr>
          <w:p w14:paraId="6A35758F" w14:textId="4F281B4A" w:rsidR="002501A4" w:rsidRPr="00986A0A" w:rsidRDefault="002501A4" w:rsidP="00986A0A">
            <w:pPr>
              <w:pStyle w:val="Z2tabelatekst"/>
            </w:pPr>
            <w:r w:rsidRPr="00986A0A">
              <w:t>String(256)</w:t>
            </w:r>
          </w:p>
        </w:tc>
        <w:tc>
          <w:tcPr>
            <w:tcW w:w="1247" w:type="dxa"/>
          </w:tcPr>
          <w:p w14:paraId="1FEBCFAF" w14:textId="77777777" w:rsidR="002501A4" w:rsidRPr="00986A0A" w:rsidRDefault="002501A4" w:rsidP="00986A0A">
            <w:pPr>
              <w:pStyle w:val="Z2tabelatekst"/>
            </w:pPr>
            <w:r w:rsidRPr="00986A0A">
              <w:t>0..1</w:t>
            </w:r>
          </w:p>
        </w:tc>
      </w:tr>
      <w:tr w:rsidR="002078DC" w:rsidRPr="00986A0A" w14:paraId="24E5FA15" w14:textId="77777777" w:rsidTr="00677AFA">
        <w:trPr>
          <w:trHeight w:val="213"/>
        </w:trPr>
        <w:tc>
          <w:tcPr>
            <w:tcW w:w="1980" w:type="dxa"/>
          </w:tcPr>
          <w:p w14:paraId="2349EA4C" w14:textId="2F814C4E" w:rsidR="002078DC" w:rsidRPr="00986A0A" w:rsidRDefault="002078DC" w:rsidP="00986A0A">
            <w:pPr>
              <w:pStyle w:val="Z2tabelatekst"/>
            </w:pPr>
            <w:proofErr w:type="spellStart"/>
            <w:r w:rsidRPr="00986A0A">
              <w:t>phoneNumber</w:t>
            </w:r>
            <w:proofErr w:type="spellEnd"/>
          </w:p>
        </w:tc>
        <w:tc>
          <w:tcPr>
            <w:tcW w:w="4536" w:type="dxa"/>
          </w:tcPr>
          <w:p w14:paraId="65AE254C" w14:textId="06986677" w:rsidR="002078DC" w:rsidRPr="00986A0A" w:rsidRDefault="002078DC" w:rsidP="00986A0A">
            <w:pPr>
              <w:pStyle w:val="Z2tabelatekst"/>
            </w:pPr>
            <w:r w:rsidRPr="00986A0A">
              <w:t>Pole tekstowe pozwalające na wprowadzenie Numeru telefonu podatnika.</w:t>
            </w:r>
          </w:p>
        </w:tc>
        <w:tc>
          <w:tcPr>
            <w:tcW w:w="1701" w:type="dxa"/>
          </w:tcPr>
          <w:p w14:paraId="64D9BD95" w14:textId="1B77ED68" w:rsidR="002078DC" w:rsidRPr="00986A0A" w:rsidRDefault="002078DC" w:rsidP="00986A0A">
            <w:pPr>
              <w:pStyle w:val="Z2tabelatekst"/>
            </w:pPr>
            <w:r w:rsidRPr="00986A0A">
              <w:t>String(256)</w:t>
            </w:r>
          </w:p>
        </w:tc>
        <w:tc>
          <w:tcPr>
            <w:tcW w:w="1247" w:type="dxa"/>
          </w:tcPr>
          <w:p w14:paraId="104AE954" w14:textId="183DCE28" w:rsidR="002078DC" w:rsidRPr="00986A0A" w:rsidRDefault="002078DC" w:rsidP="00986A0A">
            <w:pPr>
              <w:pStyle w:val="Z2tabelatekst"/>
            </w:pPr>
            <w:r w:rsidRPr="00986A0A">
              <w:t>0..1</w:t>
            </w:r>
          </w:p>
        </w:tc>
      </w:tr>
      <w:tr w:rsidR="002501A4" w:rsidRPr="00986A0A" w14:paraId="29007C08" w14:textId="77777777" w:rsidTr="00677AFA">
        <w:trPr>
          <w:trHeight w:val="213"/>
        </w:trPr>
        <w:tc>
          <w:tcPr>
            <w:tcW w:w="1980" w:type="dxa"/>
          </w:tcPr>
          <w:p w14:paraId="5CBBDEDA" w14:textId="77777777" w:rsidR="002501A4" w:rsidRPr="00986A0A" w:rsidRDefault="002501A4" w:rsidP="00986A0A">
            <w:pPr>
              <w:pStyle w:val="Z2tabelatekst"/>
            </w:pPr>
            <w:proofErr w:type="spellStart"/>
            <w:r w:rsidRPr="00986A0A">
              <w:t>selfRef</w:t>
            </w:r>
            <w:proofErr w:type="spellEnd"/>
          </w:p>
        </w:tc>
        <w:tc>
          <w:tcPr>
            <w:tcW w:w="4536" w:type="dxa"/>
          </w:tcPr>
          <w:p w14:paraId="2E613753" w14:textId="77777777" w:rsidR="002501A4" w:rsidRPr="00986A0A" w:rsidRDefault="002501A4" w:rsidP="00986A0A">
            <w:pPr>
              <w:pStyle w:val="Z2tabelatekst"/>
            </w:pPr>
            <w:r w:rsidRPr="00986A0A">
              <w:t>Numer własny komunikatu</w:t>
            </w:r>
          </w:p>
        </w:tc>
        <w:tc>
          <w:tcPr>
            <w:tcW w:w="1701" w:type="dxa"/>
          </w:tcPr>
          <w:p w14:paraId="629434BB" w14:textId="77777777" w:rsidR="002501A4" w:rsidRPr="00986A0A" w:rsidRDefault="002501A4" w:rsidP="00986A0A">
            <w:pPr>
              <w:pStyle w:val="Z2tabelatekst"/>
            </w:pPr>
            <w:proofErr w:type="spellStart"/>
            <w:r w:rsidRPr="00986A0A">
              <w:t>ZSelfRef</w:t>
            </w:r>
            <w:proofErr w:type="spellEnd"/>
          </w:p>
        </w:tc>
        <w:tc>
          <w:tcPr>
            <w:tcW w:w="1247" w:type="dxa"/>
          </w:tcPr>
          <w:p w14:paraId="6AB7D202" w14:textId="38EE6D4A" w:rsidR="002501A4" w:rsidRPr="00986A0A" w:rsidRDefault="002501A4" w:rsidP="00986A0A">
            <w:pPr>
              <w:pStyle w:val="Z2tabelatekst"/>
            </w:pPr>
            <w:r w:rsidRPr="00986A0A">
              <w:t>1..1</w:t>
            </w:r>
          </w:p>
        </w:tc>
      </w:tr>
    </w:tbl>
    <w:p w14:paraId="7F0082BD" w14:textId="32385E3A" w:rsidR="00E7047C" w:rsidRPr="00986A0A" w:rsidRDefault="00E7047C" w:rsidP="00986A0A">
      <w:pPr>
        <w:pStyle w:val="Z2PodpisRysunkuTabeli"/>
      </w:pPr>
      <w:bookmarkStart w:id="97" w:name="_Toc87135309"/>
      <w:bookmarkStart w:id="98" w:name="_Toc88603038"/>
      <w:bookmarkStart w:id="99" w:name="_Toc88939778"/>
      <w:bookmarkStart w:id="100" w:name="_Toc93140895"/>
      <w:bookmarkStart w:id="101" w:name="_Toc94463053"/>
      <w:bookmarkStart w:id="102" w:name="_Toc97503856"/>
      <w:bookmarkStart w:id="103" w:name="_Toc101451127"/>
      <w:bookmarkStart w:id="104" w:name="_Hlk82975798"/>
      <w:bookmarkStart w:id="105" w:name="_Toc184807223"/>
      <w:r w:rsidRPr="00986A0A">
        <w:t xml:space="preserve">Rysunek </w:t>
      </w:r>
      <w:r w:rsidRPr="00986A0A">
        <w:fldChar w:fldCharType="begin"/>
      </w:r>
      <w:r w:rsidRPr="00986A0A">
        <w:instrText xml:space="preserve"> SEQ Rysunek \* ARABIC </w:instrText>
      </w:r>
      <w:r w:rsidRPr="00986A0A">
        <w:fldChar w:fldCharType="separate"/>
      </w:r>
      <w:r w:rsidR="00023596">
        <w:rPr>
          <w:noProof/>
        </w:rPr>
        <w:t>2</w:t>
      </w:r>
      <w:r w:rsidRPr="00986A0A">
        <w:fldChar w:fldCharType="end"/>
      </w:r>
      <w:r w:rsidRPr="00986A0A">
        <w:t>. Struktura &lt;</w:t>
      </w:r>
      <w:proofErr w:type="spellStart"/>
      <w:r w:rsidRPr="00986A0A">
        <w:t>HeaderType</w:t>
      </w:r>
      <w:proofErr w:type="spellEnd"/>
      <w:r w:rsidRPr="00986A0A">
        <w:t xml:space="preserve">&gt;, nagłówka </w:t>
      </w:r>
      <w:bookmarkEnd w:id="97"/>
      <w:bookmarkEnd w:id="98"/>
      <w:bookmarkEnd w:id="99"/>
      <w:bookmarkEnd w:id="100"/>
      <w:bookmarkEnd w:id="101"/>
      <w:bookmarkEnd w:id="102"/>
      <w:r w:rsidRPr="00986A0A">
        <w:t>dokumentu WZBPL</w:t>
      </w:r>
      <w:bookmarkEnd w:id="103"/>
      <w:bookmarkEnd w:id="105"/>
    </w:p>
    <w:bookmarkEnd w:id="104"/>
    <w:p w14:paraId="5A78EB1E" w14:textId="7CC89C19" w:rsidR="0044526A" w:rsidRPr="00986A0A" w:rsidRDefault="00956DFC" w:rsidP="00986A0A">
      <w:pPr>
        <w:rPr>
          <w:rFonts w:cs="Open Sans"/>
        </w:rPr>
      </w:pPr>
      <w:r w:rsidRPr="00986A0A">
        <w:rPr>
          <w:rFonts w:cs="Open Sans"/>
          <w:noProof/>
        </w:rPr>
        <w:drawing>
          <wp:inline distT="0" distB="0" distL="0" distR="0" wp14:anchorId="730D17DF" wp14:editId="304A5711">
            <wp:extent cx="5212080" cy="5455920"/>
            <wp:effectExtent l="19050" t="19050" r="26670" b="11430"/>
            <wp:docPr id="2" name="Obraz 2" descr="Rysunek przedstawia strukturę &lt;HeaderType&gt;, nagłówk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lt;HeaderType&gt;, nagłówka dokumentu WZBP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2080" cy="5455920"/>
                    </a:xfrm>
                    <a:prstGeom prst="rect">
                      <a:avLst/>
                    </a:prstGeom>
                    <a:noFill/>
                    <a:ln>
                      <a:solidFill>
                        <a:schemeClr val="tx1"/>
                      </a:solidFill>
                    </a:ln>
                  </pic:spPr>
                </pic:pic>
              </a:graphicData>
            </a:graphic>
          </wp:inline>
        </w:drawing>
      </w:r>
    </w:p>
    <w:p w14:paraId="34CEF137" w14:textId="77777777" w:rsidR="007F6C71" w:rsidRPr="00986A0A" w:rsidRDefault="007F6C71" w:rsidP="00986A0A">
      <w:pPr>
        <w:rPr>
          <w:rFonts w:cs="Open Sans"/>
        </w:rPr>
      </w:pPr>
      <w:r w:rsidRPr="00986A0A">
        <w:rPr>
          <w:rFonts w:cs="Open Sans"/>
        </w:rPr>
        <w:br w:type="page"/>
      </w:r>
    </w:p>
    <w:p w14:paraId="0208AB31" w14:textId="0573F823" w:rsidR="007F6C71" w:rsidRPr="00986A0A" w:rsidRDefault="007F6C71" w:rsidP="00986A0A">
      <w:pPr>
        <w:pStyle w:val="Z2PodpisRysunkuTabeli"/>
      </w:pPr>
      <w:bookmarkStart w:id="106" w:name="_Toc97548292"/>
      <w:bookmarkStart w:id="107" w:name="_Toc184807219"/>
      <w:r w:rsidRPr="00986A0A">
        <w:lastRenderedPageBreak/>
        <w:t xml:space="preserve">Tabela </w:t>
      </w:r>
      <w:r w:rsidRPr="00986A0A">
        <w:fldChar w:fldCharType="begin"/>
      </w:r>
      <w:r w:rsidRPr="00986A0A">
        <w:instrText xml:space="preserve"> SEQ Tabela \* ARABIC </w:instrText>
      </w:r>
      <w:r w:rsidRPr="00986A0A">
        <w:fldChar w:fldCharType="separate"/>
      </w:r>
      <w:r w:rsidR="00023596">
        <w:rPr>
          <w:noProof/>
        </w:rPr>
        <w:t>11</w:t>
      </w:r>
      <w:r w:rsidRPr="00986A0A">
        <w:fldChar w:fldCharType="end"/>
      </w:r>
      <w:r w:rsidRPr="00986A0A">
        <w:t xml:space="preserve">. Struktura &lt; </w:t>
      </w:r>
      <w:proofErr w:type="spellStart"/>
      <w:r w:rsidRPr="00986A0A">
        <w:t>stampsType</w:t>
      </w:r>
      <w:proofErr w:type="spellEnd"/>
      <w:r w:rsidRPr="00986A0A">
        <w:t xml:space="preserve"> &gt;, Lista banderol</w:t>
      </w:r>
      <w:bookmarkEnd w:id="106"/>
      <w:r w:rsidRPr="00986A0A">
        <w:t xml:space="preserve"> dokumentu WZBPL</w:t>
      </w:r>
      <w:bookmarkEnd w:id="107"/>
    </w:p>
    <w:tbl>
      <w:tblPr>
        <w:tblStyle w:val="Tabela-Siatka"/>
        <w:tblW w:w="9457" w:type="dxa"/>
        <w:tblLayout w:type="fixed"/>
        <w:tblLook w:val="01E0" w:firstRow="1" w:lastRow="1" w:firstColumn="1" w:lastColumn="1" w:noHBand="0" w:noVBand="0"/>
      </w:tblPr>
      <w:tblGrid>
        <w:gridCol w:w="1794"/>
        <w:gridCol w:w="3446"/>
        <w:gridCol w:w="2977"/>
        <w:gridCol w:w="1240"/>
      </w:tblGrid>
      <w:tr w:rsidR="00E96ADC" w:rsidRPr="00986A0A" w14:paraId="529DD7CF" w14:textId="77777777" w:rsidTr="00010E2F">
        <w:trPr>
          <w:trHeight w:val="47"/>
          <w:tblHeader/>
        </w:trPr>
        <w:tc>
          <w:tcPr>
            <w:tcW w:w="1794" w:type="dxa"/>
            <w:shd w:val="clear" w:color="auto" w:fill="D9D9D9" w:themeFill="background1" w:themeFillShade="D9"/>
          </w:tcPr>
          <w:p w14:paraId="22C24A61" w14:textId="77777777" w:rsidR="003F39ED" w:rsidRPr="00986A0A" w:rsidRDefault="003F39ED" w:rsidP="00986A0A">
            <w:pPr>
              <w:pStyle w:val="Legenda"/>
            </w:pPr>
            <w:r w:rsidRPr="00986A0A">
              <w:t xml:space="preserve">Nazwa </w:t>
            </w:r>
          </w:p>
        </w:tc>
        <w:tc>
          <w:tcPr>
            <w:tcW w:w="3446" w:type="dxa"/>
            <w:shd w:val="clear" w:color="auto" w:fill="D9D9D9" w:themeFill="background1" w:themeFillShade="D9"/>
          </w:tcPr>
          <w:p w14:paraId="12AC4036" w14:textId="77777777" w:rsidR="003F39ED" w:rsidRPr="00986A0A" w:rsidRDefault="003F39ED" w:rsidP="00986A0A">
            <w:pPr>
              <w:pStyle w:val="Legenda"/>
            </w:pPr>
            <w:r w:rsidRPr="00986A0A">
              <w:t>Opis</w:t>
            </w:r>
          </w:p>
        </w:tc>
        <w:tc>
          <w:tcPr>
            <w:tcW w:w="2977" w:type="dxa"/>
            <w:shd w:val="clear" w:color="auto" w:fill="D9D9D9" w:themeFill="background1" w:themeFillShade="D9"/>
          </w:tcPr>
          <w:p w14:paraId="75280A57" w14:textId="77777777" w:rsidR="003F39ED" w:rsidRPr="00986A0A" w:rsidRDefault="003F39ED" w:rsidP="00986A0A">
            <w:pPr>
              <w:pStyle w:val="Legenda"/>
            </w:pPr>
            <w:r w:rsidRPr="00986A0A">
              <w:t>Typ</w:t>
            </w:r>
          </w:p>
        </w:tc>
        <w:tc>
          <w:tcPr>
            <w:tcW w:w="1240" w:type="dxa"/>
            <w:shd w:val="clear" w:color="auto" w:fill="D9D9D9" w:themeFill="background1" w:themeFillShade="D9"/>
          </w:tcPr>
          <w:p w14:paraId="1C21AAB0" w14:textId="77777777" w:rsidR="003F39ED" w:rsidRPr="00986A0A" w:rsidRDefault="003F39ED" w:rsidP="00986A0A">
            <w:pPr>
              <w:pStyle w:val="Legenda"/>
            </w:pPr>
            <w:r w:rsidRPr="00986A0A">
              <w:t>Liczebność</w:t>
            </w:r>
          </w:p>
        </w:tc>
      </w:tr>
      <w:tr w:rsidR="00DA5BB9" w:rsidRPr="00986A0A" w14:paraId="563309FA" w14:textId="77777777" w:rsidTr="00752FD0">
        <w:trPr>
          <w:trHeight w:val="213"/>
        </w:trPr>
        <w:tc>
          <w:tcPr>
            <w:tcW w:w="1794" w:type="dxa"/>
          </w:tcPr>
          <w:p w14:paraId="61D8B9BC" w14:textId="77777777" w:rsidR="00DA5BB9" w:rsidRPr="00986A0A" w:rsidRDefault="00DA5BB9" w:rsidP="00986A0A">
            <w:pPr>
              <w:pStyle w:val="Z2tabelatekst"/>
            </w:pPr>
            <w:proofErr w:type="spellStart"/>
            <w:r w:rsidRPr="00986A0A">
              <w:t>stamp</w:t>
            </w:r>
            <w:proofErr w:type="spellEnd"/>
          </w:p>
        </w:tc>
        <w:tc>
          <w:tcPr>
            <w:tcW w:w="3446" w:type="dxa"/>
          </w:tcPr>
          <w:p w14:paraId="525A5E20" w14:textId="77777777" w:rsidR="00DA5BB9" w:rsidRPr="00986A0A" w:rsidRDefault="00DA5BB9" w:rsidP="00986A0A">
            <w:pPr>
              <w:pStyle w:val="Z2tabelatekst"/>
            </w:pPr>
            <w:r w:rsidRPr="00986A0A">
              <w:t>Banderola</w:t>
            </w:r>
          </w:p>
        </w:tc>
        <w:tc>
          <w:tcPr>
            <w:tcW w:w="2977" w:type="dxa"/>
          </w:tcPr>
          <w:p w14:paraId="6FD9E2FD" w14:textId="3256EB9B" w:rsidR="00DA5BB9" w:rsidRPr="00986A0A" w:rsidRDefault="00010E2F" w:rsidP="00986A0A">
            <w:pPr>
              <w:pStyle w:val="Z2tabelatekst"/>
            </w:pPr>
            <w:proofErr w:type="spellStart"/>
            <w:r w:rsidRPr="00986A0A">
              <w:t>stampType</w:t>
            </w:r>
            <w:proofErr w:type="spellEnd"/>
          </w:p>
        </w:tc>
        <w:tc>
          <w:tcPr>
            <w:tcW w:w="1240" w:type="dxa"/>
          </w:tcPr>
          <w:p w14:paraId="14E5FD4C" w14:textId="05A875B8" w:rsidR="00DA5BB9" w:rsidRPr="00986A0A" w:rsidRDefault="00DA5BB9" w:rsidP="00986A0A">
            <w:pPr>
              <w:pStyle w:val="Z2tabelatekst"/>
            </w:pPr>
            <w:r w:rsidRPr="00986A0A">
              <w:t>1..99</w:t>
            </w:r>
          </w:p>
        </w:tc>
      </w:tr>
      <w:tr w:rsidR="00DA5BB9" w:rsidRPr="00986A0A" w14:paraId="2110796B" w14:textId="77777777" w:rsidTr="00752FD0">
        <w:trPr>
          <w:trHeight w:val="213"/>
        </w:trPr>
        <w:tc>
          <w:tcPr>
            <w:tcW w:w="1794" w:type="dxa"/>
          </w:tcPr>
          <w:p w14:paraId="0927CEAD" w14:textId="77777777" w:rsidR="00DA5BB9" w:rsidRPr="00986A0A" w:rsidRDefault="00DA5BB9" w:rsidP="00986A0A">
            <w:pPr>
              <w:pStyle w:val="Z2tabelatekst"/>
            </w:pPr>
            <w:proofErr w:type="spellStart"/>
            <w:r w:rsidRPr="00986A0A">
              <w:t>typeOfStamp</w:t>
            </w:r>
            <w:proofErr w:type="spellEnd"/>
          </w:p>
        </w:tc>
        <w:tc>
          <w:tcPr>
            <w:tcW w:w="3446" w:type="dxa"/>
          </w:tcPr>
          <w:p w14:paraId="573066AA" w14:textId="77777777" w:rsidR="00DA5BB9" w:rsidRPr="00986A0A" w:rsidRDefault="00DA5BB9" w:rsidP="00986A0A">
            <w:pPr>
              <w:pStyle w:val="Z2tabelatekst"/>
            </w:pPr>
            <w:r w:rsidRPr="00986A0A">
              <w:t>Rodzaj banderoli (kod)</w:t>
            </w:r>
          </w:p>
        </w:tc>
        <w:tc>
          <w:tcPr>
            <w:tcW w:w="2977" w:type="dxa"/>
          </w:tcPr>
          <w:p w14:paraId="3A748FBD" w14:textId="7DD6A88A" w:rsidR="00DA5BB9" w:rsidRPr="00986A0A" w:rsidRDefault="00DA5BB9" w:rsidP="00986A0A">
            <w:pPr>
              <w:pStyle w:val="Z2tabelatekst"/>
            </w:pPr>
            <w:r w:rsidRPr="00986A0A">
              <w:t>String(</w:t>
            </w:r>
            <w:r w:rsidR="007C59AC" w:rsidRPr="00986A0A">
              <w:t>3</w:t>
            </w:r>
            <w:r w:rsidRPr="00986A0A">
              <w:t>)</w:t>
            </w:r>
          </w:p>
          <w:p w14:paraId="71AD47E4" w14:textId="03E337A1" w:rsidR="00DA5BB9" w:rsidRPr="00986A0A" w:rsidRDefault="00DA5BB9" w:rsidP="00986A0A">
            <w:pPr>
              <w:pStyle w:val="Z2tabelatekst"/>
            </w:pPr>
            <w:r w:rsidRPr="00986A0A">
              <w:t>odpowiadający w słowniku 3020 (</w:t>
            </w:r>
            <w:hyperlink r:id="rId13" w:history="1">
              <w:r w:rsidRPr="00986A0A">
                <w:t>https://puesc.gov.pl/seap_pdr_extimpl/slowniki/3020</w:t>
              </w:r>
            </w:hyperlink>
            <w:r w:rsidRPr="00986A0A">
              <w:t xml:space="preserve">) wartości pola </w:t>
            </w:r>
            <w:proofErr w:type="spellStart"/>
            <w:r w:rsidRPr="00986A0A">
              <w:t>typeOfStamp</w:t>
            </w:r>
            <w:proofErr w:type="spellEnd"/>
          </w:p>
        </w:tc>
        <w:tc>
          <w:tcPr>
            <w:tcW w:w="1240" w:type="dxa"/>
          </w:tcPr>
          <w:p w14:paraId="1FABE8D8" w14:textId="77777777" w:rsidR="00DA5BB9" w:rsidRPr="00986A0A" w:rsidRDefault="00DA5BB9" w:rsidP="00986A0A">
            <w:pPr>
              <w:pStyle w:val="Z2tabelatekst"/>
            </w:pPr>
            <w:r w:rsidRPr="00986A0A">
              <w:t>1..1</w:t>
            </w:r>
          </w:p>
        </w:tc>
      </w:tr>
      <w:tr w:rsidR="00DA5BB9" w:rsidRPr="00986A0A" w14:paraId="446BB983" w14:textId="77777777" w:rsidTr="00752FD0">
        <w:trPr>
          <w:trHeight w:val="213"/>
        </w:trPr>
        <w:tc>
          <w:tcPr>
            <w:tcW w:w="1794" w:type="dxa"/>
          </w:tcPr>
          <w:p w14:paraId="510DDDFD" w14:textId="03A8CE74" w:rsidR="00DA5BB9" w:rsidRPr="00986A0A" w:rsidRDefault="00DA5BB9" w:rsidP="00986A0A">
            <w:pPr>
              <w:pStyle w:val="Z2tabelatekst"/>
            </w:pPr>
            <w:bookmarkStart w:id="108" w:name="typeOfStamp"/>
            <w:proofErr w:type="spellStart"/>
            <w:r w:rsidRPr="00986A0A">
              <w:t>typeOfStamp</w:t>
            </w:r>
            <w:bookmarkEnd w:id="108"/>
            <w:r w:rsidRPr="00986A0A">
              <w:t>Name</w:t>
            </w:r>
            <w:proofErr w:type="spellEnd"/>
          </w:p>
        </w:tc>
        <w:tc>
          <w:tcPr>
            <w:tcW w:w="3446" w:type="dxa"/>
          </w:tcPr>
          <w:p w14:paraId="1C0A1B5D" w14:textId="77777777" w:rsidR="00DA5BB9" w:rsidRPr="00986A0A" w:rsidRDefault="00DA5BB9" w:rsidP="00986A0A">
            <w:pPr>
              <w:pStyle w:val="Z2tabelatekst"/>
            </w:pPr>
            <w:r w:rsidRPr="00986A0A">
              <w:t>Rodzaj banderoli (nazwa własna)</w:t>
            </w:r>
          </w:p>
        </w:tc>
        <w:tc>
          <w:tcPr>
            <w:tcW w:w="2977" w:type="dxa"/>
          </w:tcPr>
          <w:p w14:paraId="1D57D7B9" w14:textId="77777777" w:rsidR="00DA5BB9" w:rsidRPr="00986A0A" w:rsidRDefault="00DA5BB9" w:rsidP="00986A0A">
            <w:pPr>
              <w:pStyle w:val="Z2tabelatekst"/>
            </w:pPr>
            <w:r w:rsidRPr="00986A0A">
              <w:t xml:space="preserve">String. </w:t>
            </w:r>
          </w:p>
          <w:p w14:paraId="4AC87A34" w14:textId="563A8046" w:rsidR="00DA5BB9" w:rsidRPr="00986A0A" w:rsidRDefault="00DA5BB9" w:rsidP="00986A0A">
            <w:pPr>
              <w:pStyle w:val="Z2tabelatekst"/>
            </w:pPr>
            <w:r w:rsidRPr="00986A0A">
              <w:t>Zgodny ze słownikiem 3020:</w:t>
            </w:r>
          </w:p>
          <w:p w14:paraId="41B692E4" w14:textId="7E8FFF56" w:rsidR="00DA5BB9" w:rsidRPr="00986A0A" w:rsidRDefault="00DA5BB9" w:rsidP="00986A0A">
            <w:pPr>
              <w:pStyle w:val="Z2tabelatekst"/>
            </w:pPr>
            <w:r w:rsidRPr="00986A0A">
              <w:t>https://puesc.gov.pl/seap_pdr_extimpl/slowniki/3020</w:t>
            </w:r>
          </w:p>
        </w:tc>
        <w:tc>
          <w:tcPr>
            <w:tcW w:w="1240" w:type="dxa"/>
          </w:tcPr>
          <w:p w14:paraId="142E0468" w14:textId="77777777" w:rsidR="00DA5BB9" w:rsidRPr="00986A0A" w:rsidRDefault="00DA5BB9" w:rsidP="00986A0A">
            <w:pPr>
              <w:pStyle w:val="Z2tabelatekst"/>
            </w:pPr>
            <w:r w:rsidRPr="00986A0A">
              <w:t>1..1</w:t>
            </w:r>
          </w:p>
        </w:tc>
      </w:tr>
      <w:tr w:rsidR="00DA5BB9" w:rsidRPr="00986A0A" w14:paraId="520DE1F9" w14:textId="77777777" w:rsidTr="00752FD0">
        <w:trPr>
          <w:trHeight w:val="213"/>
        </w:trPr>
        <w:tc>
          <w:tcPr>
            <w:tcW w:w="1794" w:type="dxa"/>
          </w:tcPr>
          <w:p w14:paraId="01E81C6C" w14:textId="77777777" w:rsidR="00DA5BB9" w:rsidRPr="00986A0A" w:rsidRDefault="00DA5BB9" w:rsidP="00986A0A">
            <w:pPr>
              <w:pStyle w:val="Z2tabelatekst"/>
            </w:pPr>
            <w:proofErr w:type="spellStart"/>
            <w:r w:rsidRPr="00986A0A">
              <w:t>onGoods</w:t>
            </w:r>
            <w:proofErr w:type="spellEnd"/>
          </w:p>
        </w:tc>
        <w:tc>
          <w:tcPr>
            <w:tcW w:w="3446" w:type="dxa"/>
          </w:tcPr>
          <w:p w14:paraId="409717ED" w14:textId="77777777" w:rsidR="00DA5BB9" w:rsidRPr="00986A0A" w:rsidRDefault="00DA5BB9" w:rsidP="00986A0A">
            <w:pPr>
              <w:pStyle w:val="Z2tabelatekst"/>
            </w:pPr>
            <w:r w:rsidRPr="00986A0A">
              <w:t>Nanoszone na wyroby (kod)</w:t>
            </w:r>
          </w:p>
        </w:tc>
        <w:tc>
          <w:tcPr>
            <w:tcW w:w="2977" w:type="dxa"/>
          </w:tcPr>
          <w:p w14:paraId="26475495" w14:textId="076C95E1" w:rsidR="00BF5192" w:rsidRPr="00986A0A" w:rsidRDefault="00DA5BB9" w:rsidP="00986A0A">
            <w:pPr>
              <w:pStyle w:val="Z2tabelatekst"/>
            </w:pPr>
            <w:r w:rsidRPr="00986A0A">
              <w:t>String(3)</w:t>
            </w:r>
          </w:p>
          <w:p w14:paraId="15EA6F54" w14:textId="3BC2E6FD" w:rsidR="00DA5BB9" w:rsidRPr="00986A0A" w:rsidRDefault="00DA5BB9" w:rsidP="00986A0A">
            <w:pPr>
              <w:pStyle w:val="Z2tabelatekst"/>
            </w:pPr>
            <w:r w:rsidRPr="00986A0A">
              <w:t xml:space="preserve">odpowiadający w słowniku 3020 (https://puesc.gov.pl/seap_pdr_extimpl/slowniki/3020) wartości pola </w:t>
            </w:r>
            <w:proofErr w:type="spellStart"/>
            <w:r w:rsidRPr="00986A0A">
              <w:t>onGoodsName</w:t>
            </w:r>
            <w:proofErr w:type="spellEnd"/>
            <w:r w:rsidR="001D1AEF" w:rsidRPr="00986A0A">
              <w:t xml:space="preserve"> </w:t>
            </w:r>
          </w:p>
        </w:tc>
        <w:tc>
          <w:tcPr>
            <w:tcW w:w="1240" w:type="dxa"/>
          </w:tcPr>
          <w:p w14:paraId="5DBDB677" w14:textId="0DB2273E" w:rsidR="00DA5BB9" w:rsidRPr="00986A0A" w:rsidRDefault="00DA5BB9" w:rsidP="00986A0A">
            <w:pPr>
              <w:pStyle w:val="Z2tabelatekst"/>
            </w:pPr>
            <w:r w:rsidRPr="00986A0A">
              <w:t>1..1</w:t>
            </w:r>
          </w:p>
        </w:tc>
      </w:tr>
      <w:tr w:rsidR="00DA5BB9" w:rsidRPr="00986A0A" w14:paraId="6AAAF233" w14:textId="77777777" w:rsidTr="00752FD0">
        <w:trPr>
          <w:trHeight w:val="213"/>
        </w:trPr>
        <w:tc>
          <w:tcPr>
            <w:tcW w:w="1794" w:type="dxa"/>
          </w:tcPr>
          <w:p w14:paraId="72794857" w14:textId="015F8D47" w:rsidR="00DA5BB9" w:rsidRPr="00986A0A" w:rsidRDefault="00DA5BB9" w:rsidP="00986A0A">
            <w:pPr>
              <w:pStyle w:val="Z2tabelatekst"/>
            </w:pPr>
            <w:bookmarkStart w:id="109" w:name="onGoods"/>
            <w:proofErr w:type="spellStart"/>
            <w:r w:rsidRPr="00986A0A">
              <w:t>onGoods</w:t>
            </w:r>
            <w:bookmarkEnd w:id="109"/>
            <w:r w:rsidRPr="00986A0A">
              <w:t>Name</w:t>
            </w:r>
            <w:proofErr w:type="spellEnd"/>
          </w:p>
        </w:tc>
        <w:tc>
          <w:tcPr>
            <w:tcW w:w="3446" w:type="dxa"/>
          </w:tcPr>
          <w:p w14:paraId="31D93063" w14:textId="77777777" w:rsidR="00DA5BB9" w:rsidRPr="00986A0A" w:rsidRDefault="00DA5BB9" w:rsidP="00986A0A">
            <w:pPr>
              <w:pStyle w:val="Z2tabelatekst"/>
            </w:pPr>
            <w:r w:rsidRPr="00986A0A">
              <w:t>Nanoszone na wyroby (nazwa własna)</w:t>
            </w:r>
          </w:p>
        </w:tc>
        <w:tc>
          <w:tcPr>
            <w:tcW w:w="2977" w:type="dxa"/>
          </w:tcPr>
          <w:p w14:paraId="10B27688" w14:textId="77777777" w:rsidR="00BF5192" w:rsidRPr="00986A0A" w:rsidRDefault="00DA5BB9" w:rsidP="00986A0A">
            <w:pPr>
              <w:pStyle w:val="Z2tabelatekst"/>
            </w:pPr>
            <w:r w:rsidRPr="00986A0A">
              <w:t xml:space="preserve">String. </w:t>
            </w:r>
          </w:p>
          <w:p w14:paraId="74220653" w14:textId="1984A4C9" w:rsidR="00DA5BB9" w:rsidRPr="00986A0A" w:rsidRDefault="00DA5BB9" w:rsidP="00986A0A">
            <w:pPr>
              <w:pStyle w:val="Z2tabelatekst"/>
            </w:pPr>
            <w:r w:rsidRPr="00986A0A">
              <w:t>Zgodny ze słownikiem 3020:</w:t>
            </w:r>
          </w:p>
          <w:p w14:paraId="0147F8F2" w14:textId="70FEF1CC" w:rsidR="00DA5BB9" w:rsidRPr="00986A0A" w:rsidRDefault="00DA5BB9" w:rsidP="00986A0A">
            <w:pPr>
              <w:pStyle w:val="Z2tabelatekst"/>
            </w:pPr>
            <w:r w:rsidRPr="00986A0A">
              <w:t>https://puesc.gov.pl/seap_pdr_extimpl/slowniki/3020</w:t>
            </w:r>
          </w:p>
        </w:tc>
        <w:tc>
          <w:tcPr>
            <w:tcW w:w="1240" w:type="dxa"/>
          </w:tcPr>
          <w:p w14:paraId="4126056D" w14:textId="4A304E31" w:rsidR="00DA5BB9" w:rsidRPr="00986A0A" w:rsidRDefault="00BF5192" w:rsidP="00986A0A">
            <w:pPr>
              <w:pStyle w:val="Z2tabelatekst"/>
            </w:pPr>
            <w:r w:rsidRPr="00986A0A">
              <w:t>1</w:t>
            </w:r>
            <w:r w:rsidR="00DA5BB9" w:rsidRPr="00986A0A">
              <w:t>..1</w:t>
            </w:r>
          </w:p>
        </w:tc>
      </w:tr>
      <w:tr w:rsidR="00DA5BB9" w:rsidRPr="00986A0A" w14:paraId="1CB6E119" w14:textId="77777777" w:rsidTr="00752FD0">
        <w:trPr>
          <w:trHeight w:val="213"/>
        </w:trPr>
        <w:tc>
          <w:tcPr>
            <w:tcW w:w="1794" w:type="dxa"/>
          </w:tcPr>
          <w:p w14:paraId="072578B8" w14:textId="77777777" w:rsidR="00DA5BB9" w:rsidRPr="00986A0A" w:rsidRDefault="00DA5BB9" w:rsidP="00986A0A">
            <w:pPr>
              <w:pStyle w:val="Z2tabelatekst"/>
            </w:pPr>
            <w:proofErr w:type="spellStart"/>
            <w:r w:rsidRPr="00986A0A">
              <w:t>goods</w:t>
            </w:r>
            <w:proofErr w:type="spellEnd"/>
          </w:p>
        </w:tc>
        <w:tc>
          <w:tcPr>
            <w:tcW w:w="3446" w:type="dxa"/>
          </w:tcPr>
          <w:p w14:paraId="4394CDC3" w14:textId="77777777" w:rsidR="00DA5BB9" w:rsidRPr="00986A0A" w:rsidRDefault="00DA5BB9" w:rsidP="00986A0A">
            <w:pPr>
              <w:pStyle w:val="Z2tabelatekst"/>
            </w:pPr>
            <w:r w:rsidRPr="00986A0A">
              <w:t>Wyroby (kod)</w:t>
            </w:r>
          </w:p>
        </w:tc>
        <w:tc>
          <w:tcPr>
            <w:tcW w:w="2977" w:type="dxa"/>
          </w:tcPr>
          <w:p w14:paraId="6A0377FC" w14:textId="7395EECC" w:rsidR="00BF5192" w:rsidRPr="00986A0A" w:rsidRDefault="00DA5BB9" w:rsidP="00986A0A">
            <w:pPr>
              <w:pStyle w:val="Z2tabelatekst"/>
            </w:pPr>
            <w:r w:rsidRPr="00986A0A">
              <w:t>String</w:t>
            </w:r>
            <w:r w:rsidR="00BF5192" w:rsidRPr="00986A0A">
              <w:t>(3)</w:t>
            </w:r>
          </w:p>
          <w:p w14:paraId="143E3B6C" w14:textId="2DEDF1A0" w:rsidR="00DA5BB9" w:rsidRPr="00986A0A" w:rsidRDefault="00DA5BB9" w:rsidP="00986A0A">
            <w:pPr>
              <w:pStyle w:val="Z2tabelatekst"/>
            </w:pPr>
            <w:r w:rsidRPr="00986A0A">
              <w:t xml:space="preserve">odpowiadający w słowniku 3020 (https://puesc.gov.pl/seap_pdr_extimpl/slowniki/3020) wartości pola </w:t>
            </w:r>
            <w:proofErr w:type="spellStart"/>
            <w:r w:rsidRPr="00986A0A">
              <w:t>goodsName</w:t>
            </w:r>
            <w:proofErr w:type="spellEnd"/>
            <w:r w:rsidR="001D1AEF" w:rsidRPr="00986A0A">
              <w:t xml:space="preserve"> </w:t>
            </w:r>
          </w:p>
        </w:tc>
        <w:tc>
          <w:tcPr>
            <w:tcW w:w="1240" w:type="dxa"/>
          </w:tcPr>
          <w:p w14:paraId="327A6664" w14:textId="0B0B1E5A" w:rsidR="00DA5BB9" w:rsidRPr="00986A0A" w:rsidRDefault="00BF5192" w:rsidP="00986A0A">
            <w:pPr>
              <w:pStyle w:val="Z2tabelatekst"/>
            </w:pPr>
            <w:r w:rsidRPr="00986A0A">
              <w:t>1</w:t>
            </w:r>
            <w:r w:rsidR="00DA5BB9" w:rsidRPr="00986A0A">
              <w:t>..1</w:t>
            </w:r>
          </w:p>
        </w:tc>
      </w:tr>
      <w:tr w:rsidR="00DA5BB9" w:rsidRPr="00986A0A" w14:paraId="30B8F827" w14:textId="77777777" w:rsidTr="00752FD0">
        <w:trPr>
          <w:trHeight w:val="213"/>
        </w:trPr>
        <w:tc>
          <w:tcPr>
            <w:tcW w:w="1794" w:type="dxa"/>
          </w:tcPr>
          <w:p w14:paraId="4F266D8E" w14:textId="3AF1562D" w:rsidR="00DA5BB9" w:rsidRPr="00986A0A" w:rsidRDefault="00DA5BB9" w:rsidP="00986A0A">
            <w:pPr>
              <w:pStyle w:val="Z2tabelatekst"/>
            </w:pPr>
            <w:bookmarkStart w:id="110" w:name="goods"/>
            <w:proofErr w:type="spellStart"/>
            <w:r w:rsidRPr="00986A0A">
              <w:t>goods</w:t>
            </w:r>
            <w:bookmarkEnd w:id="110"/>
            <w:r w:rsidRPr="00986A0A">
              <w:t>Name</w:t>
            </w:r>
            <w:proofErr w:type="spellEnd"/>
          </w:p>
        </w:tc>
        <w:tc>
          <w:tcPr>
            <w:tcW w:w="3446" w:type="dxa"/>
          </w:tcPr>
          <w:p w14:paraId="1045B7F5" w14:textId="77777777" w:rsidR="00DA5BB9" w:rsidRPr="00986A0A" w:rsidRDefault="00DA5BB9" w:rsidP="00986A0A">
            <w:pPr>
              <w:pStyle w:val="Z2tabelatekst"/>
            </w:pPr>
            <w:r w:rsidRPr="00986A0A">
              <w:t>Wyroby (nazwa własna)</w:t>
            </w:r>
          </w:p>
        </w:tc>
        <w:tc>
          <w:tcPr>
            <w:tcW w:w="2977" w:type="dxa"/>
          </w:tcPr>
          <w:p w14:paraId="158B1231" w14:textId="77777777" w:rsidR="00BF5192" w:rsidRPr="00986A0A" w:rsidRDefault="00DA5BB9" w:rsidP="00986A0A">
            <w:pPr>
              <w:pStyle w:val="Z2tabelatekst"/>
            </w:pPr>
            <w:r w:rsidRPr="00986A0A">
              <w:t xml:space="preserve">String. </w:t>
            </w:r>
          </w:p>
          <w:p w14:paraId="5DAEDD89" w14:textId="221EE02E" w:rsidR="00DA5BB9" w:rsidRPr="00986A0A" w:rsidRDefault="00DA5BB9" w:rsidP="00986A0A">
            <w:pPr>
              <w:pStyle w:val="Z2tabelatekst"/>
            </w:pPr>
            <w:r w:rsidRPr="00986A0A">
              <w:t>Zgodny ze słownikiem 3020:</w:t>
            </w:r>
          </w:p>
          <w:p w14:paraId="782FB109" w14:textId="7653900A" w:rsidR="00DA5BB9" w:rsidRPr="00986A0A" w:rsidRDefault="00DA5BB9" w:rsidP="00986A0A">
            <w:pPr>
              <w:pStyle w:val="Z2tabelatekst"/>
            </w:pPr>
            <w:r w:rsidRPr="00986A0A">
              <w:t>https://puesc.gov.pl/seap_pdr_extimpl/slowniki/3020</w:t>
            </w:r>
          </w:p>
        </w:tc>
        <w:tc>
          <w:tcPr>
            <w:tcW w:w="1240" w:type="dxa"/>
          </w:tcPr>
          <w:p w14:paraId="58A79982" w14:textId="17D9DBB4" w:rsidR="00DA5BB9" w:rsidRPr="00986A0A" w:rsidRDefault="00BF5192" w:rsidP="00986A0A">
            <w:pPr>
              <w:pStyle w:val="Z2tabelatekst"/>
            </w:pPr>
            <w:r w:rsidRPr="00986A0A">
              <w:t>1</w:t>
            </w:r>
            <w:r w:rsidR="00DA5BB9" w:rsidRPr="00986A0A">
              <w:t>..1</w:t>
            </w:r>
          </w:p>
        </w:tc>
      </w:tr>
    </w:tbl>
    <w:p w14:paraId="5E94B1F8" w14:textId="77777777" w:rsidR="009319DB" w:rsidRPr="00986A0A" w:rsidRDefault="009319DB" w:rsidP="00986A0A">
      <w:pPr>
        <w:rPr>
          <w:rFonts w:eastAsia="Times New Roman" w:cs="Open Sans"/>
          <w:sz w:val="22"/>
          <w:szCs w:val="18"/>
          <w:lang w:eastAsia="pl-PL"/>
        </w:rPr>
      </w:pPr>
      <w:bookmarkStart w:id="111" w:name="_Toc101451128"/>
      <w:r w:rsidRPr="00986A0A">
        <w:br w:type="page"/>
      </w:r>
    </w:p>
    <w:p w14:paraId="4B8C8C3B" w14:textId="26FF3A99" w:rsidR="00E7047C" w:rsidRPr="00986A0A" w:rsidRDefault="00E7047C" w:rsidP="00986A0A">
      <w:pPr>
        <w:pStyle w:val="Z2PodpisRysunkuTabeli"/>
      </w:pPr>
      <w:bookmarkStart w:id="112" w:name="_Toc184807224"/>
      <w:r w:rsidRPr="00986A0A">
        <w:lastRenderedPageBreak/>
        <w:t xml:space="preserve">Rysunek </w:t>
      </w:r>
      <w:r w:rsidRPr="00986A0A">
        <w:fldChar w:fldCharType="begin"/>
      </w:r>
      <w:r w:rsidRPr="00986A0A">
        <w:instrText xml:space="preserve"> SEQ Rysunek \* ARABIC </w:instrText>
      </w:r>
      <w:r w:rsidRPr="00986A0A">
        <w:fldChar w:fldCharType="separate"/>
      </w:r>
      <w:r w:rsidR="00023596">
        <w:rPr>
          <w:noProof/>
        </w:rPr>
        <w:t>3</w:t>
      </w:r>
      <w:r w:rsidRPr="00986A0A">
        <w:fldChar w:fldCharType="end"/>
      </w:r>
      <w:r w:rsidRPr="00986A0A">
        <w:t xml:space="preserve">. Struktura &lt; </w:t>
      </w:r>
      <w:proofErr w:type="spellStart"/>
      <w:r w:rsidRPr="00986A0A">
        <w:t>stampsType</w:t>
      </w:r>
      <w:proofErr w:type="spellEnd"/>
      <w:r w:rsidRPr="00986A0A">
        <w:t xml:space="preserve"> &gt;, Lista banderol dokumentu WZBPL</w:t>
      </w:r>
      <w:bookmarkEnd w:id="111"/>
      <w:bookmarkEnd w:id="112"/>
    </w:p>
    <w:p w14:paraId="6A6F7685" w14:textId="6A4C7733" w:rsidR="00657810" w:rsidRPr="00986A0A" w:rsidRDefault="00986A0A" w:rsidP="00986A0A">
      <w:pPr>
        <w:rPr>
          <w:rFonts w:cs="Open Sans"/>
        </w:rPr>
      </w:pPr>
      <w:r w:rsidRPr="00986A0A">
        <w:rPr>
          <w:rFonts w:cs="Open Sans"/>
          <w:noProof/>
        </w:rPr>
        <w:t>Rysunek przedstawia strukturę</w:t>
      </w:r>
      <w:r w:rsidR="00657810" w:rsidRPr="00986A0A">
        <w:rPr>
          <w:rFonts w:cs="Open Sans"/>
          <w:noProof/>
        </w:rPr>
        <w:drawing>
          <wp:inline distT="0" distB="0" distL="0" distR="0" wp14:anchorId="41984870" wp14:editId="25A2716B">
            <wp:extent cx="4808220" cy="4442460"/>
            <wp:effectExtent l="19050" t="19050" r="11430" b="15240"/>
            <wp:docPr id="4" name="Obraz 4" descr="Struktura &lt; stampsType &gt;, Lista banderol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Struktura &lt; stampsType &gt;, Lista banderol dokumentu WZBP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08220" cy="4442460"/>
                    </a:xfrm>
                    <a:prstGeom prst="rect">
                      <a:avLst/>
                    </a:prstGeom>
                    <a:noFill/>
                    <a:ln>
                      <a:solidFill>
                        <a:schemeClr val="tx1"/>
                      </a:solidFill>
                    </a:ln>
                  </pic:spPr>
                </pic:pic>
              </a:graphicData>
            </a:graphic>
          </wp:inline>
        </w:drawing>
      </w:r>
    </w:p>
    <w:p w14:paraId="2694F758" w14:textId="403847F6" w:rsidR="008E0F50" w:rsidRPr="00986A0A" w:rsidRDefault="008E0F50" w:rsidP="00986A0A">
      <w:pPr>
        <w:pStyle w:val="Z2PodpisRysunkuTabeli"/>
      </w:pPr>
      <w:bookmarkStart w:id="113" w:name="_Toc184807220"/>
      <w:r w:rsidRPr="00986A0A">
        <w:t xml:space="preserve">Tabela </w:t>
      </w:r>
      <w:r w:rsidRPr="00986A0A">
        <w:fldChar w:fldCharType="begin"/>
      </w:r>
      <w:r w:rsidRPr="00986A0A">
        <w:instrText xml:space="preserve"> SEQ Tabela \* ARABIC </w:instrText>
      </w:r>
      <w:r w:rsidRPr="00986A0A">
        <w:fldChar w:fldCharType="separate"/>
      </w:r>
      <w:r w:rsidR="00023596">
        <w:rPr>
          <w:noProof/>
        </w:rPr>
        <w:t>12</w:t>
      </w:r>
      <w:r w:rsidRPr="00986A0A">
        <w:fldChar w:fldCharType="end"/>
      </w:r>
      <w:r w:rsidRPr="00986A0A">
        <w:t xml:space="preserve">. Struktura &lt; </w:t>
      </w:r>
      <w:proofErr w:type="spellStart"/>
      <w:r w:rsidRPr="00986A0A">
        <w:t>stampType</w:t>
      </w:r>
      <w:proofErr w:type="spellEnd"/>
      <w:r w:rsidRPr="00986A0A">
        <w:t xml:space="preserve"> &gt;, Banderola dokumentu WZBPL</w:t>
      </w:r>
      <w:bookmarkEnd w:id="113"/>
    </w:p>
    <w:tbl>
      <w:tblPr>
        <w:tblStyle w:val="Tabela-Siatka"/>
        <w:tblW w:w="9464" w:type="dxa"/>
        <w:tblLayout w:type="fixed"/>
        <w:tblLook w:val="01E0" w:firstRow="1" w:lastRow="1" w:firstColumn="1" w:lastColumn="1" w:noHBand="0" w:noVBand="0"/>
      </w:tblPr>
      <w:tblGrid>
        <w:gridCol w:w="1809"/>
        <w:gridCol w:w="3431"/>
        <w:gridCol w:w="2977"/>
        <w:gridCol w:w="1247"/>
      </w:tblGrid>
      <w:tr w:rsidR="00364FEC" w:rsidRPr="00986A0A" w14:paraId="2876CE1F" w14:textId="77777777" w:rsidTr="009319DB">
        <w:trPr>
          <w:trHeight w:val="213"/>
          <w:tblHeader/>
        </w:trPr>
        <w:tc>
          <w:tcPr>
            <w:tcW w:w="1809" w:type="dxa"/>
            <w:shd w:val="clear" w:color="auto" w:fill="D9D9D9" w:themeFill="background1" w:themeFillShade="D9"/>
          </w:tcPr>
          <w:p w14:paraId="14F0656B" w14:textId="77777777" w:rsidR="00364FEC" w:rsidRPr="00986A0A" w:rsidRDefault="00364FEC" w:rsidP="00986A0A">
            <w:pPr>
              <w:pStyle w:val="Legenda"/>
            </w:pPr>
            <w:r w:rsidRPr="00986A0A">
              <w:t xml:space="preserve">Nazwa </w:t>
            </w:r>
          </w:p>
        </w:tc>
        <w:tc>
          <w:tcPr>
            <w:tcW w:w="3431" w:type="dxa"/>
            <w:shd w:val="clear" w:color="auto" w:fill="D9D9D9" w:themeFill="background1" w:themeFillShade="D9"/>
          </w:tcPr>
          <w:p w14:paraId="656F7031" w14:textId="77777777" w:rsidR="00364FEC" w:rsidRPr="00986A0A" w:rsidRDefault="00364FEC" w:rsidP="00986A0A">
            <w:pPr>
              <w:pStyle w:val="Legenda"/>
            </w:pPr>
            <w:r w:rsidRPr="00986A0A">
              <w:t>Opis</w:t>
            </w:r>
          </w:p>
        </w:tc>
        <w:tc>
          <w:tcPr>
            <w:tcW w:w="2977" w:type="dxa"/>
            <w:shd w:val="clear" w:color="auto" w:fill="D9D9D9" w:themeFill="background1" w:themeFillShade="D9"/>
          </w:tcPr>
          <w:p w14:paraId="7F2FFC16" w14:textId="77777777" w:rsidR="00364FEC" w:rsidRPr="00986A0A" w:rsidRDefault="00364FEC" w:rsidP="00986A0A">
            <w:pPr>
              <w:pStyle w:val="Legenda"/>
            </w:pPr>
            <w:r w:rsidRPr="00986A0A">
              <w:t>Typ</w:t>
            </w:r>
          </w:p>
        </w:tc>
        <w:tc>
          <w:tcPr>
            <w:tcW w:w="1247" w:type="dxa"/>
            <w:shd w:val="clear" w:color="auto" w:fill="D9D9D9" w:themeFill="background1" w:themeFillShade="D9"/>
          </w:tcPr>
          <w:p w14:paraId="6EE6D498" w14:textId="77777777" w:rsidR="00364FEC" w:rsidRPr="00986A0A" w:rsidRDefault="00364FEC" w:rsidP="00986A0A">
            <w:pPr>
              <w:pStyle w:val="Legenda"/>
            </w:pPr>
            <w:r w:rsidRPr="00986A0A">
              <w:t>Liczebność</w:t>
            </w:r>
          </w:p>
        </w:tc>
      </w:tr>
      <w:tr w:rsidR="003A5CC7" w:rsidRPr="00986A0A" w14:paraId="5CB0A709" w14:textId="77777777" w:rsidTr="00014BBE">
        <w:trPr>
          <w:trHeight w:val="213"/>
        </w:trPr>
        <w:tc>
          <w:tcPr>
            <w:tcW w:w="1809" w:type="dxa"/>
          </w:tcPr>
          <w:p w14:paraId="7114E897" w14:textId="77777777" w:rsidR="003A5CC7" w:rsidRPr="00986A0A" w:rsidRDefault="003A5CC7" w:rsidP="00986A0A">
            <w:pPr>
              <w:pStyle w:val="Z2tabelatekst"/>
            </w:pPr>
            <w:proofErr w:type="spellStart"/>
            <w:r w:rsidRPr="00986A0A">
              <w:t>stampSymbol</w:t>
            </w:r>
            <w:proofErr w:type="spellEnd"/>
          </w:p>
        </w:tc>
        <w:tc>
          <w:tcPr>
            <w:tcW w:w="3431" w:type="dxa"/>
          </w:tcPr>
          <w:p w14:paraId="4A2BDCB2" w14:textId="77777777" w:rsidR="003A5CC7" w:rsidRPr="00986A0A" w:rsidRDefault="003A5CC7" w:rsidP="00986A0A">
            <w:pPr>
              <w:pStyle w:val="Z2tabelatekst"/>
            </w:pPr>
            <w:r w:rsidRPr="00986A0A">
              <w:t>Numeryczny symbol banderoli (kod)</w:t>
            </w:r>
          </w:p>
        </w:tc>
        <w:tc>
          <w:tcPr>
            <w:tcW w:w="2977" w:type="dxa"/>
          </w:tcPr>
          <w:p w14:paraId="0FBE6B9D" w14:textId="78FF8AC8" w:rsidR="003A5CC7" w:rsidRPr="00986A0A" w:rsidRDefault="003A5CC7" w:rsidP="00986A0A">
            <w:pPr>
              <w:pStyle w:val="Z2tabelatekst"/>
            </w:pPr>
            <w:r w:rsidRPr="00986A0A">
              <w:t>String(3)</w:t>
            </w:r>
          </w:p>
          <w:p w14:paraId="11B76BD7" w14:textId="57C02223" w:rsidR="00336A09" w:rsidRPr="00986A0A" w:rsidRDefault="00336A09" w:rsidP="00986A0A">
            <w:pPr>
              <w:pStyle w:val="Z2tabelatekst"/>
            </w:pPr>
            <w:r w:rsidRPr="00986A0A">
              <w:t>Zgodny ze słownikiem 3020:</w:t>
            </w:r>
          </w:p>
          <w:p w14:paraId="2B406D77" w14:textId="1FE38EBB" w:rsidR="001132B0" w:rsidRPr="00986A0A" w:rsidRDefault="00336A09" w:rsidP="00986A0A">
            <w:pPr>
              <w:pStyle w:val="Z2tabelatekst"/>
            </w:pPr>
            <w:r w:rsidRPr="00986A0A">
              <w:t>https://puesc.gov.pl/seap_pdr_extimpl/slowniki/3020</w:t>
            </w:r>
            <w:r w:rsidR="001D1AEF" w:rsidRPr="00986A0A">
              <w:t xml:space="preserve"> </w:t>
            </w:r>
          </w:p>
        </w:tc>
        <w:tc>
          <w:tcPr>
            <w:tcW w:w="1247" w:type="dxa"/>
          </w:tcPr>
          <w:p w14:paraId="61B44B11" w14:textId="77777777" w:rsidR="003A5CC7" w:rsidRPr="00986A0A" w:rsidRDefault="003A5CC7" w:rsidP="00986A0A">
            <w:pPr>
              <w:pStyle w:val="Z2tabelatekst"/>
            </w:pPr>
            <w:r w:rsidRPr="00986A0A">
              <w:t>1..1</w:t>
            </w:r>
          </w:p>
        </w:tc>
      </w:tr>
      <w:tr w:rsidR="00281CC1" w:rsidRPr="00986A0A" w14:paraId="31DC56CF" w14:textId="77777777" w:rsidTr="00014BBE">
        <w:trPr>
          <w:trHeight w:val="213"/>
        </w:trPr>
        <w:tc>
          <w:tcPr>
            <w:tcW w:w="1809" w:type="dxa"/>
          </w:tcPr>
          <w:p w14:paraId="70CE3B53" w14:textId="77777777" w:rsidR="00364FEC" w:rsidRPr="00986A0A" w:rsidRDefault="0026774D" w:rsidP="00986A0A">
            <w:pPr>
              <w:pStyle w:val="Z2tabelatekst"/>
            </w:pPr>
            <w:proofErr w:type="spellStart"/>
            <w:r w:rsidRPr="00986A0A">
              <w:t>stampSymbol</w:t>
            </w:r>
            <w:r w:rsidR="00ED3E33" w:rsidRPr="00986A0A">
              <w:t>Name</w:t>
            </w:r>
            <w:proofErr w:type="spellEnd"/>
          </w:p>
        </w:tc>
        <w:tc>
          <w:tcPr>
            <w:tcW w:w="3431" w:type="dxa"/>
          </w:tcPr>
          <w:p w14:paraId="32C6C49B" w14:textId="471BF19E" w:rsidR="00364FEC" w:rsidRPr="00986A0A" w:rsidRDefault="000B6945" w:rsidP="00986A0A">
            <w:pPr>
              <w:pStyle w:val="Z2tabelatekst"/>
            </w:pPr>
            <w:r w:rsidRPr="00986A0A">
              <w:t>S</w:t>
            </w:r>
            <w:r w:rsidR="004011C3" w:rsidRPr="00986A0A">
              <w:t>ymbol banderoli</w:t>
            </w:r>
            <w:r w:rsidR="00442B7D" w:rsidRPr="00986A0A">
              <w:t xml:space="preserve"> (nazwa własna)</w:t>
            </w:r>
          </w:p>
        </w:tc>
        <w:tc>
          <w:tcPr>
            <w:tcW w:w="2977" w:type="dxa"/>
          </w:tcPr>
          <w:p w14:paraId="0E71460E" w14:textId="77777777" w:rsidR="00364FEC" w:rsidRPr="00986A0A" w:rsidRDefault="0084779F" w:rsidP="00986A0A">
            <w:pPr>
              <w:pStyle w:val="Z2tabelatekst"/>
            </w:pPr>
            <w:r w:rsidRPr="00986A0A">
              <w:t>s</w:t>
            </w:r>
            <w:r w:rsidR="004011C3" w:rsidRPr="00986A0A">
              <w:t>tring</w:t>
            </w:r>
          </w:p>
          <w:p w14:paraId="51B0ABC5" w14:textId="77994DD3" w:rsidR="001A2D85" w:rsidRPr="00986A0A" w:rsidRDefault="001A2D85" w:rsidP="00986A0A">
            <w:pPr>
              <w:pStyle w:val="Z2tabelatekst"/>
            </w:pPr>
            <w:r w:rsidRPr="00986A0A">
              <w:t>Zgodny ze słownikiem</w:t>
            </w:r>
            <w:r w:rsidR="00336A09" w:rsidRPr="00986A0A">
              <w:t xml:space="preserve"> 3020</w:t>
            </w:r>
            <w:r w:rsidRPr="00986A0A">
              <w:t>:</w:t>
            </w:r>
          </w:p>
          <w:p w14:paraId="01BA8EAB" w14:textId="040B90B6" w:rsidR="001132B0" w:rsidRPr="00986A0A" w:rsidRDefault="001A2D85" w:rsidP="00986A0A">
            <w:pPr>
              <w:pStyle w:val="Z2tabelatekst"/>
            </w:pPr>
            <w:r w:rsidRPr="00986A0A">
              <w:t>https://puesc.gov.pl/seap_pdr_extimpl/slowniki/3020</w:t>
            </w:r>
            <w:r w:rsidR="001D1AEF" w:rsidRPr="00986A0A">
              <w:t xml:space="preserve"> </w:t>
            </w:r>
          </w:p>
        </w:tc>
        <w:tc>
          <w:tcPr>
            <w:tcW w:w="1247" w:type="dxa"/>
          </w:tcPr>
          <w:p w14:paraId="6CFFF163" w14:textId="77777777" w:rsidR="00364FEC" w:rsidRPr="00986A0A" w:rsidRDefault="00D5686F" w:rsidP="00986A0A">
            <w:pPr>
              <w:pStyle w:val="Z2tabelatekst"/>
            </w:pPr>
            <w:r w:rsidRPr="00986A0A">
              <w:t>1..1</w:t>
            </w:r>
          </w:p>
        </w:tc>
      </w:tr>
      <w:tr w:rsidR="003A5CC7" w:rsidRPr="00986A0A" w14:paraId="024BF1CD" w14:textId="77777777" w:rsidTr="00014BBE">
        <w:trPr>
          <w:trHeight w:val="559"/>
        </w:trPr>
        <w:tc>
          <w:tcPr>
            <w:tcW w:w="1809" w:type="dxa"/>
          </w:tcPr>
          <w:p w14:paraId="7AC9CBBE" w14:textId="77777777" w:rsidR="003A5CC7" w:rsidRPr="00986A0A" w:rsidRDefault="003A5CC7" w:rsidP="00986A0A">
            <w:pPr>
              <w:pStyle w:val="Z2tabelatekst"/>
            </w:pPr>
            <w:r w:rsidRPr="00986A0A">
              <w:t>format</w:t>
            </w:r>
          </w:p>
        </w:tc>
        <w:tc>
          <w:tcPr>
            <w:tcW w:w="3431" w:type="dxa"/>
          </w:tcPr>
          <w:p w14:paraId="2A9A3228" w14:textId="77777777" w:rsidR="003A5CC7" w:rsidRPr="00986A0A" w:rsidRDefault="003A5CC7" w:rsidP="00986A0A">
            <w:pPr>
              <w:pStyle w:val="Z2tabelatekst"/>
            </w:pPr>
            <w:r w:rsidRPr="00986A0A">
              <w:t>Format (kod)</w:t>
            </w:r>
          </w:p>
        </w:tc>
        <w:tc>
          <w:tcPr>
            <w:tcW w:w="2977" w:type="dxa"/>
          </w:tcPr>
          <w:p w14:paraId="762AD522" w14:textId="77777777" w:rsidR="000B6945" w:rsidRPr="00986A0A" w:rsidRDefault="003A5CC7" w:rsidP="00986A0A">
            <w:pPr>
              <w:pStyle w:val="Z2tabelatekst"/>
            </w:pPr>
            <w:r w:rsidRPr="00986A0A">
              <w:t>String</w:t>
            </w:r>
            <w:r w:rsidR="000B6945" w:rsidRPr="00986A0A">
              <w:t>(3)</w:t>
            </w:r>
          </w:p>
          <w:p w14:paraId="12E2B410" w14:textId="3041BA03" w:rsidR="00336A09" w:rsidRPr="00986A0A" w:rsidRDefault="00336A09" w:rsidP="00986A0A">
            <w:pPr>
              <w:pStyle w:val="Z2tabelatekst"/>
            </w:pPr>
            <w:r w:rsidRPr="00986A0A">
              <w:t>Zgodny ze słownikiem 3020:</w:t>
            </w:r>
          </w:p>
          <w:p w14:paraId="0853183E" w14:textId="0E311BD3" w:rsidR="003A5CC7" w:rsidRPr="00986A0A" w:rsidRDefault="00336A09" w:rsidP="00986A0A">
            <w:pPr>
              <w:pStyle w:val="Z2tabelatekst"/>
            </w:pPr>
            <w:r w:rsidRPr="00986A0A">
              <w:t>https://puesc.gov.pl/seap_pdr_extimpl/slowniki/3020</w:t>
            </w:r>
          </w:p>
        </w:tc>
        <w:tc>
          <w:tcPr>
            <w:tcW w:w="1247" w:type="dxa"/>
          </w:tcPr>
          <w:p w14:paraId="76D5C74E" w14:textId="77777777" w:rsidR="003A5CC7" w:rsidRPr="00986A0A" w:rsidRDefault="003A5CC7" w:rsidP="00986A0A">
            <w:pPr>
              <w:pStyle w:val="Z2tabelatekst"/>
            </w:pPr>
            <w:r w:rsidRPr="00986A0A">
              <w:t>1..1</w:t>
            </w:r>
          </w:p>
        </w:tc>
      </w:tr>
      <w:tr w:rsidR="00281CC1" w:rsidRPr="00986A0A" w14:paraId="69D203C5" w14:textId="77777777" w:rsidTr="00014BBE">
        <w:trPr>
          <w:trHeight w:val="559"/>
        </w:trPr>
        <w:tc>
          <w:tcPr>
            <w:tcW w:w="1809" w:type="dxa"/>
          </w:tcPr>
          <w:p w14:paraId="0C48B473" w14:textId="37A8BDD3" w:rsidR="00ED3E33" w:rsidRPr="00986A0A" w:rsidRDefault="00ED3E33" w:rsidP="00986A0A">
            <w:pPr>
              <w:pStyle w:val="Z2tabelatekst"/>
            </w:pPr>
            <w:bookmarkStart w:id="114" w:name="format"/>
            <w:proofErr w:type="spellStart"/>
            <w:r w:rsidRPr="00986A0A">
              <w:t>format</w:t>
            </w:r>
            <w:bookmarkEnd w:id="114"/>
            <w:r w:rsidR="00827CCC" w:rsidRPr="00986A0A">
              <w:t>Name</w:t>
            </w:r>
            <w:proofErr w:type="spellEnd"/>
          </w:p>
        </w:tc>
        <w:tc>
          <w:tcPr>
            <w:tcW w:w="3431" w:type="dxa"/>
          </w:tcPr>
          <w:p w14:paraId="5C3F5ECA" w14:textId="77777777" w:rsidR="00ED3E33" w:rsidRPr="00986A0A" w:rsidRDefault="00ED3E33" w:rsidP="00986A0A">
            <w:pPr>
              <w:pStyle w:val="Z2tabelatekst"/>
            </w:pPr>
            <w:r w:rsidRPr="00986A0A">
              <w:t>Format</w:t>
            </w:r>
            <w:r w:rsidR="00827CCC" w:rsidRPr="00986A0A">
              <w:t xml:space="preserve"> (nazwa własna)</w:t>
            </w:r>
          </w:p>
        </w:tc>
        <w:tc>
          <w:tcPr>
            <w:tcW w:w="2977" w:type="dxa"/>
          </w:tcPr>
          <w:p w14:paraId="2665E2BF" w14:textId="1A0F4B1C" w:rsidR="00336A09" w:rsidRPr="00986A0A" w:rsidRDefault="00BA35FE" w:rsidP="00986A0A">
            <w:pPr>
              <w:pStyle w:val="Z2tabelatekst"/>
            </w:pPr>
            <w:r w:rsidRPr="00986A0A">
              <w:t>S</w:t>
            </w:r>
            <w:r w:rsidR="00ED3E33" w:rsidRPr="00986A0A">
              <w:t>tring</w:t>
            </w:r>
          </w:p>
          <w:p w14:paraId="0624625F" w14:textId="4D6492F0" w:rsidR="00BA35FE" w:rsidRPr="00986A0A" w:rsidRDefault="00BA35FE" w:rsidP="00986A0A">
            <w:pPr>
              <w:pStyle w:val="Z2tabelatekst"/>
            </w:pPr>
            <w:r w:rsidRPr="00986A0A">
              <w:t>Zgodny ze słownikiem 3020:</w:t>
            </w:r>
          </w:p>
          <w:p w14:paraId="42EFE319" w14:textId="1A616ED1" w:rsidR="00ED3E33" w:rsidRPr="00986A0A" w:rsidRDefault="00BA35FE" w:rsidP="00986A0A">
            <w:pPr>
              <w:pStyle w:val="Z2tabelatekst"/>
            </w:pPr>
            <w:r w:rsidRPr="00986A0A">
              <w:lastRenderedPageBreak/>
              <w:t>https://puesc.gov.pl/seap_pdr_extimpl/slowniki/3020</w:t>
            </w:r>
          </w:p>
        </w:tc>
        <w:tc>
          <w:tcPr>
            <w:tcW w:w="1247" w:type="dxa"/>
          </w:tcPr>
          <w:p w14:paraId="07E7FC98" w14:textId="77777777" w:rsidR="00ED3E33" w:rsidRPr="00986A0A" w:rsidRDefault="00ED3E33" w:rsidP="00986A0A">
            <w:pPr>
              <w:pStyle w:val="Z2tabelatekst"/>
            </w:pPr>
            <w:r w:rsidRPr="00986A0A">
              <w:lastRenderedPageBreak/>
              <w:t>1..1</w:t>
            </w:r>
          </w:p>
        </w:tc>
      </w:tr>
      <w:tr w:rsidR="008A439E" w:rsidRPr="00986A0A" w14:paraId="4B462EB7" w14:textId="77777777" w:rsidTr="00014BBE">
        <w:trPr>
          <w:trHeight w:val="559"/>
        </w:trPr>
        <w:tc>
          <w:tcPr>
            <w:tcW w:w="1809" w:type="dxa"/>
          </w:tcPr>
          <w:p w14:paraId="151EF224" w14:textId="5E7AFD84" w:rsidR="008A439E" w:rsidRPr="00986A0A" w:rsidRDefault="008A439E" w:rsidP="00986A0A">
            <w:pPr>
              <w:pStyle w:val="Z2tabelatekst"/>
            </w:pPr>
            <w:proofErr w:type="spellStart"/>
            <w:r w:rsidRPr="00986A0A">
              <w:t>character</w:t>
            </w:r>
            <w:proofErr w:type="spellEnd"/>
          </w:p>
        </w:tc>
        <w:tc>
          <w:tcPr>
            <w:tcW w:w="3431" w:type="dxa"/>
          </w:tcPr>
          <w:p w14:paraId="7D0DCAF3" w14:textId="77777777" w:rsidR="008A439E" w:rsidRPr="00986A0A" w:rsidRDefault="008A439E" w:rsidP="00986A0A">
            <w:pPr>
              <w:pStyle w:val="Z2tabelatekst"/>
            </w:pPr>
            <w:r w:rsidRPr="00986A0A">
              <w:t>Wartość wskazująca na postać banderoli dla danego formatu.</w:t>
            </w:r>
          </w:p>
          <w:p w14:paraId="152FD15A" w14:textId="69EB5E09" w:rsidR="008A439E" w:rsidRPr="00986A0A" w:rsidRDefault="008A439E" w:rsidP="00986A0A">
            <w:pPr>
              <w:pStyle w:val="Z2tabelatekst"/>
            </w:pPr>
            <w:r w:rsidRPr="00986A0A">
              <w:t>Wartość „samoprzylepnej”, gdy Format przyjmuje wartość „</w:t>
            </w:r>
            <w:proofErr w:type="spellStart"/>
            <w:r w:rsidRPr="00986A0A">
              <w:t>NaRoliPion</w:t>
            </w:r>
            <w:proofErr w:type="spellEnd"/>
            <w:r w:rsidRPr="00986A0A">
              <w:t>” lub „</w:t>
            </w:r>
            <w:proofErr w:type="spellStart"/>
            <w:r w:rsidRPr="00986A0A">
              <w:t>NaRoliPoz</w:t>
            </w:r>
            <w:proofErr w:type="spellEnd"/>
            <w:r w:rsidRPr="00986A0A">
              <w:t xml:space="preserve">”. </w:t>
            </w:r>
          </w:p>
          <w:p w14:paraId="5F3C16A2" w14:textId="1302DE1F" w:rsidR="008A439E" w:rsidRPr="00986A0A" w:rsidRDefault="008A439E" w:rsidP="00986A0A">
            <w:pPr>
              <w:pStyle w:val="Z2tabelatekst"/>
            </w:pPr>
            <w:r w:rsidRPr="00986A0A">
              <w:t>W pozostałych przypadkach przekazywana jest wartość „</w:t>
            </w:r>
            <w:proofErr w:type="spellStart"/>
            <w:r w:rsidRPr="00986A0A">
              <w:t>bez_warstwy_samoprzylepnej</w:t>
            </w:r>
            <w:proofErr w:type="spellEnd"/>
            <w:r w:rsidRPr="00986A0A">
              <w:t>”.</w:t>
            </w:r>
          </w:p>
        </w:tc>
        <w:tc>
          <w:tcPr>
            <w:tcW w:w="2977" w:type="dxa"/>
          </w:tcPr>
          <w:p w14:paraId="68310A0A" w14:textId="3E838E4A" w:rsidR="008A439E" w:rsidRPr="00986A0A" w:rsidRDefault="008A439E" w:rsidP="00986A0A">
            <w:pPr>
              <w:pStyle w:val="Z2tabelatekst"/>
            </w:pPr>
            <w:r w:rsidRPr="00986A0A">
              <w:t>String</w:t>
            </w:r>
            <w:r w:rsidR="00677AFA" w:rsidRPr="00986A0A">
              <w:t xml:space="preserve"> </w:t>
            </w:r>
          </w:p>
          <w:p w14:paraId="3C5B1579" w14:textId="77777777" w:rsidR="008A439E" w:rsidRPr="00986A0A" w:rsidRDefault="008A439E" w:rsidP="00986A0A">
            <w:pPr>
              <w:pStyle w:val="Z2tabelatekst"/>
            </w:pPr>
            <w:r w:rsidRPr="00986A0A">
              <w:t>Możliwe wartości:</w:t>
            </w:r>
          </w:p>
          <w:p w14:paraId="0D5395C2" w14:textId="66CEC512" w:rsidR="008A439E" w:rsidRPr="00986A0A" w:rsidRDefault="008A439E" w:rsidP="00986A0A">
            <w:pPr>
              <w:pStyle w:val="Z2tabelatekst"/>
            </w:pPr>
            <w:r w:rsidRPr="00986A0A">
              <w:t>samoprzylepnej</w:t>
            </w:r>
          </w:p>
          <w:p w14:paraId="1F3D309A" w14:textId="2155F195" w:rsidR="008A439E" w:rsidRPr="00986A0A" w:rsidRDefault="008A439E" w:rsidP="00986A0A">
            <w:pPr>
              <w:pStyle w:val="Z2tabelatekst"/>
            </w:pPr>
            <w:proofErr w:type="spellStart"/>
            <w:r w:rsidRPr="00986A0A">
              <w:t>bez_warstwy_samoprzylepnej</w:t>
            </w:r>
            <w:proofErr w:type="spellEnd"/>
          </w:p>
        </w:tc>
        <w:tc>
          <w:tcPr>
            <w:tcW w:w="1247" w:type="dxa"/>
          </w:tcPr>
          <w:p w14:paraId="097E3F11" w14:textId="75D659E8" w:rsidR="008A439E" w:rsidRPr="00986A0A" w:rsidRDefault="008A439E" w:rsidP="00986A0A">
            <w:pPr>
              <w:pStyle w:val="Z2tabelatekst"/>
            </w:pPr>
            <w:r w:rsidRPr="00986A0A">
              <w:t>1..1</w:t>
            </w:r>
          </w:p>
        </w:tc>
      </w:tr>
      <w:tr w:rsidR="00281CC1" w:rsidRPr="00986A0A" w14:paraId="172B7B23" w14:textId="77777777" w:rsidTr="00014BBE">
        <w:trPr>
          <w:trHeight w:val="213"/>
        </w:trPr>
        <w:tc>
          <w:tcPr>
            <w:tcW w:w="1809" w:type="dxa"/>
          </w:tcPr>
          <w:p w14:paraId="4DDAF97E" w14:textId="4E13FB85" w:rsidR="00612138" w:rsidRPr="00986A0A" w:rsidRDefault="003A5CC7" w:rsidP="00986A0A">
            <w:pPr>
              <w:pStyle w:val="Z2tabelatekst"/>
            </w:pPr>
            <w:proofErr w:type="spellStart"/>
            <w:r w:rsidRPr="00986A0A">
              <w:t>dimension</w:t>
            </w:r>
            <w:proofErr w:type="spellEnd"/>
          </w:p>
        </w:tc>
        <w:tc>
          <w:tcPr>
            <w:tcW w:w="3431" w:type="dxa"/>
          </w:tcPr>
          <w:p w14:paraId="47834503" w14:textId="77777777" w:rsidR="00E10498" w:rsidRPr="00986A0A" w:rsidRDefault="00E10498" w:rsidP="00986A0A">
            <w:pPr>
              <w:pStyle w:val="Z2tabelatekst"/>
            </w:pPr>
            <w:r w:rsidRPr="00986A0A">
              <w:t>Wymiar</w:t>
            </w:r>
          </w:p>
          <w:p w14:paraId="64A23076" w14:textId="11FB71DD" w:rsidR="00612138" w:rsidRPr="00986A0A" w:rsidRDefault="00E10498" w:rsidP="00986A0A">
            <w:pPr>
              <w:pStyle w:val="Z2tabelatekst"/>
            </w:pPr>
            <w:r w:rsidRPr="00986A0A">
              <w:t>(kod)</w:t>
            </w:r>
          </w:p>
        </w:tc>
        <w:tc>
          <w:tcPr>
            <w:tcW w:w="2977" w:type="dxa"/>
          </w:tcPr>
          <w:p w14:paraId="05328DC8" w14:textId="77777777" w:rsidR="00E10498" w:rsidRPr="00986A0A" w:rsidRDefault="00E10498" w:rsidP="00986A0A">
            <w:pPr>
              <w:pStyle w:val="Z2tabelatekst"/>
            </w:pPr>
            <w:r w:rsidRPr="00986A0A">
              <w:t>String(3)</w:t>
            </w:r>
          </w:p>
          <w:p w14:paraId="7F75D8D7" w14:textId="77777777" w:rsidR="00E10498" w:rsidRPr="00986A0A" w:rsidRDefault="00E10498" w:rsidP="00986A0A">
            <w:pPr>
              <w:pStyle w:val="Z2tabelatekst"/>
            </w:pPr>
            <w:r w:rsidRPr="00986A0A">
              <w:t>Zgodny ze słownikiem:</w:t>
            </w:r>
          </w:p>
          <w:p w14:paraId="10A6CD5E" w14:textId="3A7EE53A" w:rsidR="00612138" w:rsidRPr="00986A0A" w:rsidRDefault="00E10498" w:rsidP="00986A0A">
            <w:pPr>
              <w:pStyle w:val="Z2tabelatekst"/>
            </w:pPr>
            <w:r w:rsidRPr="00986A0A">
              <w:t>https://puesc.gov.pl/seap_pdr_extimpl/slowniki/3020</w:t>
            </w:r>
            <w:r w:rsidR="001132B0" w:rsidRPr="00986A0A">
              <w:t xml:space="preserve"> </w:t>
            </w:r>
          </w:p>
        </w:tc>
        <w:tc>
          <w:tcPr>
            <w:tcW w:w="1247" w:type="dxa"/>
          </w:tcPr>
          <w:p w14:paraId="6A213642" w14:textId="77777777" w:rsidR="00612138" w:rsidRPr="00986A0A" w:rsidRDefault="00612138" w:rsidP="00986A0A">
            <w:pPr>
              <w:pStyle w:val="Z2tabelatekst"/>
            </w:pPr>
            <w:r w:rsidRPr="00986A0A">
              <w:t>1..1</w:t>
            </w:r>
          </w:p>
        </w:tc>
      </w:tr>
      <w:tr w:rsidR="003A5CC7" w:rsidRPr="00986A0A" w14:paraId="11BED96D" w14:textId="77777777" w:rsidTr="00014BBE">
        <w:trPr>
          <w:trHeight w:val="213"/>
        </w:trPr>
        <w:tc>
          <w:tcPr>
            <w:tcW w:w="1809" w:type="dxa"/>
          </w:tcPr>
          <w:p w14:paraId="09B871E0" w14:textId="383E9B83" w:rsidR="003A5CC7" w:rsidRPr="00986A0A" w:rsidRDefault="003A5CC7" w:rsidP="00986A0A">
            <w:pPr>
              <w:pStyle w:val="Z2tabelatekst"/>
            </w:pPr>
            <w:proofErr w:type="spellStart"/>
            <w:r w:rsidRPr="00986A0A">
              <w:t>dimensionName</w:t>
            </w:r>
            <w:proofErr w:type="spellEnd"/>
          </w:p>
        </w:tc>
        <w:tc>
          <w:tcPr>
            <w:tcW w:w="3431" w:type="dxa"/>
          </w:tcPr>
          <w:p w14:paraId="15113E97" w14:textId="77777777" w:rsidR="00E10498" w:rsidRPr="00986A0A" w:rsidRDefault="00E10498" w:rsidP="00986A0A">
            <w:pPr>
              <w:pStyle w:val="Z2tabelatekst"/>
            </w:pPr>
            <w:r w:rsidRPr="00986A0A">
              <w:t>Wymiar</w:t>
            </w:r>
          </w:p>
          <w:p w14:paraId="03F5547A" w14:textId="519AEFFC" w:rsidR="003A5CC7" w:rsidRPr="00986A0A" w:rsidRDefault="00E10498" w:rsidP="00986A0A">
            <w:pPr>
              <w:pStyle w:val="Z2tabelatekst"/>
            </w:pPr>
            <w:r w:rsidRPr="00986A0A">
              <w:t>(nazwa własna)</w:t>
            </w:r>
          </w:p>
        </w:tc>
        <w:tc>
          <w:tcPr>
            <w:tcW w:w="2977" w:type="dxa"/>
          </w:tcPr>
          <w:p w14:paraId="262F486F" w14:textId="77777777" w:rsidR="00E10498" w:rsidRPr="00986A0A" w:rsidRDefault="00E10498" w:rsidP="00986A0A">
            <w:pPr>
              <w:pStyle w:val="Z2tabelatekst"/>
            </w:pPr>
            <w:r w:rsidRPr="00986A0A">
              <w:t>String</w:t>
            </w:r>
          </w:p>
          <w:p w14:paraId="75B68556" w14:textId="05F86B0B" w:rsidR="003A5CC7" w:rsidRPr="00986A0A" w:rsidRDefault="003A5CC7" w:rsidP="00986A0A">
            <w:pPr>
              <w:pStyle w:val="Z2tabelatekst"/>
            </w:pPr>
            <w:r w:rsidRPr="00986A0A">
              <w:t>Zgodny ze słownikiem 3020:</w:t>
            </w:r>
          </w:p>
          <w:p w14:paraId="34071BF5" w14:textId="1BFDEDA6" w:rsidR="003A5CC7" w:rsidRPr="00986A0A" w:rsidRDefault="003A5CC7" w:rsidP="00986A0A">
            <w:pPr>
              <w:pStyle w:val="Z2tabelatekst"/>
            </w:pPr>
            <w:r w:rsidRPr="00986A0A">
              <w:t>https://puesc.gov.pl/seap_pdr_extimpl/slowniki/3020</w:t>
            </w:r>
          </w:p>
        </w:tc>
        <w:tc>
          <w:tcPr>
            <w:tcW w:w="1247" w:type="dxa"/>
          </w:tcPr>
          <w:p w14:paraId="0FC849AB" w14:textId="4CA08834" w:rsidR="003A5CC7" w:rsidRPr="00986A0A" w:rsidRDefault="003A5CC7" w:rsidP="00986A0A">
            <w:pPr>
              <w:pStyle w:val="Z2tabelatekst"/>
            </w:pPr>
            <w:r w:rsidRPr="00986A0A">
              <w:t>1..1</w:t>
            </w:r>
          </w:p>
        </w:tc>
      </w:tr>
      <w:tr w:rsidR="004E3FDC" w:rsidRPr="00986A0A" w14:paraId="231A2AC7" w14:textId="77777777" w:rsidTr="00014BBE">
        <w:trPr>
          <w:trHeight w:val="213"/>
        </w:trPr>
        <w:tc>
          <w:tcPr>
            <w:tcW w:w="1809" w:type="dxa"/>
          </w:tcPr>
          <w:p w14:paraId="61A7D5D4" w14:textId="009C322D" w:rsidR="004E3FDC" w:rsidRPr="00986A0A" w:rsidRDefault="004E3FDC" w:rsidP="00986A0A">
            <w:pPr>
              <w:pStyle w:val="Z2tabelatekst"/>
            </w:pPr>
            <w:proofErr w:type="spellStart"/>
            <w:r w:rsidRPr="00986A0A">
              <w:t>villageUseBands</w:t>
            </w:r>
            <w:proofErr w:type="spellEnd"/>
          </w:p>
        </w:tc>
        <w:tc>
          <w:tcPr>
            <w:tcW w:w="3431" w:type="dxa"/>
          </w:tcPr>
          <w:p w14:paraId="7EC31ECC" w14:textId="386D52F6" w:rsidR="004E3FDC" w:rsidRPr="00986A0A" w:rsidRDefault="004E3FDC" w:rsidP="00986A0A">
            <w:pPr>
              <w:pStyle w:val="Z2tabelatekst"/>
            </w:pPr>
            <w:r w:rsidRPr="00986A0A">
              <w:t>Miejscowość stosowania banderol.</w:t>
            </w:r>
          </w:p>
        </w:tc>
        <w:tc>
          <w:tcPr>
            <w:tcW w:w="2977" w:type="dxa"/>
          </w:tcPr>
          <w:p w14:paraId="66D1F3BD" w14:textId="795AED9E" w:rsidR="004E3FDC" w:rsidRPr="00986A0A" w:rsidRDefault="004E3FDC" w:rsidP="00986A0A">
            <w:pPr>
              <w:pStyle w:val="Z2tabelatekst"/>
            </w:pPr>
            <w:r w:rsidRPr="00986A0A">
              <w:t>string</w:t>
            </w:r>
          </w:p>
        </w:tc>
        <w:tc>
          <w:tcPr>
            <w:tcW w:w="1247" w:type="dxa"/>
          </w:tcPr>
          <w:p w14:paraId="1F80967E" w14:textId="77777777" w:rsidR="004E3FDC" w:rsidRPr="00986A0A" w:rsidRDefault="004E3FDC" w:rsidP="00986A0A">
            <w:pPr>
              <w:pStyle w:val="Z2tabelatekst"/>
            </w:pPr>
            <w:r w:rsidRPr="00986A0A">
              <w:t>1..1</w:t>
            </w:r>
          </w:p>
        </w:tc>
      </w:tr>
      <w:tr w:rsidR="004E3FDC" w:rsidRPr="00986A0A" w14:paraId="35253E9C" w14:textId="77777777" w:rsidTr="00014BBE">
        <w:trPr>
          <w:trHeight w:val="213"/>
        </w:trPr>
        <w:tc>
          <w:tcPr>
            <w:tcW w:w="1809" w:type="dxa"/>
          </w:tcPr>
          <w:p w14:paraId="6304E9AD" w14:textId="77777777" w:rsidR="004E3FDC" w:rsidRPr="00986A0A" w:rsidRDefault="004E3FDC" w:rsidP="00986A0A">
            <w:pPr>
              <w:pStyle w:val="Z2tabelatekst"/>
            </w:pPr>
            <w:proofErr w:type="spellStart"/>
            <w:r w:rsidRPr="00986A0A">
              <w:t>typeOrder</w:t>
            </w:r>
            <w:proofErr w:type="spellEnd"/>
          </w:p>
        </w:tc>
        <w:tc>
          <w:tcPr>
            <w:tcW w:w="3431" w:type="dxa"/>
          </w:tcPr>
          <w:p w14:paraId="03013C99" w14:textId="77777777" w:rsidR="004E3FDC" w:rsidRPr="00986A0A" w:rsidRDefault="004E3FDC" w:rsidP="00986A0A">
            <w:pPr>
              <w:pStyle w:val="Z2tabelatekst"/>
            </w:pPr>
            <w:r w:rsidRPr="00986A0A">
              <w:t>Typ zamówienia</w:t>
            </w:r>
          </w:p>
          <w:p w14:paraId="4E858097" w14:textId="074BD399" w:rsidR="004E3FDC" w:rsidRPr="00986A0A" w:rsidRDefault="004E3FDC" w:rsidP="00986A0A">
            <w:pPr>
              <w:pStyle w:val="Z2tabelatekst"/>
            </w:pPr>
          </w:p>
        </w:tc>
        <w:tc>
          <w:tcPr>
            <w:tcW w:w="2977" w:type="dxa"/>
          </w:tcPr>
          <w:p w14:paraId="0853BF02" w14:textId="3CC80599" w:rsidR="004E3FDC" w:rsidRPr="00986A0A" w:rsidRDefault="004E3FDC" w:rsidP="00986A0A">
            <w:pPr>
              <w:pStyle w:val="Z2tabelatekst"/>
            </w:pPr>
            <w:r w:rsidRPr="00986A0A">
              <w:t>String</w:t>
            </w:r>
          </w:p>
          <w:p w14:paraId="608B80E4" w14:textId="77777777" w:rsidR="004E3FDC" w:rsidRPr="00986A0A" w:rsidRDefault="004E3FDC" w:rsidP="00986A0A">
            <w:pPr>
              <w:pStyle w:val="Z2tabelatekst"/>
            </w:pPr>
            <w:r w:rsidRPr="00986A0A">
              <w:t>Możliwe wartości:</w:t>
            </w:r>
          </w:p>
          <w:p w14:paraId="630760BB" w14:textId="77777777" w:rsidR="004E3FDC" w:rsidRPr="00986A0A" w:rsidRDefault="004E3FDC" w:rsidP="00986A0A">
            <w:pPr>
              <w:pStyle w:val="Z2tabelatekst"/>
            </w:pPr>
            <w:r w:rsidRPr="00986A0A">
              <w:t>Jednorazowo</w:t>
            </w:r>
          </w:p>
          <w:p w14:paraId="147D2F02" w14:textId="77777777" w:rsidR="004E3FDC" w:rsidRPr="00986A0A" w:rsidRDefault="00D26950" w:rsidP="00986A0A">
            <w:pPr>
              <w:pStyle w:val="Z2tabelatekst"/>
            </w:pPr>
            <w:proofErr w:type="spellStart"/>
            <w:r w:rsidRPr="00986A0A">
              <w:t>Miesiecznie</w:t>
            </w:r>
            <w:proofErr w:type="spellEnd"/>
          </w:p>
          <w:p w14:paraId="72A30C86" w14:textId="4F1EEC47" w:rsidR="009376CB" w:rsidRPr="00986A0A" w:rsidRDefault="009376CB" w:rsidP="00986A0A">
            <w:pPr>
              <w:pStyle w:val="Z2tabelatekst"/>
            </w:pPr>
            <w:r w:rsidRPr="00986A0A">
              <w:t>Rocznie</w:t>
            </w:r>
          </w:p>
        </w:tc>
        <w:tc>
          <w:tcPr>
            <w:tcW w:w="1247" w:type="dxa"/>
          </w:tcPr>
          <w:p w14:paraId="7424718E" w14:textId="77777777" w:rsidR="004E3FDC" w:rsidRPr="00986A0A" w:rsidRDefault="004E3FDC" w:rsidP="00986A0A">
            <w:pPr>
              <w:pStyle w:val="Z2tabelatekst"/>
            </w:pPr>
            <w:r w:rsidRPr="00986A0A">
              <w:t>1..1</w:t>
            </w:r>
          </w:p>
        </w:tc>
      </w:tr>
      <w:tr w:rsidR="004E3FDC" w:rsidRPr="00986A0A" w14:paraId="12720CE0" w14:textId="77777777" w:rsidTr="00014BBE">
        <w:trPr>
          <w:trHeight w:val="213"/>
        </w:trPr>
        <w:tc>
          <w:tcPr>
            <w:tcW w:w="1809" w:type="dxa"/>
          </w:tcPr>
          <w:p w14:paraId="0DB7B683" w14:textId="5D3F766B" w:rsidR="004E3FDC" w:rsidRPr="00986A0A" w:rsidRDefault="004E3FDC" w:rsidP="00986A0A">
            <w:pPr>
              <w:pStyle w:val="Z2tabelatekst"/>
            </w:pPr>
            <w:proofErr w:type="spellStart"/>
            <w:r w:rsidRPr="00986A0A">
              <w:t>again</w:t>
            </w:r>
            <w:proofErr w:type="spellEnd"/>
          </w:p>
        </w:tc>
        <w:tc>
          <w:tcPr>
            <w:tcW w:w="3431" w:type="dxa"/>
          </w:tcPr>
          <w:p w14:paraId="5BE1886B" w14:textId="19769EF9" w:rsidR="004E3FDC" w:rsidRPr="00986A0A" w:rsidRDefault="009376CB" w:rsidP="00986A0A">
            <w:pPr>
              <w:pStyle w:val="Z2tabelatekst"/>
            </w:pPr>
            <w:r w:rsidRPr="00986A0A">
              <w:t>Razem liczba sztuk banderoli, będąca sumą wyliczaną, wartości wprowadzonych przez podatnika w kolumnach od Styczeń do Grudzień (atrybuty styczeń-grudzień)</w:t>
            </w:r>
          </w:p>
        </w:tc>
        <w:tc>
          <w:tcPr>
            <w:tcW w:w="2977" w:type="dxa"/>
          </w:tcPr>
          <w:p w14:paraId="763B5FFD" w14:textId="14D395AC" w:rsidR="004E3FDC" w:rsidRPr="00986A0A" w:rsidRDefault="009376CB" w:rsidP="00986A0A">
            <w:pPr>
              <w:pStyle w:val="Z2tabelatekst"/>
            </w:pPr>
            <w:proofErr w:type="spellStart"/>
            <w:r w:rsidRPr="00986A0A">
              <w:t>Decimal</w:t>
            </w:r>
            <w:proofErr w:type="spellEnd"/>
            <w:r w:rsidRPr="00986A0A">
              <w:t>(9.0)</w:t>
            </w:r>
          </w:p>
        </w:tc>
        <w:tc>
          <w:tcPr>
            <w:tcW w:w="1247" w:type="dxa"/>
          </w:tcPr>
          <w:p w14:paraId="5EDE550F" w14:textId="77777777" w:rsidR="004E3FDC" w:rsidRPr="00986A0A" w:rsidRDefault="004E3FDC" w:rsidP="00986A0A">
            <w:pPr>
              <w:pStyle w:val="Z2tabelatekst"/>
            </w:pPr>
            <w:r w:rsidRPr="00986A0A">
              <w:t>1..1</w:t>
            </w:r>
          </w:p>
        </w:tc>
      </w:tr>
      <w:tr w:rsidR="009376CB" w:rsidRPr="00986A0A" w14:paraId="300BD450" w14:textId="77777777" w:rsidTr="00014BBE">
        <w:trPr>
          <w:trHeight w:val="213"/>
        </w:trPr>
        <w:tc>
          <w:tcPr>
            <w:tcW w:w="1809" w:type="dxa"/>
          </w:tcPr>
          <w:p w14:paraId="3C649A7B" w14:textId="2ECAB5AF" w:rsidR="009376CB" w:rsidRPr="00986A0A" w:rsidRDefault="009376CB" w:rsidP="00986A0A">
            <w:pPr>
              <w:pStyle w:val="Z2tabelatekst"/>
            </w:pPr>
            <w:proofErr w:type="spellStart"/>
            <w:r w:rsidRPr="00986A0A">
              <w:t>january</w:t>
            </w:r>
            <w:proofErr w:type="spellEnd"/>
          </w:p>
        </w:tc>
        <w:tc>
          <w:tcPr>
            <w:tcW w:w="3431" w:type="dxa"/>
          </w:tcPr>
          <w:p w14:paraId="7A8747DB" w14:textId="1FDE0DD8" w:rsidR="009376CB" w:rsidRPr="00986A0A" w:rsidRDefault="009376CB" w:rsidP="00986A0A">
            <w:pPr>
              <w:pStyle w:val="Z2tabelatekst"/>
            </w:pPr>
            <w:r w:rsidRPr="00986A0A">
              <w:t>Liczba sztuk banderoli, zadeklarowana przez podatniku w miesiącu - styczeń.</w:t>
            </w:r>
          </w:p>
        </w:tc>
        <w:tc>
          <w:tcPr>
            <w:tcW w:w="2977" w:type="dxa"/>
          </w:tcPr>
          <w:p w14:paraId="32DCA155" w14:textId="404B1DDD" w:rsidR="009376CB" w:rsidRPr="00986A0A" w:rsidRDefault="009376CB" w:rsidP="00986A0A">
            <w:pPr>
              <w:pStyle w:val="Z2tabelatekst"/>
            </w:pPr>
            <w:proofErr w:type="spellStart"/>
            <w:r w:rsidRPr="00986A0A">
              <w:t>Decimal</w:t>
            </w:r>
            <w:proofErr w:type="spellEnd"/>
            <w:r w:rsidRPr="00986A0A">
              <w:t>(9.0)</w:t>
            </w:r>
          </w:p>
        </w:tc>
        <w:tc>
          <w:tcPr>
            <w:tcW w:w="1247" w:type="dxa"/>
          </w:tcPr>
          <w:p w14:paraId="55260E9F" w14:textId="77777777" w:rsidR="009376CB" w:rsidRPr="00986A0A" w:rsidRDefault="009376CB" w:rsidP="00986A0A">
            <w:pPr>
              <w:pStyle w:val="Z2tabelatekst"/>
            </w:pPr>
            <w:r w:rsidRPr="00986A0A">
              <w:t>1..1</w:t>
            </w:r>
          </w:p>
        </w:tc>
      </w:tr>
      <w:tr w:rsidR="009376CB" w:rsidRPr="00986A0A" w14:paraId="19A56AB7" w14:textId="77777777" w:rsidTr="00014BBE">
        <w:trPr>
          <w:trHeight w:val="213"/>
        </w:trPr>
        <w:tc>
          <w:tcPr>
            <w:tcW w:w="1809" w:type="dxa"/>
          </w:tcPr>
          <w:p w14:paraId="50DCBFC7" w14:textId="6A607DB9" w:rsidR="009376CB" w:rsidRPr="00986A0A" w:rsidRDefault="009376CB" w:rsidP="00986A0A">
            <w:pPr>
              <w:pStyle w:val="Z2tabelatekst"/>
            </w:pPr>
            <w:proofErr w:type="spellStart"/>
            <w:r w:rsidRPr="00986A0A">
              <w:t>february</w:t>
            </w:r>
            <w:proofErr w:type="spellEnd"/>
          </w:p>
        </w:tc>
        <w:tc>
          <w:tcPr>
            <w:tcW w:w="3431" w:type="dxa"/>
          </w:tcPr>
          <w:p w14:paraId="3FB61068" w14:textId="13F756C5" w:rsidR="009376CB" w:rsidRPr="00986A0A" w:rsidRDefault="009376CB" w:rsidP="00986A0A">
            <w:pPr>
              <w:pStyle w:val="Z2tabelatekst"/>
            </w:pPr>
            <w:r w:rsidRPr="00986A0A">
              <w:t>Liczba sztuk banderoli, zadeklarowana przez podatniku w miesiącu - luty.</w:t>
            </w:r>
          </w:p>
        </w:tc>
        <w:tc>
          <w:tcPr>
            <w:tcW w:w="2977" w:type="dxa"/>
          </w:tcPr>
          <w:p w14:paraId="46A03AD3" w14:textId="1CC56B8C" w:rsidR="009376CB" w:rsidRPr="00986A0A" w:rsidRDefault="009376CB" w:rsidP="00986A0A">
            <w:pPr>
              <w:pStyle w:val="Z2tabelatekst"/>
            </w:pPr>
            <w:proofErr w:type="spellStart"/>
            <w:r w:rsidRPr="00986A0A">
              <w:t>Decimal</w:t>
            </w:r>
            <w:proofErr w:type="spellEnd"/>
            <w:r w:rsidRPr="00986A0A">
              <w:t>(9.0)</w:t>
            </w:r>
          </w:p>
        </w:tc>
        <w:tc>
          <w:tcPr>
            <w:tcW w:w="1247" w:type="dxa"/>
          </w:tcPr>
          <w:p w14:paraId="0BFD90B7" w14:textId="77777777" w:rsidR="009376CB" w:rsidRPr="00986A0A" w:rsidRDefault="009376CB" w:rsidP="00986A0A">
            <w:pPr>
              <w:pStyle w:val="Z2tabelatekst"/>
            </w:pPr>
            <w:r w:rsidRPr="00986A0A">
              <w:t>1..1</w:t>
            </w:r>
          </w:p>
        </w:tc>
      </w:tr>
      <w:tr w:rsidR="009376CB" w:rsidRPr="00986A0A" w14:paraId="0992A56A" w14:textId="77777777" w:rsidTr="00014BBE">
        <w:trPr>
          <w:trHeight w:val="213"/>
        </w:trPr>
        <w:tc>
          <w:tcPr>
            <w:tcW w:w="1809" w:type="dxa"/>
          </w:tcPr>
          <w:p w14:paraId="79FBA4BA" w14:textId="51FCA9F0" w:rsidR="009376CB" w:rsidRPr="00986A0A" w:rsidRDefault="009376CB" w:rsidP="00986A0A">
            <w:pPr>
              <w:pStyle w:val="Z2tabelatekst"/>
            </w:pPr>
            <w:r w:rsidRPr="00986A0A">
              <w:t>march</w:t>
            </w:r>
          </w:p>
        </w:tc>
        <w:tc>
          <w:tcPr>
            <w:tcW w:w="3431" w:type="dxa"/>
          </w:tcPr>
          <w:p w14:paraId="45EB60E4" w14:textId="18F710A1" w:rsidR="009376CB" w:rsidRPr="00986A0A" w:rsidRDefault="009376CB" w:rsidP="00986A0A">
            <w:pPr>
              <w:pStyle w:val="Z2tabelatekst"/>
            </w:pPr>
            <w:r w:rsidRPr="00986A0A">
              <w:t>Liczba sztuk banderoli, zadeklarowana przez podatniku w miesiącu - marzec.</w:t>
            </w:r>
          </w:p>
        </w:tc>
        <w:tc>
          <w:tcPr>
            <w:tcW w:w="2977" w:type="dxa"/>
          </w:tcPr>
          <w:p w14:paraId="71F0E544" w14:textId="5CBB9F8B" w:rsidR="009376CB" w:rsidRPr="00986A0A" w:rsidRDefault="009376CB" w:rsidP="00986A0A">
            <w:pPr>
              <w:pStyle w:val="Z2tabelatekst"/>
            </w:pPr>
            <w:proofErr w:type="spellStart"/>
            <w:r w:rsidRPr="00986A0A">
              <w:t>Decimal</w:t>
            </w:r>
            <w:proofErr w:type="spellEnd"/>
            <w:r w:rsidRPr="00986A0A">
              <w:t>(9.0)</w:t>
            </w:r>
          </w:p>
        </w:tc>
        <w:tc>
          <w:tcPr>
            <w:tcW w:w="1247" w:type="dxa"/>
          </w:tcPr>
          <w:p w14:paraId="419844C2" w14:textId="77777777" w:rsidR="009376CB" w:rsidRPr="00986A0A" w:rsidRDefault="009376CB" w:rsidP="00986A0A">
            <w:pPr>
              <w:pStyle w:val="Z2tabelatekst"/>
            </w:pPr>
            <w:r w:rsidRPr="00986A0A">
              <w:t>1..1</w:t>
            </w:r>
          </w:p>
        </w:tc>
      </w:tr>
      <w:tr w:rsidR="009376CB" w:rsidRPr="00986A0A" w14:paraId="2B0DA1A2" w14:textId="77777777" w:rsidTr="00014BBE">
        <w:trPr>
          <w:trHeight w:val="213"/>
        </w:trPr>
        <w:tc>
          <w:tcPr>
            <w:tcW w:w="1809" w:type="dxa"/>
          </w:tcPr>
          <w:p w14:paraId="59E08C4D" w14:textId="6D5A63BA" w:rsidR="009376CB" w:rsidRPr="00986A0A" w:rsidRDefault="009376CB" w:rsidP="00986A0A">
            <w:pPr>
              <w:pStyle w:val="Z2tabelatekst"/>
            </w:pPr>
            <w:proofErr w:type="spellStart"/>
            <w:r w:rsidRPr="00986A0A">
              <w:t>april</w:t>
            </w:r>
            <w:proofErr w:type="spellEnd"/>
          </w:p>
        </w:tc>
        <w:tc>
          <w:tcPr>
            <w:tcW w:w="3431" w:type="dxa"/>
          </w:tcPr>
          <w:p w14:paraId="16735A0A" w14:textId="63E755AA" w:rsidR="009376CB" w:rsidRPr="00986A0A" w:rsidRDefault="009376CB" w:rsidP="00986A0A">
            <w:pPr>
              <w:pStyle w:val="Z2tabelatekst"/>
            </w:pPr>
            <w:r w:rsidRPr="00986A0A">
              <w:t>Liczba sztuk banderoli, zadeklarowana przez podatniku w miesiącu - kwiecień.</w:t>
            </w:r>
          </w:p>
        </w:tc>
        <w:tc>
          <w:tcPr>
            <w:tcW w:w="2977" w:type="dxa"/>
          </w:tcPr>
          <w:p w14:paraId="6251F2F8" w14:textId="24E46E7D" w:rsidR="009376CB" w:rsidRPr="00986A0A" w:rsidRDefault="009376CB" w:rsidP="00986A0A">
            <w:pPr>
              <w:pStyle w:val="Z2tabelatekst"/>
            </w:pPr>
            <w:proofErr w:type="spellStart"/>
            <w:r w:rsidRPr="00986A0A">
              <w:t>Decimal</w:t>
            </w:r>
            <w:proofErr w:type="spellEnd"/>
            <w:r w:rsidRPr="00986A0A">
              <w:t>(9.0)</w:t>
            </w:r>
          </w:p>
        </w:tc>
        <w:tc>
          <w:tcPr>
            <w:tcW w:w="1247" w:type="dxa"/>
          </w:tcPr>
          <w:p w14:paraId="7CE2FCEA" w14:textId="77777777" w:rsidR="009376CB" w:rsidRPr="00986A0A" w:rsidRDefault="009376CB" w:rsidP="00986A0A">
            <w:pPr>
              <w:pStyle w:val="Z2tabelatekst"/>
            </w:pPr>
            <w:r w:rsidRPr="00986A0A">
              <w:t>1..1</w:t>
            </w:r>
          </w:p>
        </w:tc>
      </w:tr>
      <w:tr w:rsidR="009376CB" w:rsidRPr="00986A0A" w14:paraId="05F42217" w14:textId="77777777" w:rsidTr="00014BBE">
        <w:trPr>
          <w:trHeight w:val="213"/>
        </w:trPr>
        <w:tc>
          <w:tcPr>
            <w:tcW w:w="1809" w:type="dxa"/>
          </w:tcPr>
          <w:p w14:paraId="44FE8ACF" w14:textId="50A73667" w:rsidR="009376CB" w:rsidRPr="00986A0A" w:rsidRDefault="009376CB" w:rsidP="00986A0A">
            <w:pPr>
              <w:pStyle w:val="Z2tabelatekst"/>
            </w:pPr>
            <w:proofErr w:type="spellStart"/>
            <w:r w:rsidRPr="00986A0A">
              <w:lastRenderedPageBreak/>
              <w:t>may</w:t>
            </w:r>
            <w:proofErr w:type="spellEnd"/>
          </w:p>
        </w:tc>
        <w:tc>
          <w:tcPr>
            <w:tcW w:w="3431" w:type="dxa"/>
          </w:tcPr>
          <w:p w14:paraId="7420018F" w14:textId="27477250" w:rsidR="009376CB" w:rsidRPr="00986A0A" w:rsidRDefault="009376CB" w:rsidP="00986A0A">
            <w:pPr>
              <w:pStyle w:val="Z2tabelatekst"/>
            </w:pPr>
            <w:r w:rsidRPr="00986A0A">
              <w:t>Liczba sztuk banderoli, zadeklarowana przez podatniku w miesiącu - maj.</w:t>
            </w:r>
          </w:p>
        </w:tc>
        <w:tc>
          <w:tcPr>
            <w:tcW w:w="2977" w:type="dxa"/>
          </w:tcPr>
          <w:p w14:paraId="0AE8CD67" w14:textId="6A6F86D3" w:rsidR="009376CB" w:rsidRPr="00986A0A" w:rsidRDefault="009376CB" w:rsidP="00986A0A">
            <w:pPr>
              <w:pStyle w:val="Z2tabelatekst"/>
            </w:pPr>
            <w:proofErr w:type="spellStart"/>
            <w:r w:rsidRPr="00986A0A">
              <w:t>Decimal</w:t>
            </w:r>
            <w:proofErr w:type="spellEnd"/>
            <w:r w:rsidRPr="00986A0A">
              <w:t>(9.0)</w:t>
            </w:r>
          </w:p>
        </w:tc>
        <w:tc>
          <w:tcPr>
            <w:tcW w:w="1247" w:type="dxa"/>
          </w:tcPr>
          <w:p w14:paraId="201CA50A" w14:textId="77777777" w:rsidR="009376CB" w:rsidRPr="00986A0A" w:rsidRDefault="009376CB" w:rsidP="00986A0A">
            <w:pPr>
              <w:pStyle w:val="Z2tabelatekst"/>
            </w:pPr>
            <w:r w:rsidRPr="00986A0A">
              <w:t>1..1</w:t>
            </w:r>
          </w:p>
        </w:tc>
      </w:tr>
      <w:tr w:rsidR="009376CB" w:rsidRPr="00986A0A" w14:paraId="32975CC0" w14:textId="77777777" w:rsidTr="00014BBE">
        <w:trPr>
          <w:trHeight w:val="213"/>
        </w:trPr>
        <w:tc>
          <w:tcPr>
            <w:tcW w:w="1809" w:type="dxa"/>
          </w:tcPr>
          <w:p w14:paraId="01CC7B57" w14:textId="7E91234C" w:rsidR="009376CB" w:rsidRPr="00986A0A" w:rsidRDefault="009376CB" w:rsidP="00986A0A">
            <w:pPr>
              <w:pStyle w:val="Z2tabelatekst"/>
            </w:pPr>
            <w:proofErr w:type="spellStart"/>
            <w:r w:rsidRPr="00986A0A">
              <w:t>june</w:t>
            </w:r>
            <w:proofErr w:type="spellEnd"/>
          </w:p>
        </w:tc>
        <w:tc>
          <w:tcPr>
            <w:tcW w:w="3431" w:type="dxa"/>
          </w:tcPr>
          <w:p w14:paraId="1CA467D0" w14:textId="7946049E" w:rsidR="009376CB" w:rsidRPr="00986A0A" w:rsidRDefault="009376CB" w:rsidP="00986A0A">
            <w:pPr>
              <w:pStyle w:val="Z2tabelatekst"/>
            </w:pPr>
            <w:r w:rsidRPr="00986A0A">
              <w:t>Liczba sztuk banderoli, zadeklarowana przez podatniku w miesiącu - czerwiec.</w:t>
            </w:r>
          </w:p>
        </w:tc>
        <w:tc>
          <w:tcPr>
            <w:tcW w:w="2977" w:type="dxa"/>
          </w:tcPr>
          <w:p w14:paraId="6A2F5AAC" w14:textId="53944F8D" w:rsidR="009376CB" w:rsidRPr="00986A0A" w:rsidRDefault="009376CB" w:rsidP="00986A0A">
            <w:pPr>
              <w:pStyle w:val="Z2tabelatekst"/>
            </w:pPr>
            <w:proofErr w:type="spellStart"/>
            <w:r w:rsidRPr="00986A0A">
              <w:t>Decimal</w:t>
            </w:r>
            <w:proofErr w:type="spellEnd"/>
            <w:r w:rsidRPr="00986A0A">
              <w:t>(9.0)</w:t>
            </w:r>
          </w:p>
        </w:tc>
        <w:tc>
          <w:tcPr>
            <w:tcW w:w="1247" w:type="dxa"/>
          </w:tcPr>
          <w:p w14:paraId="35B66D99" w14:textId="77777777" w:rsidR="009376CB" w:rsidRPr="00986A0A" w:rsidRDefault="009376CB" w:rsidP="00986A0A">
            <w:pPr>
              <w:pStyle w:val="Z2tabelatekst"/>
            </w:pPr>
            <w:r w:rsidRPr="00986A0A">
              <w:t>1..1</w:t>
            </w:r>
          </w:p>
        </w:tc>
      </w:tr>
      <w:tr w:rsidR="009376CB" w:rsidRPr="00986A0A" w14:paraId="7824BAB8" w14:textId="77777777" w:rsidTr="00014BBE">
        <w:trPr>
          <w:trHeight w:val="213"/>
        </w:trPr>
        <w:tc>
          <w:tcPr>
            <w:tcW w:w="1809" w:type="dxa"/>
          </w:tcPr>
          <w:p w14:paraId="73CE073E" w14:textId="2F86FFC2" w:rsidR="009376CB" w:rsidRPr="00986A0A" w:rsidRDefault="009376CB" w:rsidP="00986A0A">
            <w:pPr>
              <w:pStyle w:val="Z2tabelatekst"/>
            </w:pPr>
            <w:proofErr w:type="spellStart"/>
            <w:r w:rsidRPr="00986A0A">
              <w:t>july</w:t>
            </w:r>
            <w:proofErr w:type="spellEnd"/>
          </w:p>
        </w:tc>
        <w:tc>
          <w:tcPr>
            <w:tcW w:w="3431" w:type="dxa"/>
          </w:tcPr>
          <w:p w14:paraId="41F8B907" w14:textId="71560665" w:rsidR="009376CB" w:rsidRPr="00986A0A" w:rsidRDefault="009376CB" w:rsidP="00986A0A">
            <w:pPr>
              <w:pStyle w:val="Z2tabelatekst"/>
            </w:pPr>
            <w:r w:rsidRPr="00986A0A">
              <w:t>Liczba sztuk banderoli, zadeklarowana przez podatniku w miesiącu - lipiec.</w:t>
            </w:r>
          </w:p>
        </w:tc>
        <w:tc>
          <w:tcPr>
            <w:tcW w:w="2977" w:type="dxa"/>
          </w:tcPr>
          <w:p w14:paraId="7DDF23C5" w14:textId="7BBCBA92" w:rsidR="009376CB" w:rsidRPr="00986A0A" w:rsidRDefault="009376CB" w:rsidP="00986A0A">
            <w:pPr>
              <w:pStyle w:val="Z2tabelatekst"/>
            </w:pPr>
            <w:proofErr w:type="spellStart"/>
            <w:r w:rsidRPr="00986A0A">
              <w:t>Decimal</w:t>
            </w:r>
            <w:proofErr w:type="spellEnd"/>
            <w:r w:rsidRPr="00986A0A">
              <w:t>(9.0)</w:t>
            </w:r>
          </w:p>
        </w:tc>
        <w:tc>
          <w:tcPr>
            <w:tcW w:w="1247" w:type="dxa"/>
          </w:tcPr>
          <w:p w14:paraId="746C41C9" w14:textId="77777777" w:rsidR="009376CB" w:rsidRPr="00986A0A" w:rsidRDefault="009376CB" w:rsidP="00986A0A">
            <w:pPr>
              <w:pStyle w:val="Z2tabelatekst"/>
            </w:pPr>
            <w:r w:rsidRPr="00986A0A">
              <w:t>1..1</w:t>
            </w:r>
          </w:p>
        </w:tc>
      </w:tr>
      <w:tr w:rsidR="009376CB" w:rsidRPr="00986A0A" w14:paraId="646BE06B" w14:textId="77777777" w:rsidTr="00014BBE">
        <w:trPr>
          <w:trHeight w:val="213"/>
        </w:trPr>
        <w:tc>
          <w:tcPr>
            <w:tcW w:w="1809" w:type="dxa"/>
          </w:tcPr>
          <w:p w14:paraId="7A1FBC89" w14:textId="31676962" w:rsidR="009376CB" w:rsidRPr="00986A0A" w:rsidRDefault="009376CB" w:rsidP="00986A0A">
            <w:pPr>
              <w:pStyle w:val="Z2tabelatekst"/>
            </w:pPr>
            <w:proofErr w:type="spellStart"/>
            <w:r w:rsidRPr="00986A0A">
              <w:t>august</w:t>
            </w:r>
            <w:proofErr w:type="spellEnd"/>
          </w:p>
        </w:tc>
        <w:tc>
          <w:tcPr>
            <w:tcW w:w="3431" w:type="dxa"/>
          </w:tcPr>
          <w:p w14:paraId="2E90D745" w14:textId="4F52B7C0" w:rsidR="009376CB" w:rsidRPr="00986A0A" w:rsidRDefault="009376CB" w:rsidP="00986A0A">
            <w:pPr>
              <w:pStyle w:val="Z2tabelatekst"/>
            </w:pPr>
            <w:r w:rsidRPr="00986A0A">
              <w:t>Liczba sztuk banderoli, zadeklarowana przez podatniku w miesiącu - sierpień.</w:t>
            </w:r>
          </w:p>
        </w:tc>
        <w:tc>
          <w:tcPr>
            <w:tcW w:w="2977" w:type="dxa"/>
          </w:tcPr>
          <w:p w14:paraId="49EDE370" w14:textId="124E77E4" w:rsidR="009376CB" w:rsidRPr="00986A0A" w:rsidRDefault="009376CB" w:rsidP="00986A0A">
            <w:pPr>
              <w:pStyle w:val="Z2tabelatekst"/>
            </w:pPr>
            <w:proofErr w:type="spellStart"/>
            <w:r w:rsidRPr="00986A0A">
              <w:t>Decimal</w:t>
            </w:r>
            <w:proofErr w:type="spellEnd"/>
            <w:r w:rsidRPr="00986A0A">
              <w:t>(9.0)</w:t>
            </w:r>
          </w:p>
        </w:tc>
        <w:tc>
          <w:tcPr>
            <w:tcW w:w="1247" w:type="dxa"/>
          </w:tcPr>
          <w:p w14:paraId="463B1A47" w14:textId="32ED93BD" w:rsidR="009376CB" w:rsidRPr="00986A0A" w:rsidRDefault="009376CB" w:rsidP="00986A0A">
            <w:pPr>
              <w:pStyle w:val="Z2tabelatekst"/>
            </w:pPr>
            <w:r w:rsidRPr="00986A0A">
              <w:t>1..1</w:t>
            </w:r>
          </w:p>
        </w:tc>
      </w:tr>
      <w:tr w:rsidR="009376CB" w:rsidRPr="00986A0A" w14:paraId="63B540F0" w14:textId="77777777" w:rsidTr="00014BBE">
        <w:trPr>
          <w:trHeight w:val="213"/>
        </w:trPr>
        <w:tc>
          <w:tcPr>
            <w:tcW w:w="1809" w:type="dxa"/>
          </w:tcPr>
          <w:p w14:paraId="49C88122" w14:textId="24B0B57D" w:rsidR="009376CB" w:rsidRPr="00986A0A" w:rsidRDefault="009376CB" w:rsidP="00986A0A">
            <w:pPr>
              <w:pStyle w:val="Z2tabelatekst"/>
            </w:pPr>
            <w:proofErr w:type="spellStart"/>
            <w:r w:rsidRPr="00986A0A">
              <w:t>september</w:t>
            </w:r>
            <w:proofErr w:type="spellEnd"/>
          </w:p>
        </w:tc>
        <w:tc>
          <w:tcPr>
            <w:tcW w:w="3431" w:type="dxa"/>
          </w:tcPr>
          <w:p w14:paraId="2C0EC3E1" w14:textId="0233BD2D" w:rsidR="009376CB" w:rsidRPr="00986A0A" w:rsidRDefault="009376CB" w:rsidP="00986A0A">
            <w:pPr>
              <w:pStyle w:val="Z2tabelatekst"/>
            </w:pPr>
            <w:r w:rsidRPr="00986A0A">
              <w:t>Liczba sztuk banderoli, zadeklarowana przez podatniku w miesiącu - wrzesień.</w:t>
            </w:r>
          </w:p>
        </w:tc>
        <w:tc>
          <w:tcPr>
            <w:tcW w:w="2977" w:type="dxa"/>
          </w:tcPr>
          <w:p w14:paraId="4D7D5000" w14:textId="675A1B40" w:rsidR="009376CB" w:rsidRPr="00986A0A" w:rsidRDefault="009376CB" w:rsidP="00986A0A">
            <w:pPr>
              <w:pStyle w:val="Z2tabelatekst"/>
            </w:pPr>
            <w:proofErr w:type="spellStart"/>
            <w:r w:rsidRPr="00986A0A">
              <w:t>Decimal</w:t>
            </w:r>
            <w:proofErr w:type="spellEnd"/>
            <w:r w:rsidRPr="00986A0A">
              <w:t>(9.0)</w:t>
            </w:r>
          </w:p>
        </w:tc>
        <w:tc>
          <w:tcPr>
            <w:tcW w:w="1247" w:type="dxa"/>
          </w:tcPr>
          <w:p w14:paraId="5B72F1DB" w14:textId="77777777" w:rsidR="009376CB" w:rsidRPr="00986A0A" w:rsidRDefault="009376CB" w:rsidP="00986A0A">
            <w:pPr>
              <w:pStyle w:val="Z2tabelatekst"/>
            </w:pPr>
            <w:r w:rsidRPr="00986A0A">
              <w:t>1..1</w:t>
            </w:r>
          </w:p>
        </w:tc>
      </w:tr>
      <w:tr w:rsidR="009376CB" w:rsidRPr="00986A0A" w14:paraId="3A69DEC5" w14:textId="77777777" w:rsidTr="00014BBE">
        <w:trPr>
          <w:trHeight w:val="213"/>
        </w:trPr>
        <w:tc>
          <w:tcPr>
            <w:tcW w:w="1809" w:type="dxa"/>
          </w:tcPr>
          <w:p w14:paraId="3B8923FC" w14:textId="36DA637F" w:rsidR="009376CB" w:rsidRPr="00986A0A" w:rsidRDefault="009376CB" w:rsidP="00986A0A">
            <w:pPr>
              <w:pStyle w:val="Z2tabelatekst"/>
            </w:pPr>
            <w:proofErr w:type="spellStart"/>
            <w:r w:rsidRPr="00986A0A">
              <w:t>october</w:t>
            </w:r>
            <w:proofErr w:type="spellEnd"/>
          </w:p>
        </w:tc>
        <w:tc>
          <w:tcPr>
            <w:tcW w:w="3431" w:type="dxa"/>
          </w:tcPr>
          <w:p w14:paraId="17364A80" w14:textId="2DB33121" w:rsidR="009376CB" w:rsidRPr="00986A0A" w:rsidRDefault="009376CB" w:rsidP="00986A0A">
            <w:pPr>
              <w:pStyle w:val="Z2tabelatekst"/>
            </w:pPr>
            <w:r w:rsidRPr="00986A0A">
              <w:t>Liczba sztuk banderoli, zadeklarowana przez podatniku w miesiącu - październik.</w:t>
            </w:r>
          </w:p>
        </w:tc>
        <w:tc>
          <w:tcPr>
            <w:tcW w:w="2977" w:type="dxa"/>
          </w:tcPr>
          <w:p w14:paraId="18D4BCB6" w14:textId="06D453A6" w:rsidR="009376CB" w:rsidRPr="00986A0A" w:rsidRDefault="009376CB" w:rsidP="00986A0A">
            <w:pPr>
              <w:pStyle w:val="Z2tabelatekst"/>
            </w:pPr>
            <w:proofErr w:type="spellStart"/>
            <w:r w:rsidRPr="00986A0A">
              <w:t>Decimal</w:t>
            </w:r>
            <w:proofErr w:type="spellEnd"/>
            <w:r w:rsidRPr="00986A0A">
              <w:t>(9.0)</w:t>
            </w:r>
          </w:p>
        </w:tc>
        <w:tc>
          <w:tcPr>
            <w:tcW w:w="1247" w:type="dxa"/>
          </w:tcPr>
          <w:p w14:paraId="34584C0A" w14:textId="77777777" w:rsidR="009376CB" w:rsidRPr="00986A0A" w:rsidRDefault="009376CB" w:rsidP="00986A0A">
            <w:pPr>
              <w:pStyle w:val="Z2tabelatekst"/>
            </w:pPr>
            <w:r w:rsidRPr="00986A0A">
              <w:t>1..1</w:t>
            </w:r>
          </w:p>
        </w:tc>
      </w:tr>
      <w:tr w:rsidR="009376CB" w:rsidRPr="00986A0A" w14:paraId="21EDE160" w14:textId="77777777" w:rsidTr="00014BBE">
        <w:trPr>
          <w:trHeight w:val="213"/>
        </w:trPr>
        <w:tc>
          <w:tcPr>
            <w:tcW w:w="1809" w:type="dxa"/>
          </w:tcPr>
          <w:p w14:paraId="0A93FBD1" w14:textId="3FBB7885" w:rsidR="009376CB" w:rsidRPr="00986A0A" w:rsidRDefault="009376CB" w:rsidP="00986A0A">
            <w:pPr>
              <w:pStyle w:val="Z2tabelatekst"/>
            </w:pPr>
            <w:proofErr w:type="spellStart"/>
            <w:r w:rsidRPr="00986A0A">
              <w:t>november</w:t>
            </w:r>
            <w:proofErr w:type="spellEnd"/>
          </w:p>
        </w:tc>
        <w:tc>
          <w:tcPr>
            <w:tcW w:w="3431" w:type="dxa"/>
          </w:tcPr>
          <w:p w14:paraId="6A304901" w14:textId="15AE6675" w:rsidR="009376CB" w:rsidRPr="00986A0A" w:rsidRDefault="009376CB" w:rsidP="00986A0A">
            <w:pPr>
              <w:pStyle w:val="Z2tabelatekst"/>
            </w:pPr>
            <w:r w:rsidRPr="00986A0A">
              <w:t>Liczba sztuk banderoli, zadeklarowana przez podatniku w miesiącu - listopad.</w:t>
            </w:r>
          </w:p>
        </w:tc>
        <w:tc>
          <w:tcPr>
            <w:tcW w:w="2977" w:type="dxa"/>
          </w:tcPr>
          <w:p w14:paraId="596DA186" w14:textId="1A99C247" w:rsidR="009376CB" w:rsidRPr="00986A0A" w:rsidRDefault="009376CB" w:rsidP="00986A0A">
            <w:pPr>
              <w:pStyle w:val="Z2tabelatekst"/>
            </w:pPr>
            <w:proofErr w:type="spellStart"/>
            <w:r w:rsidRPr="00986A0A">
              <w:t>Decimal</w:t>
            </w:r>
            <w:proofErr w:type="spellEnd"/>
            <w:r w:rsidRPr="00986A0A">
              <w:t>(9.0)</w:t>
            </w:r>
          </w:p>
        </w:tc>
        <w:tc>
          <w:tcPr>
            <w:tcW w:w="1247" w:type="dxa"/>
          </w:tcPr>
          <w:p w14:paraId="5DDA7CAD" w14:textId="77777777" w:rsidR="009376CB" w:rsidRPr="00986A0A" w:rsidRDefault="009376CB" w:rsidP="00986A0A">
            <w:pPr>
              <w:pStyle w:val="Z2tabelatekst"/>
            </w:pPr>
            <w:r w:rsidRPr="00986A0A">
              <w:t>1..1</w:t>
            </w:r>
          </w:p>
        </w:tc>
      </w:tr>
      <w:tr w:rsidR="009376CB" w:rsidRPr="00986A0A" w14:paraId="3F2C7B9B" w14:textId="77777777" w:rsidTr="00014BBE">
        <w:trPr>
          <w:trHeight w:val="213"/>
        </w:trPr>
        <w:tc>
          <w:tcPr>
            <w:tcW w:w="1809" w:type="dxa"/>
          </w:tcPr>
          <w:p w14:paraId="3DEBE243" w14:textId="5EF355E4" w:rsidR="009376CB" w:rsidRPr="00986A0A" w:rsidRDefault="009376CB" w:rsidP="00986A0A">
            <w:pPr>
              <w:pStyle w:val="Z2tabelatekst"/>
            </w:pPr>
            <w:proofErr w:type="spellStart"/>
            <w:r w:rsidRPr="00986A0A">
              <w:t>december</w:t>
            </w:r>
            <w:proofErr w:type="spellEnd"/>
          </w:p>
        </w:tc>
        <w:tc>
          <w:tcPr>
            <w:tcW w:w="3431" w:type="dxa"/>
          </w:tcPr>
          <w:p w14:paraId="1D53FBA2" w14:textId="6B499CA3" w:rsidR="009376CB" w:rsidRPr="00986A0A" w:rsidRDefault="009376CB" w:rsidP="00986A0A">
            <w:pPr>
              <w:pStyle w:val="Z2tabelatekst"/>
            </w:pPr>
            <w:r w:rsidRPr="00986A0A">
              <w:t>Liczba sztuk banderoli, zadeklarowana przez podatniku w miesiącu - grudzień.</w:t>
            </w:r>
          </w:p>
        </w:tc>
        <w:tc>
          <w:tcPr>
            <w:tcW w:w="2977" w:type="dxa"/>
          </w:tcPr>
          <w:p w14:paraId="39E940C8" w14:textId="17BECF66" w:rsidR="009376CB" w:rsidRPr="00986A0A" w:rsidRDefault="009376CB" w:rsidP="00986A0A">
            <w:pPr>
              <w:pStyle w:val="Z2tabelatekst"/>
            </w:pPr>
            <w:proofErr w:type="spellStart"/>
            <w:r w:rsidRPr="00986A0A">
              <w:t>Decimal</w:t>
            </w:r>
            <w:proofErr w:type="spellEnd"/>
            <w:r w:rsidRPr="00986A0A">
              <w:t>(9.0)</w:t>
            </w:r>
          </w:p>
        </w:tc>
        <w:tc>
          <w:tcPr>
            <w:tcW w:w="1247" w:type="dxa"/>
          </w:tcPr>
          <w:p w14:paraId="446704B5" w14:textId="77777777" w:rsidR="009376CB" w:rsidRPr="00986A0A" w:rsidRDefault="009376CB" w:rsidP="00986A0A">
            <w:pPr>
              <w:pStyle w:val="Z2tabelatekst"/>
            </w:pPr>
            <w:r w:rsidRPr="00986A0A">
              <w:t>1..1</w:t>
            </w:r>
          </w:p>
        </w:tc>
      </w:tr>
      <w:tr w:rsidR="004E3FDC" w:rsidRPr="00986A0A" w14:paraId="234FB44F" w14:textId="77777777" w:rsidTr="00014BBE">
        <w:trPr>
          <w:trHeight w:val="213"/>
        </w:trPr>
        <w:tc>
          <w:tcPr>
            <w:tcW w:w="1809" w:type="dxa"/>
          </w:tcPr>
          <w:p w14:paraId="198D65C7" w14:textId="77777777" w:rsidR="004E3FDC" w:rsidRPr="00986A0A" w:rsidRDefault="004E3FDC" w:rsidP="00986A0A">
            <w:pPr>
              <w:pStyle w:val="Z2tabelatekst"/>
            </w:pPr>
            <w:r w:rsidRPr="00986A0A">
              <w:t>kod</w:t>
            </w:r>
          </w:p>
        </w:tc>
        <w:tc>
          <w:tcPr>
            <w:tcW w:w="3431" w:type="dxa"/>
          </w:tcPr>
          <w:p w14:paraId="5A41A308" w14:textId="77777777" w:rsidR="009376CB" w:rsidRPr="00986A0A" w:rsidRDefault="009376CB" w:rsidP="00986A0A">
            <w:pPr>
              <w:pStyle w:val="Z2tabelatekst"/>
            </w:pPr>
            <w:r w:rsidRPr="00986A0A">
              <w:t xml:space="preserve">Suma kontrolna (kod 24 znakowy). </w:t>
            </w:r>
          </w:p>
          <w:p w14:paraId="23183DE7" w14:textId="1924B2D1" w:rsidR="009376CB" w:rsidRPr="00986A0A" w:rsidRDefault="009376CB" w:rsidP="00986A0A">
            <w:pPr>
              <w:pStyle w:val="Z2tabelatekst"/>
            </w:pPr>
            <w:r w:rsidRPr="00986A0A">
              <w:t>Struktura kodu WZBPL: "typeOfStamp"+"onGoods"+"goods"+"stampSymbol"+"format"+"dimension"+"000"+"000".</w:t>
            </w:r>
          </w:p>
          <w:p w14:paraId="60865543" w14:textId="2C15C87C" w:rsidR="004E3FDC" w:rsidRPr="00986A0A" w:rsidRDefault="009376CB" w:rsidP="00986A0A">
            <w:pPr>
              <w:pStyle w:val="Z2tabelatekst"/>
            </w:pPr>
            <w:r w:rsidRPr="00986A0A">
              <w:t>Na pierwszych 18 znakach wymagana zgodność z pozycją słownika 3020. Ostanie 6 znaków w kodzie dla WZBPL uzupełniane są zerami np. 001003005007019008000000</w:t>
            </w:r>
          </w:p>
        </w:tc>
        <w:tc>
          <w:tcPr>
            <w:tcW w:w="2977" w:type="dxa"/>
          </w:tcPr>
          <w:p w14:paraId="7668056B" w14:textId="77777777" w:rsidR="004E3FDC" w:rsidRPr="00986A0A" w:rsidRDefault="004E3FDC" w:rsidP="00986A0A">
            <w:pPr>
              <w:pStyle w:val="Z2tabelatekst"/>
            </w:pPr>
            <w:r w:rsidRPr="00986A0A">
              <w:t>String (24)</w:t>
            </w:r>
          </w:p>
          <w:p w14:paraId="1C81E09B" w14:textId="0FA4C240" w:rsidR="004E3FDC" w:rsidRPr="00986A0A" w:rsidRDefault="004E3FDC" w:rsidP="00986A0A">
            <w:pPr>
              <w:pStyle w:val="Z2tabelatekst"/>
            </w:pPr>
            <w:r w:rsidRPr="00986A0A">
              <w:t>Zgodny ze słownikiem 3020:</w:t>
            </w:r>
          </w:p>
          <w:p w14:paraId="3D92580D" w14:textId="50884B80" w:rsidR="004E3FDC" w:rsidRPr="00986A0A" w:rsidRDefault="004E3FDC" w:rsidP="00986A0A">
            <w:pPr>
              <w:pStyle w:val="Z2tabelatekst"/>
            </w:pPr>
            <w:r w:rsidRPr="00986A0A">
              <w:t>https://puesc.gov.pl/seap_pdr_extimpl/slowniki/3020</w:t>
            </w:r>
          </w:p>
          <w:p w14:paraId="3248B7FA" w14:textId="1A37AAF1" w:rsidR="004E3FDC" w:rsidRPr="00986A0A" w:rsidRDefault="004E3FDC" w:rsidP="00986A0A">
            <w:pPr>
              <w:pStyle w:val="Z2tabelatekst"/>
            </w:pPr>
            <w:r w:rsidRPr="00986A0A">
              <w:t>Patrz reguła R</w:t>
            </w:r>
            <w:r w:rsidR="000A7334" w:rsidRPr="00986A0A">
              <w:t>11</w:t>
            </w:r>
            <w:r w:rsidR="00116D8C" w:rsidRPr="00986A0A">
              <w:t>; R13</w:t>
            </w:r>
          </w:p>
        </w:tc>
        <w:tc>
          <w:tcPr>
            <w:tcW w:w="1247" w:type="dxa"/>
          </w:tcPr>
          <w:p w14:paraId="2AC6AFB6" w14:textId="2ABD9939" w:rsidR="004E3FDC" w:rsidRPr="00986A0A" w:rsidRDefault="004E3FDC" w:rsidP="00986A0A">
            <w:pPr>
              <w:pStyle w:val="Z2tabelatekst"/>
            </w:pPr>
            <w:r w:rsidRPr="00986A0A">
              <w:t>1..1</w:t>
            </w:r>
          </w:p>
        </w:tc>
      </w:tr>
    </w:tbl>
    <w:p w14:paraId="73CCD867" w14:textId="77777777" w:rsidR="009319DB" w:rsidRPr="00986A0A" w:rsidRDefault="009319DB" w:rsidP="00986A0A">
      <w:pPr>
        <w:rPr>
          <w:rFonts w:eastAsia="Times New Roman" w:cs="Open Sans"/>
          <w:sz w:val="22"/>
          <w:szCs w:val="18"/>
          <w:lang w:eastAsia="pl-PL"/>
        </w:rPr>
      </w:pPr>
      <w:bookmarkStart w:id="115" w:name="_Toc101451129"/>
      <w:r w:rsidRPr="00986A0A">
        <w:br w:type="page"/>
      </w:r>
    </w:p>
    <w:p w14:paraId="171F2F27" w14:textId="5F0B61B6" w:rsidR="00E7047C" w:rsidRPr="00986A0A" w:rsidRDefault="00E7047C" w:rsidP="00986A0A">
      <w:pPr>
        <w:pStyle w:val="Z2PodpisRysunkuTabeli"/>
      </w:pPr>
      <w:bookmarkStart w:id="116" w:name="_Toc184807225"/>
      <w:r w:rsidRPr="00986A0A">
        <w:lastRenderedPageBreak/>
        <w:t xml:space="preserve">Rysunek </w:t>
      </w:r>
      <w:r w:rsidRPr="00986A0A">
        <w:fldChar w:fldCharType="begin"/>
      </w:r>
      <w:r w:rsidRPr="00986A0A">
        <w:instrText xml:space="preserve"> SEQ Rysunek \* ARABIC </w:instrText>
      </w:r>
      <w:r w:rsidRPr="00986A0A">
        <w:fldChar w:fldCharType="separate"/>
      </w:r>
      <w:r w:rsidR="00023596">
        <w:rPr>
          <w:noProof/>
        </w:rPr>
        <w:t>4</w:t>
      </w:r>
      <w:r w:rsidRPr="00986A0A">
        <w:fldChar w:fldCharType="end"/>
      </w:r>
      <w:r w:rsidRPr="00986A0A">
        <w:t xml:space="preserve">. Struktura &lt; </w:t>
      </w:r>
      <w:proofErr w:type="spellStart"/>
      <w:r w:rsidRPr="00986A0A">
        <w:t>stampType</w:t>
      </w:r>
      <w:proofErr w:type="spellEnd"/>
      <w:r w:rsidRPr="00986A0A">
        <w:t xml:space="preserve"> &gt;, Banderola dokumentu WZBPL</w:t>
      </w:r>
      <w:bookmarkEnd w:id="115"/>
      <w:bookmarkEnd w:id="116"/>
    </w:p>
    <w:p w14:paraId="01F146EE" w14:textId="60DC9624" w:rsidR="00657810" w:rsidRPr="00986A0A" w:rsidRDefault="00657810" w:rsidP="00986A0A">
      <w:pPr>
        <w:rPr>
          <w:rFonts w:cs="Open Sans"/>
        </w:rPr>
      </w:pPr>
      <w:r w:rsidRPr="00986A0A">
        <w:rPr>
          <w:rFonts w:cs="Open Sans"/>
          <w:noProof/>
        </w:rPr>
        <w:drawing>
          <wp:inline distT="0" distB="0" distL="0" distR="0" wp14:anchorId="17CC3FF8" wp14:editId="2FA956DF">
            <wp:extent cx="3482340" cy="4975860"/>
            <wp:effectExtent l="19050" t="19050" r="22860" b="15240"/>
            <wp:docPr id="6" name="Obraz 6" descr="Rysunek przedstawia strukturę&lt; stampType &gt;, Banderol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przedstawia strukturę&lt; stampType &gt;, Banderola dokumentu WZBPL"/>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82340" cy="4975860"/>
                    </a:xfrm>
                    <a:prstGeom prst="rect">
                      <a:avLst/>
                    </a:prstGeom>
                    <a:noFill/>
                    <a:ln>
                      <a:solidFill>
                        <a:schemeClr val="tx1"/>
                      </a:solidFill>
                    </a:ln>
                  </pic:spPr>
                </pic:pic>
              </a:graphicData>
            </a:graphic>
          </wp:inline>
        </w:drawing>
      </w:r>
    </w:p>
    <w:p w14:paraId="622A3ED0" w14:textId="42E5EB3D" w:rsidR="00976FE6" w:rsidRPr="00986A0A" w:rsidRDefault="00B80B7C" w:rsidP="00986A0A">
      <w:pPr>
        <w:pStyle w:val="Nagwek2"/>
        <w:spacing w:line="276" w:lineRule="auto"/>
      </w:pPr>
      <w:bookmarkStart w:id="117" w:name="_Toc75196404"/>
      <w:bookmarkStart w:id="118" w:name="_Toc184807205"/>
      <w:r w:rsidRPr="00986A0A">
        <w:t>Reguły</w:t>
      </w:r>
      <w:bookmarkEnd w:id="117"/>
      <w:bookmarkEnd w:id="118"/>
    </w:p>
    <w:p w14:paraId="67CDEC3B" w14:textId="4BF21273" w:rsidR="0027194B" w:rsidRPr="00986A0A" w:rsidRDefault="0027194B" w:rsidP="00986A0A">
      <w:pPr>
        <w:pStyle w:val="Z2PodpisRysunkuTabeli"/>
      </w:pPr>
      <w:bookmarkStart w:id="119" w:name="_Toc97548296"/>
      <w:bookmarkStart w:id="120" w:name="_Toc184807221"/>
      <w:r w:rsidRPr="00986A0A">
        <w:t xml:space="preserve">Tabela </w:t>
      </w:r>
      <w:r w:rsidRPr="00986A0A">
        <w:fldChar w:fldCharType="begin"/>
      </w:r>
      <w:r w:rsidRPr="00986A0A">
        <w:instrText xml:space="preserve"> SEQ Tabela \* ARABIC </w:instrText>
      </w:r>
      <w:r w:rsidRPr="00986A0A">
        <w:fldChar w:fldCharType="separate"/>
      </w:r>
      <w:r w:rsidR="00023596">
        <w:rPr>
          <w:noProof/>
        </w:rPr>
        <w:t>13</w:t>
      </w:r>
      <w:r w:rsidRPr="00986A0A">
        <w:fldChar w:fldCharType="end"/>
      </w:r>
      <w:r w:rsidRPr="00986A0A">
        <w:t>. Reguły dla dokumentu WZBPL.</w:t>
      </w:r>
      <w:bookmarkEnd w:id="119"/>
      <w:bookmarkEnd w:id="120"/>
    </w:p>
    <w:tbl>
      <w:tblPr>
        <w:tblStyle w:val="Tabela-Siatka"/>
        <w:tblW w:w="0" w:type="auto"/>
        <w:tblLook w:val="01E0" w:firstRow="1" w:lastRow="1" w:firstColumn="1" w:lastColumn="1" w:noHBand="0" w:noVBand="0"/>
      </w:tblPr>
      <w:tblGrid>
        <w:gridCol w:w="938"/>
        <w:gridCol w:w="8116"/>
      </w:tblGrid>
      <w:tr w:rsidR="005A152A" w:rsidRPr="00986A0A" w14:paraId="4A76F20B" w14:textId="77777777" w:rsidTr="009319DB">
        <w:trPr>
          <w:trHeight w:val="213"/>
          <w:tblHeader/>
        </w:trPr>
        <w:tc>
          <w:tcPr>
            <w:tcW w:w="938" w:type="dxa"/>
            <w:shd w:val="clear" w:color="auto" w:fill="D9D9D9" w:themeFill="background1" w:themeFillShade="D9"/>
          </w:tcPr>
          <w:p w14:paraId="09B8AABA" w14:textId="77777777" w:rsidR="005A152A" w:rsidRPr="00986A0A" w:rsidRDefault="005A152A" w:rsidP="00986A0A">
            <w:pPr>
              <w:pStyle w:val="Legenda"/>
            </w:pPr>
            <w:r w:rsidRPr="00986A0A">
              <w:t xml:space="preserve">Nazwa </w:t>
            </w:r>
          </w:p>
        </w:tc>
        <w:tc>
          <w:tcPr>
            <w:tcW w:w="8116" w:type="dxa"/>
            <w:shd w:val="clear" w:color="auto" w:fill="D9D9D9" w:themeFill="background1" w:themeFillShade="D9"/>
          </w:tcPr>
          <w:p w14:paraId="0C7A4A09" w14:textId="77777777" w:rsidR="005A152A" w:rsidRPr="00986A0A" w:rsidRDefault="005A152A" w:rsidP="00986A0A">
            <w:pPr>
              <w:pStyle w:val="Legenda"/>
            </w:pPr>
            <w:r w:rsidRPr="00986A0A">
              <w:t>Opis</w:t>
            </w:r>
          </w:p>
        </w:tc>
      </w:tr>
      <w:tr w:rsidR="00F3108D" w:rsidRPr="00986A0A" w14:paraId="018FE642" w14:textId="77777777" w:rsidTr="00014BBE">
        <w:trPr>
          <w:trHeight w:val="213"/>
        </w:trPr>
        <w:tc>
          <w:tcPr>
            <w:tcW w:w="938" w:type="dxa"/>
          </w:tcPr>
          <w:p w14:paraId="5030615E" w14:textId="77777777" w:rsidR="00F3108D" w:rsidRPr="00986A0A" w:rsidRDefault="00F3108D" w:rsidP="00986A0A">
            <w:pPr>
              <w:pStyle w:val="Z2tabelatekst"/>
            </w:pPr>
            <w:bookmarkStart w:id="121" w:name="R1"/>
            <w:r w:rsidRPr="00986A0A">
              <w:t>R1</w:t>
            </w:r>
            <w:bookmarkEnd w:id="121"/>
          </w:p>
        </w:tc>
        <w:tc>
          <w:tcPr>
            <w:tcW w:w="8116" w:type="dxa"/>
          </w:tcPr>
          <w:p w14:paraId="6B143707" w14:textId="06E3A161" w:rsidR="00F3108D" w:rsidRPr="00986A0A" w:rsidRDefault="00F3108D" w:rsidP="00986A0A">
            <w:pPr>
              <w:pStyle w:val="Z2tabelatekst"/>
            </w:pPr>
            <w:r w:rsidRPr="00986A0A">
              <w:t>Muszą być wypełnione pola</w:t>
            </w:r>
            <w:r w:rsidR="00B32091" w:rsidRPr="00986A0A">
              <w:t xml:space="preserve">: country, </w:t>
            </w:r>
            <w:proofErr w:type="spellStart"/>
            <w:r w:rsidR="00B32091" w:rsidRPr="00986A0A">
              <w:t>city</w:t>
            </w:r>
            <w:proofErr w:type="spellEnd"/>
            <w:r w:rsidRPr="00986A0A">
              <w:t xml:space="preserve">, </w:t>
            </w:r>
            <w:proofErr w:type="spellStart"/>
            <w:r w:rsidR="00B32091" w:rsidRPr="00986A0A">
              <w:t>houseNumber</w:t>
            </w:r>
            <w:proofErr w:type="spellEnd"/>
            <w:r w:rsidR="00B32091" w:rsidRPr="00986A0A">
              <w:t xml:space="preserve">, </w:t>
            </w:r>
            <w:proofErr w:type="spellStart"/>
            <w:r w:rsidRPr="00986A0A">
              <w:t>postalCode</w:t>
            </w:r>
            <w:proofErr w:type="spellEnd"/>
            <w:r w:rsidRPr="00986A0A">
              <w:t>.</w:t>
            </w:r>
          </w:p>
        </w:tc>
      </w:tr>
      <w:tr w:rsidR="00F3108D" w:rsidRPr="00986A0A" w14:paraId="78379B31" w14:textId="77777777" w:rsidTr="00014BBE">
        <w:trPr>
          <w:trHeight w:val="213"/>
        </w:trPr>
        <w:tc>
          <w:tcPr>
            <w:tcW w:w="938" w:type="dxa"/>
          </w:tcPr>
          <w:p w14:paraId="088115DF" w14:textId="4086C5CC" w:rsidR="00F3108D" w:rsidRPr="00986A0A" w:rsidRDefault="00616702" w:rsidP="00986A0A">
            <w:pPr>
              <w:pStyle w:val="Z2tabelatekst"/>
            </w:pPr>
            <w:r w:rsidRPr="00986A0A">
              <w:t>R2</w:t>
            </w:r>
          </w:p>
        </w:tc>
        <w:tc>
          <w:tcPr>
            <w:tcW w:w="8116" w:type="dxa"/>
          </w:tcPr>
          <w:p w14:paraId="5B30BFB6" w14:textId="7CD7DA4B" w:rsidR="00F3108D" w:rsidRPr="00986A0A" w:rsidRDefault="00616702" w:rsidP="00986A0A">
            <w:pPr>
              <w:pStyle w:val="Z2tabelatekst"/>
            </w:pPr>
            <w:r w:rsidRPr="00986A0A">
              <w:t>Wartość &lt;period&gt; równa większa 202</w:t>
            </w:r>
            <w:r w:rsidR="00203FA4" w:rsidRPr="00986A0A">
              <w:t>1</w:t>
            </w:r>
            <w:r w:rsidR="00657810" w:rsidRPr="00986A0A">
              <w:t>.</w:t>
            </w:r>
          </w:p>
        </w:tc>
      </w:tr>
      <w:tr w:rsidR="00F3108D" w:rsidRPr="00986A0A" w14:paraId="1B93C0EE" w14:textId="77777777" w:rsidTr="00014BBE">
        <w:trPr>
          <w:trHeight w:val="213"/>
        </w:trPr>
        <w:tc>
          <w:tcPr>
            <w:tcW w:w="938" w:type="dxa"/>
          </w:tcPr>
          <w:p w14:paraId="0849A8E1" w14:textId="521FCFCA" w:rsidR="00F3108D" w:rsidRPr="00986A0A" w:rsidRDefault="00B437F1" w:rsidP="00986A0A">
            <w:pPr>
              <w:pStyle w:val="Z2tabelatekst"/>
            </w:pPr>
            <w:r w:rsidRPr="00986A0A">
              <w:t>R3</w:t>
            </w:r>
          </w:p>
        </w:tc>
        <w:tc>
          <w:tcPr>
            <w:tcW w:w="8116" w:type="dxa"/>
          </w:tcPr>
          <w:p w14:paraId="0CE07FCE" w14:textId="1598A6E6" w:rsidR="00F3108D" w:rsidRPr="00986A0A" w:rsidRDefault="00B437F1" w:rsidP="00986A0A">
            <w:pPr>
              <w:pStyle w:val="Z2tabelatekst"/>
            </w:pPr>
            <w:r w:rsidRPr="00986A0A">
              <w:t xml:space="preserve">WZBPL, gdzie </w:t>
            </w:r>
            <w:r w:rsidR="00D4718C" w:rsidRPr="00986A0A">
              <w:t>&lt;</w:t>
            </w:r>
            <w:proofErr w:type="spellStart"/>
            <w:r w:rsidR="00D4718C" w:rsidRPr="00986A0A">
              <w:t>typeOfStamp</w:t>
            </w:r>
            <w:proofErr w:type="spellEnd"/>
            <w:r w:rsidR="00D4718C" w:rsidRPr="00986A0A">
              <w:t>&gt;</w:t>
            </w:r>
            <w:r w:rsidRPr="00986A0A">
              <w:t>=podatkowe, dla atrybutu ” &lt;period&gt; , atrybut &lt;</w:t>
            </w:r>
            <w:proofErr w:type="spellStart"/>
            <w:r w:rsidRPr="00986A0A">
              <w:t>appData</w:t>
            </w:r>
            <w:proofErr w:type="spellEnd"/>
            <w:r w:rsidRPr="00986A0A">
              <w:t>&gt; ma się zawierać  od 01.01. &lt;period&gt; do 30.10. &lt;period&gt; danego roku.</w:t>
            </w:r>
          </w:p>
        </w:tc>
      </w:tr>
      <w:tr w:rsidR="00F3108D" w:rsidRPr="00986A0A" w14:paraId="796AA4D9" w14:textId="77777777" w:rsidTr="00014BBE">
        <w:trPr>
          <w:trHeight w:val="213"/>
        </w:trPr>
        <w:tc>
          <w:tcPr>
            <w:tcW w:w="938" w:type="dxa"/>
          </w:tcPr>
          <w:p w14:paraId="0FD29B04" w14:textId="56CE426C" w:rsidR="00F3108D" w:rsidRPr="00986A0A" w:rsidRDefault="00B32897" w:rsidP="00986A0A">
            <w:pPr>
              <w:pStyle w:val="Z2tabelatekst"/>
            </w:pPr>
            <w:r w:rsidRPr="00986A0A">
              <w:t>R4</w:t>
            </w:r>
          </w:p>
        </w:tc>
        <w:tc>
          <w:tcPr>
            <w:tcW w:w="8116" w:type="dxa"/>
          </w:tcPr>
          <w:p w14:paraId="1D91B21C" w14:textId="6CA7A174" w:rsidR="00F3108D" w:rsidRPr="00986A0A" w:rsidRDefault="00B32897" w:rsidP="00986A0A">
            <w:pPr>
              <w:pStyle w:val="Z2tabelatekst"/>
            </w:pPr>
            <w:r w:rsidRPr="00986A0A">
              <w:t xml:space="preserve">Przy zaznaczeniu &lt; </w:t>
            </w:r>
            <w:proofErr w:type="spellStart"/>
            <w:r w:rsidRPr="00986A0A">
              <w:t>submissionAim</w:t>
            </w:r>
            <w:proofErr w:type="spellEnd"/>
            <w:r w:rsidRPr="00986A0A">
              <w:t xml:space="preserve">&gt; jako korekta, pole &lt; </w:t>
            </w:r>
            <w:proofErr w:type="spellStart"/>
            <w:r w:rsidRPr="00986A0A">
              <w:t>orgDocNo</w:t>
            </w:r>
            <w:proofErr w:type="spellEnd"/>
            <w:r w:rsidRPr="00986A0A">
              <w:t>&gt; obowiązkowe</w:t>
            </w:r>
          </w:p>
        </w:tc>
      </w:tr>
      <w:tr w:rsidR="00F3108D" w:rsidRPr="00986A0A" w14:paraId="48AD4318" w14:textId="77777777" w:rsidTr="00014BBE">
        <w:trPr>
          <w:trHeight w:val="213"/>
        </w:trPr>
        <w:tc>
          <w:tcPr>
            <w:tcW w:w="938" w:type="dxa"/>
          </w:tcPr>
          <w:p w14:paraId="0B432061" w14:textId="4D6BF659" w:rsidR="00F3108D" w:rsidRPr="00986A0A" w:rsidRDefault="00B32897" w:rsidP="00986A0A">
            <w:pPr>
              <w:pStyle w:val="Z2tabelatekst"/>
            </w:pPr>
            <w:r w:rsidRPr="00986A0A">
              <w:t>R5</w:t>
            </w:r>
          </w:p>
        </w:tc>
        <w:tc>
          <w:tcPr>
            <w:tcW w:w="8116" w:type="dxa"/>
          </w:tcPr>
          <w:p w14:paraId="5219D215" w14:textId="33AD347C" w:rsidR="00B32897" w:rsidRPr="00986A0A" w:rsidRDefault="00B32897" w:rsidP="00986A0A">
            <w:pPr>
              <w:pStyle w:val="Z2tabelatekst"/>
            </w:pPr>
            <w:r w:rsidRPr="00986A0A">
              <w:t>Korekta składana jest w roku poprzedzającym i roku którego dotyczy WZBPL (przykład: zapotrzebowanie na rok 202</w:t>
            </w:r>
            <w:r w:rsidR="00203FA4" w:rsidRPr="00986A0A">
              <w:t>2</w:t>
            </w:r>
            <w:r w:rsidRPr="00986A0A">
              <w:t xml:space="preserve"> podatnik może składać od 01.01.20</w:t>
            </w:r>
            <w:r w:rsidR="00203FA4" w:rsidRPr="00986A0A">
              <w:t>21</w:t>
            </w:r>
            <w:r w:rsidRPr="00986A0A">
              <w:t xml:space="preserve"> do 31.12.202</w:t>
            </w:r>
            <w:r w:rsidR="00203FA4" w:rsidRPr="00986A0A">
              <w:t>2</w:t>
            </w:r>
            <w:r w:rsidRPr="00986A0A">
              <w:t>), z wyłączeniem reguł poniżej dla WZBPL-TP/TT.</w:t>
            </w:r>
          </w:p>
          <w:p w14:paraId="439D589B" w14:textId="002DE434" w:rsidR="00B32897" w:rsidRPr="00986A0A" w:rsidRDefault="00B32897" w:rsidP="00986A0A">
            <w:pPr>
              <w:pStyle w:val="Z2tabelatekst"/>
            </w:pPr>
            <w:r w:rsidRPr="00986A0A">
              <w:t xml:space="preserve">Warunki walidacji: &lt; </w:t>
            </w:r>
            <w:proofErr w:type="spellStart"/>
            <w:r w:rsidRPr="00986A0A">
              <w:t>submissionAim</w:t>
            </w:r>
            <w:proofErr w:type="spellEnd"/>
            <w:r w:rsidRPr="00986A0A">
              <w:t xml:space="preserve">&gt; = korekta </w:t>
            </w:r>
          </w:p>
          <w:p w14:paraId="293DF358" w14:textId="43E08D32" w:rsidR="00F3108D" w:rsidRPr="00986A0A" w:rsidRDefault="00B32897" w:rsidP="00986A0A">
            <w:pPr>
              <w:pStyle w:val="Z2tabelatekst"/>
            </w:pPr>
            <w:r w:rsidRPr="00986A0A">
              <w:t>&lt;</w:t>
            </w:r>
            <w:proofErr w:type="spellStart"/>
            <w:r w:rsidRPr="00986A0A">
              <w:t>appData</w:t>
            </w:r>
            <w:proofErr w:type="spellEnd"/>
            <w:r w:rsidRPr="00986A0A">
              <w:t>&gt; &gt;= 1.01 &lt;</w:t>
            </w:r>
            <w:r w:rsidR="003909EF" w:rsidRPr="00986A0A">
              <w:t>period</w:t>
            </w:r>
            <w:r w:rsidRPr="00986A0A">
              <w:t>&gt; i &gt;=31.12&lt;</w:t>
            </w:r>
            <w:r w:rsidR="003909EF" w:rsidRPr="00986A0A">
              <w:t>period</w:t>
            </w:r>
            <w:r w:rsidRPr="00986A0A">
              <w:t>&gt;.</w:t>
            </w:r>
          </w:p>
        </w:tc>
      </w:tr>
      <w:tr w:rsidR="00F3108D" w:rsidRPr="00986A0A" w14:paraId="1BC1328A" w14:textId="77777777" w:rsidTr="00014BBE">
        <w:trPr>
          <w:trHeight w:val="213"/>
        </w:trPr>
        <w:tc>
          <w:tcPr>
            <w:tcW w:w="938" w:type="dxa"/>
          </w:tcPr>
          <w:p w14:paraId="39F3DE8A" w14:textId="68120D34" w:rsidR="00F3108D" w:rsidRPr="00986A0A" w:rsidRDefault="003909EF" w:rsidP="00986A0A">
            <w:pPr>
              <w:pStyle w:val="Z2tabelatekst"/>
            </w:pPr>
            <w:r w:rsidRPr="00986A0A">
              <w:lastRenderedPageBreak/>
              <w:t>R6</w:t>
            </w:r>
          </w:p>
        </w:tc>
        <w:tc>
          <w:tcPr>
            <w:tcW w:w="8116" w:type="dxa"/>
          </w:tcPr>
          <w:p w14:paraId="528A12A6" w14:textId="77777777" w:rsidR="00F3108D" w:rsidRPr="00986A0A" w:rsidRDefault="0053683D" w:rsidP="00986A0A">
            <w:pPr>
              <w:pStyle w:val="Z2tabelatekst"/>
            </w:pPr>
            <w:r w:rsidRPr="00986A0A">
              <w:t>Brak możliwości składania przez podatnika, korekt podatkowych zmniejszających oraz zwiększających powyżej 5% dla WZBPL-TT oraz WZBPL-TP w okresie od 1.09 do 30.09 roku  na który składany jest wniosek.</w:t>
            </w:r>
          </w:p>
          <w:p w14:paraId="15FA3CF4" w14:textId="77777777" w:rsidR="0053683D" w:rsidRPr="00986A0A" w:rsidRDefault="0053683D" w:rsidP="00986A0A">
            <w:pPr>
              <w:pStyle w:val="Z2tabelatekst"/>
            </w:pPr>
            <w:r w:rsidRPr="00986A0A">
              <w:t>jeżeli</w:t>
            </w:r>
          </w:p>
          <w:p w14:paraId="3C011D87" w14:textId="77777777" w:rsidR="0053683D" w:rsidRPr="00986A0A" w:rsidRDefault="0053683D" w:rsidP="00986A0A">
            <w:pPr>
              <w:pStyle w:val="Z2tabelatekst"/>
            </w:pPr>
            <w:r w:rsidRPr="00986A0A">
              <w:t>&lt;Cel złożenia formularza&gt; = korekta</w:t>
            </w:r>
          </w:p>
          <w:p w14:paraId="11D6A96D" w14:textId="77777777" w:rsidR="0053683D" w:rsidRPr="00986A0A" w:rsidRDefault="0053683D" w:rsidP="00986A0A">
            <w:pPr>
              <w:pStyle w:val="Z2tabelatekst"/>
            </w:pPr>
            <w:r w:rsidRPr="00986A0A">
              <w:t xml:space="preserve">&lt;Grupa WZBPL&gt; =WZBPL-TT lub WZBPL-TP </w:t>
            </w:r>
          </w:p>
          <w:p w14:paraId="732E64DB" w14:textId="77777777" w:rsidR="0053683D" w:rsidRPr="00986A0A" w:rsidRDefault="0053683D" w:rsidP="00986A0A">
            <w:pPr>
              <w:pStyle w:val="Z2tabelatekst"/>
            </w:pPr>
            <w:r w:rsidRPr="00986A0A">
              <w:t xml:space="preserve">&lt;Rodzaj banderoli&gt;=podatkowe </w:t>
            </w:r>
          </w:p>
          <w:p w14:paraId="55E0107B" w14:textId="77777777" w:rsidR="0053683D" w:rsidRPr="00986A0A" w:rsidRDefault="0053683D" w:rsidP="00986A0A">
            <w:pPr>
              <w:pStyle w:val="Z2tabelatekst"/>
            </w:pPr>
            <w:r w:rsidRPr="00986A0A">
              <w:t>&lt;Rodzaj korekty&gt; = korekta podatnika</w:t>
            </w:r>
          </w:p>
          <w:p w14:paraId="0FE52052" w14:textId="77777777" w:rsidR="0053683D" w:rsidRPr="00986A0A" w:rsidRDefault="0053683D" w:rsidP="00986A0A">
            <w:pPr>
              <w:pStyle w:val="Z2tabelatekst"/>
            </w:pPr>
            <w:r w:rsidRPr="00986A0A">
              <w:t>&lt;Data nadania&gt; w zakresie =&gt;1.09 &lt;pole rok&gt; i &lt;=30.09&lt;pole rok&gt;</w:t>
            </w:r>
          </w:p>
          <w:p w14:paraId="641590E6" w14:textId="77777777" w:rsidR="0053683D" w:rsidRPr="00986A0A" w:rsidRDefault="0053683D" w:rsidP="00986A0A">
            <w:pPr>
              <w:pStyle w:val="Z2tabelatekst"/>
            </w:pPr>
            <w:r w:rsidRPr="00986A0A">
              <w:t>To sprawdzany jest warunek czy:</w:t>
            </w:r>
          </w:p>
          <w:p w14:paraId="2A64C0B7" w14:textId="77777777" w:rsidR="0053683D" w:rsidRPr="00986A0A" w:rsidRDefault="0053683D" w:rsidP="00986A0A">
            <w:pPr>
              <w:pStyle w:val="Z2tabelatekst"/>
            </w:pPr>
            <w:r w:rsidRPr="00986A0A">
              <w:t>„Razem” &gt;= 0.95* „Razem z ewidencji”</w:t>
            </w:r>
          </w:p>
          <w:p w14:paraId="7641FB4D" w14:textId="77777777" w:rsidR="0053683D" w:rsidRPr="00986A0A" w:rsidRDefault="0053683D" w:rsidP="00986A0A">
            <w:pPr>
              <w:pStyle w:val="Z2tabelatekst"/>
            </w:pPr>
            <w:r w:rsidRPr="00986A0A">
              <w:t>I</w:t>
            </w:r>
          </w:p>
          <w:p w14:paraId="5BAD2069" w14:textId="14E95802" w:rsidR="0053683D" w:rsidRPr="00986A0A" w:rsidRDefault="0053683D" w:rsidP="00986A0A">
            <w:pPr>
              <w:pStyle w:val="Z2tabelatekst"/>
            </w:pPr>
            <w:r w:rsidRPr="00986A0A">
              <w:t>„Razem” &lt;= 1,05* „Razem z ewidencji”, </w:t>
            </w:r>
          </w:p>
        </w:tc>
      </w:tr>
      <w:tr w:rsidR="00F3108D" w:rsidRPr="00986A0A" w14:paraId="0A1DC033" w14:textId="77777777" w:rsidTr="00014BBE">
        <w:trPr>
          <w:trHeight w:val="213"/>
        </w:trPr>
        <w:tc>
          <w:tcPr>
            <w:tcW w:w="938" w:type="dxa"/>
          </w:tcPr>
          <w:p w14:paraId="5DBC9C2B" w14:textId="647E316A" w:rsidR="00F3108D" w:rsidRPr="00986A0A" w:rsidRDefault="003909EF" w:rsidP="00986A0A">
            <w:pPr>
              <w:pStyle w:val="Z2tabelatekst"/>
            </w:pPr>
            <w:r w:rsidRPr="00986A0A">
              <w:t>R7</w:t>
            </w:r>
          </w:p>
        </w:tc>
        <w:tc>
          <w:tcPr>
            <w:tcW w:w="8116" w:type="dxa"/>
          </w:tcPr>
          <w:p w14:paraId="54AFFB9C" w14:textId="77777777" w:rsidR="00F3108D" w:rsidRPr="00986A0A" w:rsidRDefault="0053683D" w:rsidP="00986A0A">
            <w:pPr>
              <w:pStyle w:val="Z2tabelatekst"/>
            </w:pPr>
            <w:r w:rsidRPr="00986A0A">
              <w:t>Brak możliwości składania przez podatnika korekt dla podatkowych WZBPL-TT oraz WZBPL-TP od 1.10 roku na który jest składany wniosek- zmiana warunków walidacji.</w:t>
            </w:r>
          </w:p>
          <w:p w14:paraId="7E5467C9" w14:textId="77777777" w:rsidR="0053683D" w:rsidRPr="00986A0A" w:rsidRDefault="0053683D" w:rsidP="00986A0A">
            <w:pPr>
              <w:pStyle w:val="Z2tabelatekst"/>
            </w:pPr>
            <w:r w:rsidRPr="00986A0A">
              <w:t>jeżeli</w:t>
            </w:r>
          </w:p>
          <w:p w14:paraId="071E7B3D" w14:textId="77777777" w:rsidR="0053683D" w:rsidRPr="00986A0A" w:rsidRDefault="0053683D" w:rsidP="00986A0A">
            <w:pPr>
              <w:pStyle w:val="Z2tabelatekst"/>
            </w:pPr>
            <w:r w:rsidRPr="00986A0A">
              <w:t xml:space="preserve">&lt;Cel złożenia formularza&gt; = korekta </w:t>
            </w:r>
          </w:p>
          <w:p w14:paraId="376A9852" w14:textId="77777777" w:rsidR="0053683D" w:rsidRPr="00986A0A" w:rsidRDefault="0053683D" w:rsidP="00986A0A">
            <w:pPr>
              <w:pStyle w:val="Z2tabelatekst"/>
            </w:pPr>
            <w:r w:rsidRPr="00986A0A">
              <w:t xml:space="preserve">&lt;Grupa WZBPL&gt; =WZBPL-TT lub WZBPL-TP </w:t>
            </w:r>
          </w:p>
          <w:p w14:paraId="0F624E5E" w14:textId="77777777" w:rsidR="0053683D" w:rsidRPr="00986A0A" w:rsidRDefault="0053683D" w:rsidP="00986A0A">
            <w:pPr>
              <w:pStyle w:val="Z2tabelatekst"/>
            </w:pPr>
            <w:r w:rsidRPr="00986A0A">
              <w:t xml:space="preserve">&lt;Rodzaj banderoli&gt;=podatkowe </w:t>
            </w:r>
          </w:p>
          <w:p w14:paraId="4965380D" w14:textId="77777777" w:rsidR="0053683D" w:rsidRPr="00986A0A" w:rsidRDefault="0053683D" w:rsidP="00986A0A">
            <w:pPr>
              <w:pStyle w:val="Z2tabelatekst"/>
            </w:pPr>
            <w:r w:rsidRPr="00986A0A">
              <w:t>&lt;Rodzaj korekty&gt; =korekta podatnika</w:t>
            </w:r>
          </w:p>
          <w:p w14:paraId="4B2424A3" w14:textId="77777777" w:rsidR="0053683D" w:rsidRPr="00986A0A" w:rsidRDefault="0053683D" w:rsidP="00986A0A">
            <w:pPr>
              <w:pStyle w:val="Z2tabelatekst"/>
            </w:pPr>
            <w:r w:rsidRPr="00986A0A">
              <w:t>To sprawdzany jest warunek czy:</w:t>
            </w:r>
          </w:p>
          <w:p w14:paraId="27BFF4C4" w14:textId="404D29B7" w:rsidR="0053683D" w:rsidRPr="00986A0A" w:rsidRDefault="0053683D" w:rsidP="00986A0A">
            <w:pPr>
              <w:pStyle w:val="Z2tabelatekst"/>
            </w:pPr>
            <w:r w:rsidRPr="00986A0A">
              <w:t>&lt;Data nadania&gt; &gt;30.09 &lt;pole rok&gt;</w:t>
            </w:r>
          </w:p>
        </w:tc>
      </w:tr>
      <w:tr w:rsidR="00755921" w:rsidRPr="00986A0A" w14:paraId="16B94869" w14:textId="77777777" w:rsidTr="00014BBE">
        <w:trPr>
          <w:trHeight w:val="213"/>
        </w:trPr>
        <w:tc>
          <w:tcPr>
            <w:tcW w:w="938" w:type="dxa"/>
          </w:tcPr>
          <w:p w14:paraId="10BF7479" w14:textId="19E6C10C" w:rsidR="00755921" w:rsidRPr="00986A0A" w:rsidRDefault="000A7334" w:rsidP="00986A0A">
            <w:pPr>
              <w:pStyle w:val="Z2tabelatekst"/>
            </w:pPr>
            <w:r w:rsidRPr="00986A0A">
              <w:t>R8</w:t>
            </w:r>
          </w:p>
        </w:tc>
        <w:tc>
          <w:tcPr>
            <w:tcW w:w="8116" w:type="dxa"/>
          </w:tcPr>
          <w:p w14:paraId="52D8BB28" w14:textId="77777777" w:rsidR="00755921" w:rsidRPr="00986A0A" w:rsidRDefault="00755921" w:rsidP="00986A0A">
            <w:pPr>
              <w:pStyle w:val="Z2tabelatekst"/>
            </w:pPr>
            <w:r w:rsidRPr="00986A0A">
              <w:t>Walidacja dla składanych przez podatnika korekt wstępnego zapotrzebowania na banderole podatkowe dla wyrobów nowatorskich (WZBPL-WN)</w:t>
            </w:r>
          </w:p>
          <w:p w14:paraId="69E22F94" w14:textId="77777777" w:rsidR="00755921" w:rsidRPr="00986A0A" w:rsidRDefault="00755921" w:rsidP="00986A0A">
            <w:pPr>
              <w:pStyle w:val="Z2tabelatekst"/>
            </w:pPr>
            <w:r w:rsidRPr="00986A0A">
              <w:t>jeżeli</w:t>
            </w:r>
          </w:p>
          <w:p w14:paraId="2548246C" w14:textId="77777777" w:rsidR="00755921" w:rsidRPr="00986A0A" w:rsidRDefault="00755921" w:rsidP="00986A0A">
            <w:pPr>
              <w:pStyle w:val="Z2tabelatekst"/>
            </w:pPr>
            <w:r w:rsidRPr="00986A0A">
              <w:t xml:space="preserve">&lt;Cel złożenia formularza&gt; = korekta </w:t>
            </w:r>
          </w:p>
          <w:p w14:paraId="5BAA0D0A" w14:textId="77777777" w:rsidR="00755921" w:rsidRPr="00986A0A" w:rsidRDefault="00755921" w:rsidP="00986A0A">
            <w:pPr>
              <w:pStyle w:val="Z2tabelatekst"/>
            </w:pPr>
            <w:r w:rsidRPr="00986A0A">
              <w:t xml:space="preserve">&lt;Grupa WZBPL&gt; =WZBPL-WN </w:t>
            </w:r>
          </w:p>
          <w:p w14:paraId="25C30F40" w14:textId="77777777" w:rsidR="00755921" w:rsidRPr="00986A0A" w:rsidRDefault="00755921" w:rsidP="00986A0A">
            <w:pPr>
              <w:pStyle w:val="Z2tabelatekst"/>
            </w:pPr>
            <w:r w:rsidRPr="00986A0A">
              <w:t xml:space="preserve">&lt;Rodzaj banderoli&gt;=podatkowe </w:t>
            </w:r>
          </w:p>
          <w:p w14:paraId="472CE331" w14:textId="77777777" w:rsidR="00755921" w:rsidRPr="00986A0A" w:rsidRDefault="00755921" w:rsidP="00986A0A">
            <w:pPr>
              <w:pStyle w:val="Z2tabelatekst"/>
            </w:pPr>
            <w:r w:rsidRPr="00986A0A">
              <w:t>&lt;Rodzaj korekty&gt; = „korekta podatnika”</w:t>
            </w:r>
          </w:p>
          <w:p w14:paraId="20149995" w14:textId="77777777" w:rsidR="00755921" w:rsidRPr="00986A0A" w:rsidRDefault="00755921" w:rsidP="00986A0A">
            <w:pPr>
              <w:pStyle w:val="Z2tabelatekst"/>
            </w:pPr>
            <w:r w:rsidRPr="00986A0A">
              <w:t>&lt;Data nadania&gt; w zakresie =&gt;1.09 &lt;pole rok&gt; i &lt;=30.09&lt;pole rok&gt;</w:t>
            </w:r>
          </w:p>
          <w:p w14:paraId="5154A73E" w14:textId="77777777" w:rsidR="00755921" w:rsidRPr="00986A0A" w:rsidRDefault="00755921" w:rsidP="00986A0A">
            <w:pPr>
              <w:pStyle w:val="Z2tabelatekst"/>
            </w:pPr>
            <w:r w:rsidRPr="00986A0A">
              <w:t>To sprawdzany jest warunek czy:</w:t>
            </w:r>
          </w:p>
          <w:p w14:paraId="37A0E59E" w14:textId="77777777" w:rsidR="00755921" w:rsidRPr="00986A0A" w:rsidRDefault="00755921" w:rsidP="00986A0A">
            <w:pPr>
              <w:pStyle w:val="Z2tabelatekst"/>
            </w:pPr>
            <w:r w:rsidRPr="00986A0A">
              <w:t>„Razem” &gt;= 0.95* „Razem z ewidencji”</w:t>
            </w:r>
          </w:p>
          <w:p w14:paraId="3295AE0C" w14:textId="77777777" w:rsidR="00755921" w:rsidRPr="00986A0A" w:rsidRDefault="00755921" w:rsidP="00986A0A">
            <w:pPr>
              <w:pStyle w:val="Z2tabelatekst"/>
            </w:pPr>
            <w:r w:rsidRPr="00986A0A">
              <w:t>I</w:t>
            </w:r>
          </w:p>
          <w:p w14:paraId="1BE40C51" w14:textId="6B462B8B" w:rsidR="00755921" w:rsidRPr="00986A0A" w:rsidRDefault="00755921" w:rsidP="00986A0A">
            <w:pPr>
              <w:pStyle w:val="Z2tabelatekst"/>
            </w:pPr>
            <w:r w:rsidRPr="00986A0A">
              <w:t>„Razem” &lt;= 1,05* „Razem z ewidencji”, </w:t>
            </w:r>
          </w:p>
        </w:tc>
      </w:tr>
      <w:tr w:rsidR="00755921" w:rsidRPr="00986A0A" w14:paraId="1F58DF59" w14:textId="77777777" w:rsidTr="00014BBE">
        <w:trPr>
          <w:trHeight w:val="213"/>
        </w:trPr>
        <w:tc>
          <w:tcPr>
            <w:tcW w:w="938" w:type="dxa"/>
          </w:tcPr>
          <w:p w14:paraId="78EC71B0" w14:textId="49D2B9F2" w:rsidR="00755921" w:rsidRPr="00986A0A" w:rsidRDefault="000A7334" w:rsidP="00986A0A">
            <w:pPr>
              <w:pStyle w:val="Z2tabelatekst"/>
            </w:pPr>
            <w:r w:rsidRPr="00986A0A">
              <w:t>R9</w:t>
            </w:r>
          </w:p>
        </w:tc>
        <w:tc>
          <w:tcPr>
            <w:tcW w:w="8116" w:type="dxa"/>
          </w:tcPr>
          <w:p w14:paraId="6C6D2121" w14:textId="77777777" w:rsidR="00755921" w:rsidRPr="00986A0A" w:rsidRDefault="00755921" w:rsidP="00986A0A">
            <w:pPr>
              <w:pStyle w:val="Z2tabelatekst"/>
            </w:pPr>
            <w:r w:rsidRPr="00986A0A">
              <w:t>Brak możliwości składania przez podatnika korekt dla podatkowych WZPBL- WN od 1.10 roku na który jest składany wniosek</w:t>
            </w:r>
          </w:p>
          <w:p w14:paraId="621AABBE" w14:textId="77777777" w:rsidR="00755921" w:rsidRPr="00986A0A" w:rsidRDefault="00755921" w:rsidP="00986A0A">
            <w:pPr>
              <w:pStyle w:val="Z2tabelatekst"/>
            </w:pPr>
            <w:r w:rsidRPr="00986A0A">
              <w:t>jeżeli</w:t>
            </w:r>
          </w:p>
          <w:p w14:paraId="343B9574" w14:textId="77777777" w:rsidR="00755921" w:rsidRPr="00986A0A" w:rsidRDefault="00755921" w:rsidP="00986A0A">
            <w:pPr>
              <w:pStyle w:val="Z2tabelatekst"/>
            </w:pPr>
            <w:r w:rsidRPr="00986A0A">
              <w:t>&lt;Cel złożenia formularza&gt; = korekta</w:t>
            </w:r>
          </w:p>
          <w:p w14:paraId="6CE15F86" w14:textId="77777777" w:rsidR="00755921" w:rsidRPr="00986A0A" w:rsidRDefault="00755921" w:rsidP="00986A0A">
            <w:pPr>
              <w:pStyle w:val="Z2tabelatekst"/>
            </w:pPr>
            <w:r w:rsidRPr="00986A0A">
              <w:t xml:space="preserve">&lt;Grupa WZBPL&gt; =WZBPL-WN </w:t>
            </w:r>
          </w:p>
          <w:p w14:paraId="1D1A9676" w14:textId="77777777" w:rsidR="00755921" w:rsidRPr="00986A0A" w:rsidRDefault="00755921" w:rsidP="00986A0A">
            <w:pPr>
              <w:pStyle w:val="Z2tabelatekst"/>
            </w:pPr>
            <w:r w:rsidRPr="00986A0A">
              <w:t xml:space="preserve">&lt;Rodzaj banderoli&gt;=podatkowe </w:t>
            </w:r>
          </w:p>
          <w:p w14:paraId="200AED3C" w14:textId="77777777" w:rsidR="00755921" w:rsidRPr="00986A0A" w:rsidRDefault="00755921" w:rsidP="00986A0A">
            <w:pPr>
              <w:pStyle w:val="Z2tabelatekst"/>
            </w:pPr>
            <w:r w:rsidRPr="00986A0A">
              <w:lastRenderedPageBreak/>
              <w:t>&lt;Rodzaj korekty&gt; =korekta podatnika</w:t>
            </w:r>
          </w:p>
          <w:p w14:paraId="5E3BCB65" w14:textId="77777777" w:rsidR="00755921" w:rsidRPr="00986A0A" w:rsidRDefault="00755921" w:rsidP="00986A0A">
            <w:pPr>
              <w:pStyle w:val="Z2tabelatekst"/>
            </w:pPr>
            <w:r w:rsidRPr="00986A0A">
              <w:t>To sprawdzany jest warunek czy:</w:t>
            </w:r>
          </w:p>
          <w:p w14:paraId="21D26427" w14:textId="7E015A12" w:rsidR="00755921" w:rsidRPr="00986A0A" w:rsidRDefault="00755921" w:rsidP="00986A0A">
            <w:pPr>
              <w:pStyle w:val="Z2tabelatekst"/>
            </w:pPr>
            <w:r w:rsidRPr="00986A0A">
              <w:t>&lt;Data nadania&gt; &gt;30.09 &lt;pole rok&gt;</w:t>
            </w:r>
          </w:p>
        </w:tc>
      </w:tr>
      <w:tr w:rsidR="00187055" w:rsidRPr="00986A0A" w14:paraId="17C8B613" w14:textId="77777777" w:rsidTr="00014BBE">
        <w:trPr>
          <w:trHeight w:val="213"/>
        </w:trPr>
        <w:tc>
          <w:tcPr>
            <w:tcW w:w="938" w:type="dxa"/>
          </w:tcPr>
          <w:p w14:paraId="1BC9B44D" w14:textId="4D968FB1" w:rsidR="00187055" w:rsidRPr="00986A0A" w:rsidRDefault="00187055" w:rsidP="00986A0A">
            <w:pPr>
              <w:pStyle w:val="Z2tabelatekst"/>
            </w:pPr>
            <w:r w:rsidRPr="00986A0A">
              <w:lastRenderedPageBreak/>
              <w:t>R</w:t>
            </w:r>
            <w:r w:rsidR="000A7334" w:rsidRPr="00986A0A">
              <w:t>10</w:t>
            </w:r>
          </w:p>
        </w:tc>
        <w:tc>
          <w:tcPr>
            <w:tcW w:w="8116" w:type="dxa"/>
          </w:tcPr>
          <w:p w14:paraId="2416BFCC" w14:textId="31FE13D7" w:rsidR="00187055" w:rsidRPr="00986A0A" w:rsidRDefault="00187055" w:rsidP="00986A0A">
            <w:pPr>
              <w:pStyle w:val="Z2tabelatekst"/>
            </w:pPr>
            <w:proofErr w:type="spellStart"/>
            <w:r w:rsidRPr="00986A0A">
              <w:t>appDate</w:t>
            </w:r>
            <w:proofErr w:type="spellEnd"/>
            <w:r w:rsidRPr="00986A0A">
              <w:t xml:space="preserve">  - „</w:t>
            </w:r>
            <w:r w:rsidR="00FF6A53" w:rsidRPr="00986A0A">
              <w:t xml:space="preserve"> Data wpisana przez Podatnika na wniosku.</w:t>
            </w:r>
            <w:r w:rsidRPr="00986A0A">
              <w:t xml:space="preserve">” nie może być wcześniejsza niż  </w:t>
            </w:r>
            <w:r w:rsidR="007C59AC" w:rsidRPr="00986A0A">
              <w:t>1</w:t>
            </w:r>
            <w:r w:rsidR="005F7B6C" w:rsidRPr="00986A0A">
              <w:t>.0</w:t>
            </w:r>
            <w:r w:rsidR="007C59AC" w:rsidRPr="00986A0A">
              <w:t>5</w:t>
            </w:r>
            <w:r w:rsidR="005F7B6C" w:rsidRPr="00986A0A">
              <w:t>.202</w:t>
            </w:r>
            <w:r w:rsidR="007C59AC" w:rsidRPr="00986A0A">
              <w:t>4</w:t>
            </w:r>
            <w:r w:rsidRPr="00986A0A">
              <w:t>roku</w:t>
            </w:r>
            <w:r w:rsidR="00FF6A53" w:rsidRPr="00986A0A">
              <w:t>.</w:t>
            </w:r>
          </w:p>
        </w:tc>
      </w:tr>
      <w:tr w:rsidR="00116D8C" w:rsidRPr="00986A0A" w14:paraId="56222156" w14:textId="77777777" w:rsidTr="009164E0">
        <w:trPr>
          <w:trHeight w:val="213"/>
        </w:trPr>
        <w:tc>
          <w:tcPr>
            <w:tcW w:w="938" w:type="dxa"/>
          </w:tcPr>
          <w:p w14:paraId="6BB0ED53" w14:textId="77777777" w:rsidR="00116D8C" w:rsidRPr="00986A0A" w:rsidRDefault="00116D8C" w:rsidP="00986A0A">
            <w:pPr>
              <w:pStyle w:val="Z2tabelatekst"/>
            </w:pPr>
            <w:r w:rsidRPr="00986A0A">
              <w:t>R11</w:t>
            </w:r>
          </w:p>
        </w:tc>
        <w:tc>
          <w:tcPr>
            <w:tcW w:w="8116" w:type="dxa"/>
          </w:tcPr>
          <w:p w14:paraId="7D8D7379" w14:textId="77777777" w:rsidR="00116D8C" w:rsidRPr="00986A0A" w:rsidRDefault="00116D8C" w:rsidP="00986A0A">
            <w:pPr>
              <w:pStyle w:val="Z2tabelatekst"/>
            </w:pPr>
            <w:r w:rsidRPr="00986A0A">
              <w:t>Struktura 24 znakowego, łańcucha kontrolnego banderoli &lt;kod&gt;, odpowiada połączeniu wartości z następujących pól słownika 3020::</w:t>
            </w:r>
          </w:p>
          <w:p w14:paraId="3693DF92" w14:textId="77777777" w:rsidR="00116D8C" w:rsidRPr="00986A0A" w:rsidRDefault="00116D8C" w:rsidP="00986A0A">
            <w:pPr>
              <w:pStyle w:val="Z2tabelatekst"/>
            </w:pPr>
            <w:r w:rsidRPr="00986A0A">
              <w:t>&lt;</w:t>
            </w:r>
            <w:proofErr w:type="spellStart"/>
            <w:r w:rsidRPr="00986A0A">
              <w:t>rodz</w:t>
            </w:r>
            <w:proofErr w:type="spellEnd"/>
            <w:r w:rsidRPr="00986A0A">
              <w:t>&gt;; &lt;</w:t>
            </w:r>
            <w:proofErr w:type="spellStart"/>
            <w:r w:rsidRPr="00986A0A">
              <w:t>nano</w:t>
            </w:r>
            <w:proofErr w:type="spellEnd"/>
            <w:r w:rsidRPr="00986A0A">
              <w:t>&gt;; &lt;wyro&gt;; &lt;</w:t>
            </w:r>
            <w:proofErr w:type="spellStart"/>
            <w:r w:rsidRPr="00986A0A">
              <w:t>kodb</w:t>
            </w:r>
            <w:proofErr w:type="spellEnd"/>
            <w:r w:rsidRPr="00986A0A">
              <w:t>&gt;; &lt;</w:t>
            </w:r>
            <w:proofErr w:type="spellStart"/>
            <w:r w:rsidRPr="00986A0A">
              <w:t>typb</w:t>
            </w:r>
            <w:proofErr w:type="spellEnd"/>
            <w:r w:rsidRPr="00986A0A">
              <w:t>&gt;; &lt;</w:t>
            </w:r>
            <w:proofErr w:type="spellStart"/>
            <w:r w:rsidRPr="00986A0A">
              <w:t>wym</w:t>
            </w:r>
            <w:proofErr w:type="spellEnd"/>
            <w:r w:rsidRPr="00986A0A">
              <w:t>&gt;; wart&gt;; &lt;kosz&gt;.</w:t>
            </w:r>
          </w:p>
          <w:p w14:paraId="61F4AC31" w14:textId="77777777" w:rsidR="00116D8C" w:rsidRPr="00986A0A" w:rsidRDefault="00116D8C" w:rsidP="00986A0A">
            <w:pPr>
              <w:pStyle w:val="Z2tabelatekst"/>
            </w:pPr>
            <w:r w:rsidRPr="00986A0A">
              <w:t>Mapowanie na wartości atrybutów:</w:t>
            </w:r>
          </w:p>
          <w:p w14:paraId="027ED0EF" w14:textId="77777777" w:rsidR="00116D8C" w:rsidRPr="00986A0A" w:rsidRDefault="00116D8C" w:rsidP="00986A0A">
            <w:pPr>
              <w:pStyle w:val="Z2tabelatekst"/>
            </w:pPr>
            <w:r w:rsidRPr="00986A0A">
              <w:t>&lt;</w:t>
            </w:r>
            <w:proofErr w:type="spellStart"/>
            <w:r w:rsidRPr="00986A0A">
              <w:t>typeOfStamp</w:t>
            </w:r>
            <w:proofErr w:type="spellEnd"/>
            <w:r w:rsidRPr="00986A0A">
              <w:t>&gt;, &lt;</w:t>
            </w:r>
            <w:proofErr w:type="spellStart"/>
            <w:r w:rsidRPr="00986A0A">
              <w:t>onGoods</w:t>
            </w:r>
            <w:proofErr w:type="spellEnd"/>
            <w:r w:rsidRPr="00986A0A">
              <w:t>&gt;, &lt;</w:t>
            </w:r>
            <w:proofErr w:type="spellStart"/>
            <w:r w:rsidRPr="00986A0A">
              <w:t>goods</w:t>
            </w:r>
            <w:proofErr w:type="spellEnd"/>
            <w:r w:rsidRPr="00986A0A">
              <w:t>&gt;, &lt;</w:t>
            </w:r>
            <w:proofErr w:type="spellStart"/>
            <w:r w:rsidRPr="00986A0A">
              <w:t>stampSymbol</w:t>
            </w:r>
            <w:proofErr w:type="spellEnd"/>
            <w:r w:rsidRPr="00986A0A">
              <w:t>&gt;, &lt;format&gt;, &lt;</w:t>
            </w:r>
            <w:proofErr w:type="spellStart"/>
            <w:r w:rsidRPr="00986A0A">
              <w:t>dimension</w:t>
            </w:r>
            <w:proofErr w:type="spellEnd"/>
            <w:r w:rsidRPr="00986A0A">
              <w:t>&gt;, &lt;</w:t>
            </w:r>
            <w:proofErr w:type="spellStart"/>
            <w:r w:rsidRPr="00986A0A">
              <w:t>valueStamp</w:t>
            </w:r>
            <w:proofErr w:type="spellEnd"/>
            <w:r w:rsidRPr="00986A0A">
              <w:t>&gt;, &lt;</w:t>
            </w:r>
            <w:proofErr w:type="spellStart"/>
            <w:r w:rsidRPr="00986A0A">
              <w:t>stampProduceCost</w:t>
            </w:r>
            <w:proofErr w:type="spellEnd"/>
            <w:r w:rsidRPr="00986A0A">
              <w:t>&gt;”. Musi być zachowana kolejność opisana powyżej.</w:t>
            </w:r>
          </w:p>
        </w:tc>
      </w:tr>
      <w:tr w:rsidR="00116D8C" w:rsidRPr="00986A0A" w14:paraId="2964E176" w14:textId="77777777" w:rsidTr="009164E0">
        <w:trPr>
          <w:trHeight w:val="213"/>
        </w:trPr>
        <w:tc>
          <w:tcPr>
            <w:tcW w:w="938" w:type="dxa"/>
          </w:tcPr>
          <w:p w14:paraId="1ED23DDB" w14:textId="77777777" w:rsidR="00116D8C" w:rsidRPr="00986A0A" w:rsidRDefault="00116D8C" w:rsidP="00986A0A">
            <w:pPr>
              <w:pStyle w:val="Z2tabelatekst"/>
            </w:pPr>
            <w:r w:rsidRPr="00986A0A">
              <w:t>R12</w:t>
            </w:r>
          </w:p>
        </w:tc>
        <w:tc>
          <w:tcPr>
            <w:tcW w:w="8116" w:type="dxa"/>
          </w:tcPr>
          <w:p w14:paraId="029BADBD" w14:textId="77777777" w:rsidR="00116D8C" w:rsidRPr="00986A0A" w:rsidRDefault="00116D8C" w:rsidP="00986A0A">
            <w:pPr>
              <w:pStyle w:val="Z2tabelatekst"/>
            </w:pPr>
            <w:r w:rsidRPr="00986A0A">
              <w:t>Pole &lt;</w:t>
            </w:r>
            <w:proofErr w:type="spellStart"/>
            <w:r w:rsidRPr="00986A0A">
              <w:t>formKind</w:t>
            </w:r>
            <w:proofErr w:type="spellEnd"/>
            <w:r w:rsidRPr="00986A0A">
              <w:t>&gt; Sprawdzenie czy wartość przekazywana w komunikacie występuje w słowniku 3020 (pole &lt;</w:t>
            </w:r>
            <w:proofErr w:type="spellStart"/>
            <w:r w:rsidRPr="00986A0A">
              <w:t>grupaWZBPL</w:t>
            </w:r>
            <w:proofErr w:type="spellEnd"/>
            <w:r w:rsidRPr="00986A0A">
              <w:t>&gt;)</w:t>
            </w:r>
          </w:p>
        </w:tc>
      </w:tr>
      <w:tr w:rsidR="006637A1" w:rsidRPr="00986A0A" w14:paraId="5E181B07" w14:textId="77777777" w:rsidTr="00014BBE">
        <w:trPr>
          <w:trHeight w:val="213"/>
        </w:trPr>
        <w:tc>
          <w:tcPr>
            <w:tcW w:w="938" w:type="dxa"/>
          </w:tcPr>
          <w:p w14:paraId="09FDBCE4" w14:textId="250BD765" w:rsidR="006637A1" w:rsidRPr="00986A0A" w:rsidRDefault="006637A1" w:rsidP="00986A0A">
            <w:pPr>
              <w:pStyle w:val="Z2tabelatekst"/>
            </w:pPr>
            <w:r w:rsidRPr="00986A0A">
              <w:t>R</w:t>
            </w:r>
            <w:r w:rsidR="000A7334" w:rsidRPr="00986A0A">
              <w:t>1</w:t>
            </w:r>
            <w:r w:rsidR="00116D8C" w:rsidRPr="00986A0A">
              <w:t>3</w:t>
            </w:r>
          </w:p>
        </w:tc>
        <w:tc>
          <w:tcPr>
            <w:tcW w:w="8116" w:type="dxa"/>
          </w:tcPr>
          <w:p w14:paraId="66441CF7" w14:textId="7A90C909" w:rsidR="00AE2249" w:rsidRPr="00986A0A" w:rsidRDefault="00116D8C" w:rsidP="00986A0A">
            <w:pPr>
              <w:pStyle w:val="Z2tabelatekst"/>
            </w:pPr>
            <w:r w:rsidRPr="00986A0A">
              <w:t>Pole &lt;kod&gt; Porównanie i sprawdzenie czy kod banderoli przekazywanej w komunikacie jest zgodny oraz czy występuje w słowniku 3020.</w:t>
            </w:r>
          </w:p>
        </w:tc>
      </w:tr>
    </w:tbl>
    <w:p w14:paraId="5DD1B994" w14:textId="77777777" w:rsidR="005A152A" w:rsidRPr="00986A0A" w:rsidRDefault="005A152A" w:rsidP="00986A0A">
      <w:pPr>
        <w:rPr>
          <w:rFonts w:cs="Open Sans"/>
          <w:noProof/>
          <w:sz w:val="18"/>
          <w:szCs w:val="18"/>
        </w:rPr>
      </w:pPr>
    </w:p>
    <w:p w14:paraId="51C93B08" w14:textId="77777777" w:rsidR="003F3585" w:rsidRPr="00986A0A" w:rsidRDefault="003F3585" w:rsidP="00986A0A">
      <w:pPr>
        <w:pStyle w:val="Nagwek1"/>
      </w:pPr>
      <w:bookmarkStart w:id="122" w:name="_Toc341696655"/>
      <w:bookmarkStart w:id="123" w:name="_Toc349568563"/>
      <w:bookmarkStart w:id="124" w:name="_Toc75196405"/>
      <w:bookmarkStart w:id="125" w:name="_Toc184807206"/>
      <w:r w:rsidRPr="00986A0A">
        <w:lastRenderedPageBreak/>
        <w:t>Załączniki</w:t>
      </w:r>
      <w:bookmarkEnd w:id="122"/>
      <w:bookmarkEnd w:id="123"/>
      <w:bookmarkEnd w:id="124"/>
      <w:bookmarkEnd w:id="125"/>
    </w:p>
    <w:p w14:paraId="2FEA7AB3" w14:textId="78C07E0B" w:rsidR="005C3EE5" w:rsidRPr="00986A0A" w:rsidRDefault="005C3EE5" w:rsidP="00986A0A">
      <w:pPr>
        <w:pStyle w:val="Nagwek2"/>
        <w:spacing w:line="276" w:lineRule="auto"/>
      </w:pPr>
      <w:bookmarkStart w:id="126" w:name="_Toc348954634"/>
      <w:bookmarkStart w:id="127" w:name="_Toc75196406"/>
      <w:bookmarkStart w:id="128" w:name="_Toc341696656"/>
      <w:bookmarkStart w:id="129" w:name="_Toc349568564"/>
      <w:bookmarkStart w:id="130" w:name="_Toc184807207"/>
      <w:r w:rsidRPr="00986A0A">
        <w:t xml:space="preserve">Pliki </w:t>
      </w:r>
      <w:bookmarkEnd w:id="126"/>
      <w:r w:rsidR="003869B5" w:rsidRPr="00986A0A">
        <w:t>wniosku</w:t>
      </w:r>
      <w:r w:rsidR="00641D9C" w:rsidRPr="00986A0A">
        <w:t xml:space="preserve"> </w:t>
      </w:r>
      <w:r w:rsidR="003869B5" w:rsidRPr="00986A0A">
        <w:t>W</w:t>
      </w:r>
      <w:r w:rsidR="00445F5F" w:rsidRPr="00986A0A">
        <w:t>ZBPL</w:t>
      </w:r>
      <w:bookmarkEnd w:id="127"/>
      <w:bookmarkEnd w:id="130"/>
    </w:p>
    <w:p w14:paraId="5171E1DE" w14:textId="17C0B06B" w:rsidR="005C3EE5" w:rsidRPr="00986A0A" w:rsidRDefault="00612744" w:rsidP="00986A0A">
      <w:pPr>
        <w:pStyle w:val="Nagwek3"/>
        <w:spacing w:line="276" w:lineRule="auto"/>
      </w:pPr>
      <w:bookmarkStart w:id="131" w:name="_Toc348954635"/>
      <w:bookmarkStart w:id="132" w:name="_Toc75196407"/>
      <w:bookmarkStart w:id="133" w:name="_Toc184807208"/>
      <w:r w:rsidRPr="00986A0A">
        <w:t xml:space="preserve">Plik </w:t>
      </w:r>
      <w:r w:rsidR="0074589D" w:rsidRPr="00986A0A">
        <w:t>WZBPL</w:t>
      </w:r>
      <w:r w:rsidR="005C3EE5" w:rsidRPr="00986A0A">
        <w:t>.xsd</w:t>
      </w:r>
      <w:bookmarkEnd w:id="128"/>
      <w:bookmarkEnd w:id="129"/>
      <w:bookmarkEnd w:id="131"/>
      <w:bookmarkEnd w:id="132"/>
      <w:bookmarkEnd w:id="133"/>
    </w:p>
    <w:p w14:paraId="79216776" w14:textId="4C8191D5" w:rsidR="00E915A0" w:rsidRPr="00986A0A" w:rsidRDefault="00FA79A5" w:rsidP="00986A0A">
      <w:pPr>
        <w:ind w:left="1440"/>
        <w:rPr>
          <w:rFonts w:cs="Open Sans"/>
        </w:rPr>
      </w:pPr>
      <w:r w:rsidRPr="00986A0A">
        <w:rPr>
          <w:rFonts w:cs="Open Sans"/>
        </w:rPr>
        <w:t>Plik zaw</w:t>
      </w:r>
      <w:r w:rsidR="000A05F9" w:rsidRPr="00986A0A">
        <w:rPr>
          <w:rFonts w:cs="Open Sans"/>
        </w:rPr>
        <w:t>iera</w:t>
      </w:r>
      <w:r w:rsidR="000542F5" w:rsidRPr="00986A0A">
        <w:rPr>
          <w:rFonts w:cs="Open Sans"/>
        </w:rPr>
        <w:t xml:space="preserve"> strukturę </w:t>
      </w:r>
      <w:r w:rsidR="00445F5F" w:rsidRPr="00986A0A">
        <w:rPr>
          <w:rFonts w:cs="Open Sans"/>
        </w:rPr>
        <w:t>dokumentu</w:t>
      </w:r>
      <w:r w:rsidR="007940A8" w:rsidRPr="00986A0A">
        <w:rPr>
          <w:rFonts w:cs="Open Sans"/>
        </w:rPr>
        <w:t xml:space="preserve"> W</w:t>
      </w:r>
      <w:r w:rsidR="00445F5F" w:rsidRPr="00986A0A">
        <w:rPr>
          <w:rFonts w:cs="Open Sans"/>
        </w:rPr>
        <w:t>ZBPL</w:t>
      </w:r>
      <w:r w:rsidR="000A05F9" w:rsidRPr="00986A0A">
        <w:rPr>
          <w:rFonts w:cs="Open Sans"/>
        </w:rPr>
        <w:t>.</w:t>
      </w:r>
    </w:p>
    <w:sectPr w:rsidR="00E915A0" w:rsidRPr="00986A0A"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91578" w14:textId="77777777" w:rsidR="00FE6338" w:rsidRDefault="00FE6338" w:rsidP="007D0A84">
      <w:r>
        <w:separator/>
      </w:r>
    </w:p>
    <w:p w14:paraId="6359656C" w14:textId="77777777" w:rsidR="00FE6338" w:rsidRDefault="00FE6338" w:rsidP="007D0A84"/>
  </w:endnote>
  <w:endnote w:type="continuationSeparator" w:id="0">
    <w:p w14:paraId="250B7F04" w14:textId="77777777" w:rsidR="00FE6338" w:rsidRDefault="00FE6338" w:rsidP="007D0A84">
      <w:r>
        <w:continuationSeparator/>
      </w:r>
    </w:p>
    <w:p w14:paraId="451490E6" w14:textId="77777777" w:rsidR="00FE6338" w:rsidRDefault="00FE6338"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A00002EF" w:usb1="4000004B" w:usb2="00000000" w:usb3="00000000" w:csb0="0000019F" w:csb1="00000000"/>
  </w:font>
  <w:font w:name="Open Sans">
    <w:altName w:val="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C29" w14:textId="77777777" w:rsidR="00445F5F" w:rsidRDefault="00445F5F"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445F5F" w:rsidRDefault="00445F5F"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7F3" w14:textId="77777777" w:rsidR="00445F5F" w:rsidRPr="005E41DE" w:rsidRDefault="00445F5F"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Pr>
        <w:rFonts w:ascii="Arial" w:hAnsi="Arial" w:cs="Arial"/>
        <w:noProof/>
        <w:sz w:val="20"/>
        <w:szCs w:val="20"/>
      </w:rPr>
      <w:t>15</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Pr>
        <w:rFonts w:ascii="Arial" w:hAnsi="Arial" w:cs="Arial"/>
        <w:noProof/>
        <w:sz w:val="20"/>
        <w:szCs w:val="20"/>
      </w:rPr>
      <w:t>22</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6A76D" w14:textId="77777777" w:rsidR="00FE6338" w:rsidRDefault="00FE6338" w:rsidP="007D0A84">
      <w:r>
        <w:separator/>
      </w:r>
    </w:p>
    <w:p w14:paraId="5771BF63" w14:textId="77777777" w:rsidR="00FE6338" w:rsidRDefault="00FE6338" w:rsidP="007D0A84"/>
  </w:footnote>
  <w:footnote w:type="continuationSeparator" w:id="0">
    <w:p w14:paraId="34C26C48" w14:textId="77777777" w:rsidR="00FE6338" w:rsidRDefault="00FE6338" w:rsidP="007D0A84">
      <w:r>
        <w:continuationSeparator/>
      </w:r>
    </w:p>
    <w:p w14:paraId="21C0E697" w14:textId="77777777" w:rsidR="00FE6338" w:rsidRDefault="00FE6338"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3A9B" w14:textId="056910AF" w:rsidR="00445F5F" w:rsidRPr="0096472A" w:rsidRDefault="00E7047C" w:rsidP="0096472A">
    <w:pPr>
      <w:pStyle w:val="Nagwek"/>
      <w:tabs>
        <w:tab w:val="clear" w:pos="4320"/>
        <w:tab w:val="clear" w:pos="8640"/>
        <w:tab w:val="center" w:pos="4678"/>
        <w:tab w:val="right" w:pos="9356"/>
      </w:tabs>
      <w:rPr>
        <w:noProof/>
      </w:rPr>
    </w:pPr>
    <w:r w:rsidRPr="006566CE">
      <w:rPr>
        <w:noProof/>
      </w:rPr>
      <w:drawing>
        <wp:inline distT="0" distB="0" distL="0" distR="0" wp14:anchorId="2AB1C226" wp14:editId="0071E49B">
          <wp:extent cx="3181350" cy="647700"/>
          <wp:effectExtent l="0" t="0" r="0" b="0"/>
          <wp:docPr id="12"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F44F59"/>
    <w:multiLevelType w:val="hybridMultilevel"/>
    <w:tmpl w:val="AD44A6BC"/>
    <w:lvl w:ilvl="0" w:tplc="0415000F">
      <w:start w:val="1"/>
      <w:numFmt w:val="decimal"/>
      <w:lvlText w:val="%1."/>
      <w:lvlJc w:val="left"/>
      <w:pPr>
        <w:ind w:left="2818" w:hanging="360"/>
      </w:pPr>
    </w:lvl>
    <w:lvl w:ilvl="1" w:tplc="04150019" w:tentative="1">
      <w:start w:val="1"/>
      <w:numFmt w:val="lowerLetter"/>
      <w:lvlText w:val="%2."/>
      <w:lvlJc w:val="left"/>
      <w:pPr>
        <w:ind w:left="3538" w:hanging="360"/>
      </w:pPr>
    </w:lvl>
    <w:lvl w:ilvl="2" w:tplc="0415001B" w:tentative="1">
      <w:start w:val="1"/>
      <w:numFmt w:val="lowerRoman"/>
      <w:lvlText w:val="%3."/>
      <w:lvlJc w:val="right"/>
      <w:pPr>
        <w:ind w:left="4258" w:hanging="180"/>
      </w:pPr>
    </w:lvl>
    <w:lvl w:ilvl="3" w:tplc="0415000F" w:tentative="1">
      <w:start w:val="1"/>
      <w:numFmt w:val="decimal"/>
      <w:lvlText w:val="%4."/>
      <w:lvlJc w:val="left"/>
      <w:pPr>
        <w:ind w:left="4978" w:hanging="360"/>
      </w:pPr>
    </w:lvl>
    <w:lvl w:ilvl="4" w:tplc="04150019" w:tentative="1">
      <w:start w:val="1"/>
      <w:numFmt w:val="lowerLetter"/>
      <w:lvlText w:val="%5."/>
      <w:lvlJc w:val="left"/>
      <w:pPr>
        <w:ind w:left="5698" w:hanging="360"/>
      </w:pPr>
    </w:lvl>
    <w:lvl w:ilvl="5" w:tplc="0415001B" w:tentative="1">
      <w:start w:val="1"/>
      <w:numFmt w:val="lowerRoman"/>
      <w:lvlText w:val="%6."/>
      <w:lvlJc w:val="right"/>
      <w:pPr>
        <w:ind w:left="6418" w:hanging="180"/>
      </w:pPr>
    </w:lvl>
    <w:lvl w:ilvl="6" w:tplc="0415000F" w:tentative="1">
      <w:start w:val="1"/>
      <w:numFmt w:val="decimal"/>
      <w:lvlText w:val="%7."/>
      <w:lvlJc w:val="left"/>
      <w:pPr>
        <w:ind w:left="7138" w:hanging="360"/>
      </w:pPr>
    </w:lvl>
    <w:lvl w:ilvl="7" w:tplc="04150019" w:tentative="1">
      <w:start w:val="1"/>
      <w:numFmt w:val="lowerLetter"/>
      <w:lvlText w:val="%8."/>
      <w:lvlJc w:val="left"/>
      <w:pPr>
        <w:ind w:left="7858" w:hanging="360"/>
      </w:pPr>
    </w:lvl>
    <w:lvl w:ilvl="8" w:tplc="0415001B" w:tentative="1">
      <w:start w:val="1"/>
      <w:numFmt w:val="lowerRoman"/>
      <w:lvlText w:val="%9."/>
      <w:lvlJc w:val="right"/>
      <w:pPr>
        <w:ind w:left="8578" w:hanging="18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45425"/>
    <w:multiLevelType w:val="multilevel"/>
    <w:tmpl w:val="64AEEEFA"/>
    <w:lvl w:ilvl="0">
      <w:start w:val="1"/>
      <w:numFmt w:val="decimal"/>
      <w:pStyle w:val="Nagwek1"/>
      <w:lvlText w:val="%1."/>
      <w:lvlJc w:val="left"/>
      <w:pPr>
        <w:tabs>
          <w:tab w:val="num" w:pos="432"/>
        </w:tabs>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1418"/>
        </w:tabs>
        <w:ind w:left="1418"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 w15:restartNumberingAfterBreak="0">
    <w:nsid w:val="0B9036BF"/>
    <w:multiLevelType w:val="multilevel"/>
    <w:tmpl w:val="5F4C7268"/>
    <w:styleLink w:val="Styl1"/>
    <w:lvl w:ilvl="0">
      <w:start w:val="1"/>
      <w:numFmt w:val="decimal"/>
      <w:lvlText w:val="%1."/>
      <w:lvlJc w:val="left"/>
      <w:pPr>
        <w:tabs>
          <w:tab w:val="num" w:pos="432"/>
        </w:tabs>
        <w:ind w:left="432" w:hanging="432"/>
      </w:pPr>
      <w:rPr>
        <w:rFonts w:ascii="Open Sans" w:hAnsi="Open Sans" w:hint="default"/>
        <w:sz w:val="32"/>
      </w:rPr>
    </w:lvl>
    <w:lvl w:ilvl="1">
      <w:start w:val="1"/>
      <w:numFmt w:val="decimal"/>
      <w:lvlText w:val="%1.%2."/>
      <w:lvlJc w:val="left"/>
      <w:pPr>
        <w:tabs>
          <w:tab w:val="num" w:pos="3371"/>
        </w:tabs>
        <w:ind w:left="3371" w:hanging="851"/>
      </w:pPr>
      <w:rPr>
        <w:rFonts w:ascii="Open Sans" w:hAnsi="Open Sans" w:hint="default"/>
        <w:b w:val="0"/>
        <w:i w:val="0"/>
        <w:sz w:val="28"/>
      </w:rPr>
    </w:lvl>
    <w:lvl w:ilvl="2">
      <w:start w:val="1"/>
      <w:numFmt w:val="decimal"/>
      <w:lvlText w:val="%1.%2.%3."/>
      <w:lvlJc w:val="left"/>
      <w:pPr>
        <w:tabs>
          <w:tab w:val="num" w:pos="2098"/>
        </w:tabs>
        <w:ind w:left="2098" w:hanging="964"/>
      </w:pPr>
      <w:rPr>
        <w:rFonts w:ascii="Open Sans" w:hAnsi="Open Sans" w:hint="default"/>
        <w:b w:val="0"/>
        <w:i w:val="0"/>
        <w:sz w:val="24"/>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6"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8"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5B07638"/>
    <w:multiLevelType w:val="hybridMultilevel"/>
    <w:tmpl w:val="214476E8"/>
    <w:lvl w:ilvl="0" w:tplc="04150001">
      <w:start w:val="1"/>
      <w:numFmt w:val="bullet"/>
      <w:lvlText w:val=""/>
      <w:lvlJc w:val="left"/>
      <w:pPr>
        <w:ind w:left="902" w:hanging="360"/>
      </w:pPr>
      <w:rPr>
        <w:rFonts w:ascii="Symbol" w:hAnsi="Symbol" w:hint="default"/>
      </w:rPr>
    </w:lvl>
    <w:lvl w:ilvl="1" w:tplc="04150003" w:tentative="1">
      <w:start w:val="1"/>
      <w:numFmt w:val="bullet"/>
      <w:lvlText w:val="o"/>
      <w:lvlJc w:val="left"/>
      <w:pPr>
        <w:ind w:left="1622" w:hanging="360"/>
      </w:pPr>
      <w:rPr>
        <w:rFonts w:ascii="Courier New" w:hAnsi="Courier New" w:cs="Courier New" w:hint="default"/>
      </w:rPr>
    </w:lvl>
    <w:lvl w:ilvl="2" w:tplc="04150005" w:tentative="1">
      <w:start w:val="1"/>
      <w:numFmt w:val="bullet"/>
      <w:lvlText w:val=""/>
      <w:lvlJc w:val="left"/>
      <w:pPr>
        <w:ind w:left="2342" w:hanging="360"/>
      </w:pPr>
      <w:rPr>
        <w:rFonts w:ascii="Wingdings" w:hAnsi="Wingdings" w:hint="default"/>
      </w:rPr>
    </w:lvl>
    <w:lvl w:ilvl="3" w:tplc="04150001" w:tentative="1">
      <w:start w:val="1"/>
      <w:numFmt w:val="bullet"/>
      <w:lvlText w:val=""/>
      <w:lvlJc w:val="left"/>
      <w:pPr>
        <w:ind w:left="3062" w:hanging="360"/>
      </w:pPr>
      <w:rPr>
        <w:rFonts w:ascii="Symbol" w:hAnsi="Symbol" w:hint="default"/>
      </w:rPr>
    </w:lvl>
    <w:lvl w:ilvl="4" w:tplc="04150003" w:tentative="1">
      <w:start w:val="1"/>
      <w:numFmt w:val="bullet"/>
      <w:lvlText w:val="o"/>
      <w:lvlJc w:val="left"/>
      <w:pPr>
        <w:ind w:left="3782" w:hanging="360"/>
      </w:pPr>
      <w:rPr>
        <w:rFonts w:ascii="Courier New" w:hAnsi="Courier New" w:cs="Courier New" w:hint="default"/>
      </w:rPr>
    </w:lvl>
    <w:lvl w:ilvl="5" w:tplc="04150005" w:tentative="1">
      <w:start w:val="1"/>
      <w:numFmt w:val="bullet"/>
      <w:lvlText w:val=""/>
      <w:lvlJc w:val="left"/>
      <w:pPr>
        <w:ind w:left="4502" w:hanging="360"/>
      </w:pPr>
      <w:rPr>
        <w:rFonts w:ascii="Wingdings" w:hAnsi="Wingdings" w:hint="default"/>
      </w:rPr>
    </w:lvl>
    <w:lvl w:ilvl="6" w:tplc="04150001" w:tentative="1">
      <w:start w:val="1"/>
      <w:numFmt w:val="bullet"/>
      <w:lvlText w:val=""/>
      <w:lvlJc w:val="left"/>
      <w:pPr>
        <w:ind w:left="5222" w:hanging="360"/>
      </w:pPr>
      <w:rPr>
        <w:rFonts w:ascii="Symbol" w:hAnsi="Symbol" w:hint="default"/>
      </w:rPr>
    </w:lvl>
    <w:lvl w:ilvl="7" w:tplc="04150003" w:tentative="1">
      <w:start w:val="1"/>
      <w:numFmt w:val="bullet"/>
      <w:lvlText w:val="o"/>
      <w:lvlJc w:val="left"/>
      <w:pPr>
        <w:ind w:left="5942" w:hanging="360"/>
      </w:pPr>
      <w:rPr>
        <w:rFonts w:ascii="Courier New" w:hAnsi="Courier New" w:cs="Courier New" w:hint="default"/>
      </w:rPr>
    </w:lvl>
    <w:lvl w:ilvl="8" w:tplc="04150005" w:tentative="1">
      <w:start w:val="1"/>
      <w:numFmt w:val="bullet"/>
      <w:lvlText w:val=""/>
      <w:lvlJc w:val="left"/>
      <w:pPr>
        <w:ind w:left="6662" w:hanging="360"/>
      </w:pPr>
      <w:rPr>
        <w:rFonts w:ascii="Wingdings" w:hAnsi="Wingdings" w:hint="default"/>
      </w:rPr>
    </w:lvl>
  </w:abstractNum>
  <w:abstractNum w:abstractNumId="10"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1" w15:restartNumberingAfterBreak="0">
    <w:nsid w:val="67EE6A74"/>
    <w:multiLevelType w:val="hybridMultilevel"/>
    <w:tmpl w:val="53EE5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05A77E8"/>
    <w:multiLevelType w:val="hybridMultilevel"/>
    <w:tmpl w:val="BAF27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46E79D8"/>
    <w:multiLevelType w:val="hybridMultilevel"/>
    <w:tmpl w:val="7128AC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num w:numId="1">
    <w:abstractNumId w:val="14"/>
  </w:num>
  <w:num w:numId="2">
    <w:abstractNumId w:val="5"/>
  </w:num>
  <w:num w:numId="3">
    <w:abstractNumId w:val="10"/>
  </w:num>
  <w:num w:numId="4">
    <w:abstractNumId w:val="2"/>
  </w:num>
  <w:num w:numId="5">
    <w:abstractNumId w:val="7"/>
  </w:num>
  <w:num w:numId="6">
    <w:abstractNumId w:val="3"/>
  </w:num>
  <w:num w:numId="7">
    <w:abstractNumId w:val="6"/>
  </w:num>
  <w:num w:numId="8">
    <w:abstractNumId w:val="8"/>
  </w:num>
  <w:num w:numId="9">
    <w:abstractNumId w:val="12"/>
  </w:num>
  <w:num w:numId="10">
    <w:abstractNumId w:val="4"/>
  </w:num>
  <w:num w:numId="11">
    <w:abstractNumId w:val="11"/>
  </w:num>
  <w:num w:numId="12">
    <w:abstractNumId w:val="9"/>
  </w:num>
  <w:num w:numId="13">
    <w:abstractNumId w:val="1"/>
  </w:num>
  <w:num w:numId="1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E2F"/>
    <w:rsid w:val="00010FA9"/>
    <w:rsid w:val="00011D3A"/>
    <w:rsid w:val="00013F73"/>
    <w:rsid w:val="00014BBE"/>
    <w:rsid w:val="000158A1"/>
    <w:rsid w:val="000164B0"/>
    <w:rsid w:val="00017091"/>
    <w:rsid w:val="000174FC"/>
    <w:rsid w:val="00021423"/>
    <w:rsid w:val="00022D89"/>
    <w:rsid w:val="00023596"/>
    <w:rsid w:val="00024A70"/>
    <w:rsid w:val="00024E81"/>
    <w:rsid w:val="0002544A"/>
    <w:rsid w:val="000258BD"/>
    <w:rsid w:val="00026161"/>
    <w:rsid w:val="0002740B"/>
    <w:rsid w:val="00027B41"/>
    <w:rsid w:val="00031682"/>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6781"/>
    <w:rsid w:val="00076B90"/>
    <w:rsid w:val="00076C0A"/>
    <w:rsid w:val="00076D12"/>
    <w:rsid w:val="0007700A"/>
    <w:rsid w:val="000779FD"/>
    <w:rsid w:val="0008046B"/>
    <w:rsid w:val="000804A6"/>
    <w:rsid w:val="000805DC"/>
    <w:rsid w:val="00080ECB"/>
    <w:rsid w:val="000819DF"/>
    <w:rsid w:val="00083205"/>
    <w:rsid w:val="00083542"/>
    <w:rsid w:val="0008378D"/>
    <w:rsid w:val="000842A3"/>
    <w:rsid w:val="0008670B"/>
    <w:rsid w:val="00086C72"/>
    <w:rsid w:val="0008784C"/>
    <w:rsid w:val="00087CCE"/>
    <w:rsid w:val="0009095E"/>
    <w:rsid w:val="00091144"/>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334"/>
    <w:rsid w:val="000A7EE4"/>
    <w:rsid w:val="000B1B12"/>
    <w:rsid w:val="000B2017"/>
    <w:rsid w:val="000B23EC"/>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1DC"/>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D8C"/>
    <w:rsid w:val="00116F38"/>
    <w:rsid w:val="001207D5"/>
    <w:rsid w:val="00120B22"/>
    <w:rsid w:val="0012260A"/>
    <w:rsid w:val="00122763"/>
    <w:rsid w:val="00122788"/>
    <w:rsid w:val="00124BF4"/>
    <w:rsid w:val="0012590D"/>
    <w:rsid w:val="00125BDF"/>
    <w:rsid w:val="0012617A"/>
    <w:rsid w:val="0012721C"/>
    <w:rsid w:val="00127502"/>
    <w:rsid w:val="00127D0D"/>
    <w:rsid w:val="001303B8"/>
    <w:rsid w:val="00131318"/>
    <w:rsid w:val="00131B8E"/>
    <w:rsid w:val="001320C1"/>
    <w:rsid w:val="001335AD"/>
    <w:rsid w:val="00133744"/>
    <w:rsid w:val="00133782"/>
    <w:rsid w:val="00135581"/>
    <w:rsid w:val="00135F3D"/>
    <w:rsid w:val="0013638D"/>
    <w:rsid w:val="00136C98"/>
    <w:rsid w:val="00141D91"/>
    <w:rsid w:val="00142002"/>
    <w:rsid w:val="001423AA"/>
    <w:rsid w:val="001433D1"/>
    <w:rsid w:val="00145DF1"/>
    <w:rsid w:val="00146C3C"/>
    <w:rsid w:val="00146E34"/>
    <w:rsid w:val="00146E3F"/>
    <w:rsid w:val="00152398"/>
    <w:rsid w:val="001531AF"/>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8FA"/>
    <w:rsid w:val="00184D98"/>
    <w:rsid w:val="0018576D"/>
    <w:rsid w:val="001858C8"/>
    <w:rsid w:val="00185E80"/>
    <w:rsid w:val="0018612F"/>
    <w:rsid w:val="00187055"/>
    <w:rsid w:val="00187461"/>
    <w:rsid w:val="00187D7E"/>
    <w:rsid w:val="00190896"/>
    <w:rsid w:val="001910DD"/>
    <w:rsid w:val="00191898"/>
    <w:rsid w:val="00191A04"/>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5582"/>
    <w:rsid w:val="001C6732"/>
    <w:rsid w:val="001C680A"/>
    <w:rsid w:val="001C6828"/>
    <w:rsid w:val="001D1ACD"/>
    <w:rsid w:val="001D1AEF"/>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3FA4"/>
    <w:rsid w:val="0020545E"/>
    <w:rsid w:val="00205E66"/>
    <w:rsid w:val="00206529"/>
    <w:rsid w:val="002066B0"/>
    <w:rsid w:val="002078DC"/>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D35"/>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194B"/>
    <w:rsid w:val="002724D4"/>
    <w:rsid w:val="00272EB7"/>
    <w:rsid w:val="00274C69"/>
    <w:rsid w:val="00274CBC"/>
    <w:rsid w:val="0027511C"/>
    <w:rsid w:val="002758EA"/>
    <w:rsid w:val="002763C8"/>
    <w:rsid w:val="002766D1"/>
    <w:rsid w:val="00277543"/>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E00E4"/>
    <w:rsid w:val="002E0448"/>
    <w:rsid w:val="002E22C5"/>
    <w:rsid w:val="002E2ED0"/>
    <w:rsid w:val="002E3936"/>
    <w:rsid w:val="002E3D26"/>
    <w:rsid w:val="002E4577"/>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F13"/>
    <w:rsid w:val="0033018E"/>
    <w:rsid w:val="00330CC0"/>
    <w:rsid w:val="003314D2"/>
    <w:rsid w:val="00331B6B"/>
    <w:rsid w:val="00332FA4"/>
    <w:rsid w:val="003335CF"/>
    <w:rsid w:val="00335149"/>
    <w:rsid w:val="003368A9"/>
    <w:rsid w:val="00336A09"/>
    <w:rsid w:val="00336EDE"/>
    <w:rsid w:val="00337721"/>
    <w:rsid w:val="00340725"/>
    <w:rsid w:val="0034075C"/>
    <w:rsid w:val="00340818"/>
    <w:rsid w:val="00340DDA"/>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09EF"/>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7778"/>
    <w:rsid w:val="003D0083"/>
    <w:rsid w:val="003D0D35"/>
    <w:rsid w:val="003D10C9"/>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55AA"/>
    <w:rsid w:val="00416391"/>
    <w:rsid w:val="00416856"/>
    <w:rsid w:val="0041692A"/>
    <w:rsid w:val="004171F3"/>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61F9"/>
    <w:rsid w:val="004363FC"/>
    <w:rsid w:val="00437081"/>
    <w:rsid w:val="00440114"/>
    <w:rsid w:val="00440950"/>
    <w:rsid w:val="00441835"/>
    <w:rsid w:val="0044189E"/>
    <w:rsid w:val="00441B72"/>
    <w:rsid w:val="00441DDF"/>
    <w:rsid w:val="0044229E"/>
    <w:rsid w:val="00442B7D"/>
    <w:rsid w:val="00442DDA"/>
    <w:rsid w:val="00442F89"/>
    <w:rsid w:val="00443DB2"/>
    <w:rsid w:val="0044526A"/>
    <w:rsid w:val="00445460"/>
    <w:rsid w:val="0044583B"/>
    <w:rsid w:val="00445AF4"/>
    <w:rsid w:val="00445F5F"/>
    <w:rsid w:val="0044639A"/>
    <w:rsid w:val="00446CF7"/>
    <w:rsid w:val="00447F0F"/>
    <w:rsid w:val="00450B33"/>
    <w:rsid w:val="004511CE"/>
    <w:rsid w:val="004516E7"/>
    <w:rsid w:val="00451BC4"/>
    <w:rsid w:val="004520B9"/>
    <w:rsid w:val="0045221D"/>
    <w:rsid w:val="0045241D"/>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8A0"/>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896"/>
    <w:rsid w:val="004D0919"/>
    <w:rsid w:val="004D0CB1"/>
    <w:rsid w:val="004D0EFC"/>
    <w:rsid w:val="004D1D86"/>
    <w:rsid w:val="004D2D63"/>
    <w:rsid w:val="004D47E6"/>
    <w:rsid w:val="004D5184"/>
    <w:rsid w:val="004D67D0"/>
    <w:rsid w:val="004D79AB"/>
    <w:rsid w:val="004E2507"/>
    <w:rsid w:val="004E2C82"/>
    <w:rsid w:val="004E3826"/>
    <w:rsid w:val="004E3FDC"/>
    <w:rsid w:val="004E40F1"/>
    <w:rsid w:val="004E4572"/>
    <w:rsid w:val="004E5F2B"/>
    <w:rsid w:val="004E66F1"/>
    <w:rsid w:val="004E7C62"/>
    <w:rsid w:val="004F20FF"/>
    <w:rsid w:val="004F24BC"/>
    <w:rsid w:val="004F280A"/>
    <w:rsid w:val="004F4FF8"/>
    <w:rsid w:val="004F527C"/>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5984"/>
    <w:rsid w:val="005366D3"/>
    <w:rsid w:val="0053683D"/>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DE0"/>
    <w:rsid w:val="00561FE8"/>
    <w:rsid w:val="0056269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09D4"/>
    <w:rsid w:val="005910E1"/>
    <w:rsid w:val="00591E6A"/>
    <w:rsid w:val="00593397"/>
    <w:rsid w:val="0059348C"/>
    <w:rsid w:val="005965CF"/>
    <w:rsid w:val="00596B14"/>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3690"/>
    <w:rsid w:val="005C3CDF"/>
    <w:rsid w:val="005C3EE5"/>
    <w:rsid w:val="005C4146"/>
    <w:rsid w:val="005C450B"/>
    <w:rsid w:val="005C49E0"/>
    <w:rsid w:val="005C4B32"/>
    <w:rsid w:val="005C5D4A"/>
    <w:rsid w:val="005C60FD"/>
    <w:rsid w:val="005C61CD"/>
    <w:rsid w:val="005C68EB"/>
    <w:rsid w:val="005C6A85"/>
    <w:rsid w:val="005C6F30"/>
    <w:rsid w:val="005D0687"/>
    <w:rsid w:val="005D2C35"/>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3E6"/>
    <w:rsid w:val="005F153C"/>
    <w:rsid w:val="005F18DD"/>
    <w:rsid w:val="005F327D"/>
    <w:rsid w:val="005F45FA"/>
    <w:rsid w:val="005F4D3A"/>
    <w:rsid w:val="005F4E29"/>
    <w:rsid w:val="005F5E30"/>
    <w:rsid w:val="005F7512"/>
    <w:rsid w:val="005F7B6C"/>
    <w:rsid w:val="005F7E25"/>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6702"/>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7A2"/>
    <w:rsid w:val="006368D2"/>
    <w:rsid w:val="0063712A"/>
    <w:rsid w:val="006378BF"/>
    <w:rsid w:val="00637DF4"/>
    <w:rsid w:val="006415E6"/>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37"/>
    <w:rsid w:val="00653F98"/>
    <w:rsid w:val="00654129"/>
    <w:rsid w:val="00654849"/>
    <w:rsid w:val="00655B49"/>
    <w:rsid w:val="00656307"/>
    <w:rsid w:val="00656DB4"/>
    <w:rsid w:val="0065727E"/>
    <w:rsid w:val="006575C2"/>
    <w:rsid w:val="00657810"/>
    <w:rsid w:val="00660C44"/>
    <w:rsid w:val="006618D4"/>
    <w:rsid w:val="00661A80"/>
    <w:rsid w:val="00662101"/>
    <w:rsid w:val="00662317"/>
    <w:rsid w:val="00662E2C"/>
    <w:rsid w:val="006637A1"/>
    <w:rsid w:val="00663D0B"/>
    <w:rsid w:val="00664BA9"/>
    <w:rsid w:val="006652B8"/>
    <w:rsid w:val="0066592D"/>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77AFA"/>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7AA"/>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89D"/>
    <w:rsid w:val="007459C0"/>
    <w:rsid w:val="00745BD7"/>
    <w:rsid w:val="00746394"/>
    <w:rsid w:val="00747376"/>
    <w:rsid w:val="00750317"/>
    <w:rsid w:val="0075033C"/>
    <w:rsid w:val="00751132"/>
    <w:rsid w:val="00751A85"/>
    <w:rsid w:val="0075231B"/>
    <w:rsid w:val="007523A5"/>
    <w:rsid w:val="00752EBD"/>
    <w:rsid w:val="00752FD0"/>
    <w:rsid w:val="00754574"/>
    <w:rsid w:val="00754E14"/>
    <w:rsid w:val="00755921"/>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0B3"/>
    <w:rsid w:val="00766214"/>
    <w:rsid w:val="0076629C"/>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9AC"/>
    <w:rsid w:val="007C5B57"/>
    <w:rsid w:val="007C7F98"/>
    <w:rsid w:val="007D0651"/>
    <w:rsid w:val="007D0A84"/>
    <w:rsid w:val="007D0BBE"/>
    <w:rsid w:val="007D2E18"/>
    <w:rsid w:val="007D335D"/>
    <w:rsid w:val="007D37B0"/>
    <w:rsid w:val="007D3C82"/>
    <w:rsid w:val="007D4376"/>
    <w:rsid w:val="007D4561"/>
    <w:rsid w:val="007D5D87"/>
    <w:rsid w:val="007D6F7F"/>
    <w:rsid w:val="007E01A9"/>
    <w:rsid w:val="007E0B12"/>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6C71"/>
    <w:rsid w:val="007F7A07"/>
    <w:rsid w:val="008019A8"/>
    <w:rsid w:val="00801EC2"/>
    <w:rsid w:val="0080375F"/>
    <w:rsid w:val="0080381E"/>
    <w:rsid w:val="00803C7F"/>
    <w:rsid w:val="00805548"/>
    <w:rsid w:val="00805714"/>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740"/>
    <w:rsid w:val="00850C00"/>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39E"/>
    <w:rsid w:val="008A46EE"/>
    <w:rsid w:val="008A4D69"/>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25F"/>
    <w:rsid w:val="008C2D49"/>
    <w:rsid w:val="008C2DDE"/>
    <w:rsid w:val="008C2FF5"/>
    <w:rsid w:val="008C3AE1"/>
    <w:rsid w:val="008C40D6"/>
    <w:rsid w:val="008C5A2E"/>
    <w:rsid w:val="008C607B"/>
    <w:rsid w:val="008C6840"/>
    <w:rsid w:val="008C6C33"/>
    <w:rsid w:val="008C6E40"/>
    <w:rsid w:val="008C75E9"/>
    <w:rsid w:val="008C7B55"/>
    <w:rsid w:val="008D05E0"/>
    <w:rsid w:val="008D1BFF"/>
    <w:rsid w:val="008D222F"/>
    <w:rsid w:val="008D5E89"/>
    <w:rsid w:val="008D6B9E"/>
    <w:rsid w:val="008D7D1D"/>
    <w:rsid w:val="008E04A8"/>
    <w:rsid w:val="008E0F50"/>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19DB"/>
    <w:rsid w:val="009330DD"/>
    <w:rsid w:val="00933AF9"/>
    <w:rsid w:val="0093517E"/>
    <w:rsid w:val="00935580"/>
    <w:rsid w:val="009364D0"/>
    <w:rsid w:val="00936827"/>
    <w:rsid w:val="009376CB"/>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425E"/>
    <w:rsid w:val="009567B4"/>
    <w:rsid w:val="00956DFC"/>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6A0A"/>
    <w:rsid w:val="009871E4"/>
    <w:rsid w:val="009901D5"/>
    <w:rsid w:val="009919C7"/>
    <w:rsid w:val="0099227F"/>
    <w:rsid w:val="00992DB8"/>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265"/>
    <w:rsid w:val="00A05ADE"/>
    <w:rsid w:val="00A05B07"/>
    <w:rsid w:val="00A06148"/>
    <w:rsid w:val="00A06393"/>
    <w:rsid w:val="00A10886"/>
    <w:rsid w:val="00A10A6C"/>
    <w:rsid w:val="00A12400"/>
    <w:rsid w:val="00A12B50"/>
    <w:rsid w:val="00A13127"/>
    <w:rsid w:val="00A13A7F"/>
    <w:rsid w:val="00A13CC4"/>
    <w:rsid w:val="00A1405D"/>
    <w:rsid w:val="00A14A97"/>
    <w:rsid w:val="00A158DC"/>
    <w:rsid w:val="00A16489"/>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BB5"/>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659CA"/>
    <w:rsid w:val="00A70337"/>
    <w:rsid w:val="00A719A1"/>
    <w:rsid w:val="00A71B4C"/>
    <w:rsid w:val="00A726DF"/>
    <w:rsid w:val="00A73228"/>
    <w:rsid w:val="00A74A10"/>
    <w:rsid w:val="00A75545"/>
    <w:rsid w:val="00A7666B"/>
    <w:rsid w:val="00A769F2"/>
    <w:rsid w:val="00A77312"/>
    <w:rsid w:val="00A80DCA"/>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74E"/>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B5C"/>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2DB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4FED"/>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2897"/>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7F1"/>
    <w:rsid w:val="00B439F4"/>
    <w:rsid w:val="00B4434D"/>
    <w:rsid w:val="00B449CA"/>
    <w:rsid w:val="00B44E8B"/>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934"/>
    <w:rsid w:val="00BD717F"/>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33CE"/>
    <w:rsid w:val="00C536BF"/>
    <w:rsid w:val="00C54604"/>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6BC"/>
    <w:rsid w:val="00C65835"/>
    <w:rsid w:val="00C66891"/>
    <w:rsid w:val="00C67396"/>
    <w:rsid w:val="00C67980"/>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43BD"/>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50"/>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5758"/>
    <w:rsid w:val="00D3731E"/>
    <w:rsid w:val="00D413A3"/>
    <w:rsid w:val="00D4144F"/>
    <w:rsid w:val="00D419A8"/>
    <w:rsid w:val="00D41F2E"/>
    <w:rsid w:val="00D43C87"/>
    <w:rsid w:val="00D43E7E"/>
    <w:rsid w:val="00D44C38"/>
    <w:rsid w:val="00D45F6A"/>
    <w:rsid w:val="00D46B56"/>
    <w:rsid w:val="00D46DDC"/>
    <w:rsid w:val="00D4718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1C21"/>
    <w:rsid w:val="00D723A1"/>
    <w:rsid w:val="00D73793"/>
    <w:rsid w:val="00D73AEE"/>
    <w:rsid w:val="00D749C8"/>
    <w:rsid w:val="00D74D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FB"/>
    <w:rsid w:val="00DA5178"/>
    <w:rsid w:val="00DA5BB9"/>
    <w:rsid w:val="00DA62FB"/>
    <w:rsid w:val="00DA63AF"/>
    <w:rsid w:val="00DA64B7"/>
    <w:rsid w:val="00DA7455"/>
    <w:rsid w:val="00DA7FC0"/>
    <w:rsid w:val="00DB074F"/>
    <w:rsid w:val="00DB0AA2"/>
    <w:rsid w:val="00DB122D"/>
    <w:rsid w:val="00DB15D5"/>
    <w:rsid w:val="00DB1823"/>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C72C0"/>
    <w:rsid w:val="00DD005E"/>
    <w:rsid w:val="00DD0511"/>
    <w:rsid w:val="00DD0FD1"/>
    <w:rsid w:val="00DD1996"/>
    <w:rsid w:val="00DD1FE5"/>
    <w:rsid w:val="00DD28D1"/>
    <w:rsid w:val="00DD294B"/>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17E"/>
    <w:rsid w:val="00DE73B5"/>
    <w:rsid w:val="00DE753E"/>
    <w:rsid w:val="00DE7C72"/>
    <w:rsid w:val="00DE7D2D"/>
    <w:rsid w:val="00DF0746"/>
    <w:rsid w:val="00DF07EC"/>
    <w:rsid w:val="00DF0F75"/>
    <w:rsid w:val="00DF0FC8"/>
    <w:rsid w:val="00DF1968"/>
    <w:rsid w:val="00DF1F5A"/>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D4C"/>
    <w:rsid w:val="00E334B2"/>
    <w:rsid w:val="00E33813"/>
    <w:rsid w:val="00E34C1F"/>
    <w:rsid w:val="00E377F4"/>
    <w:rsid w:val="00E37EED"/>
    <w:rsid w:val="00E4026F"/>
    <w:rsid w:val="00E41761"/>
    <w:rsid w:val="00E42B41"/>
    <w:rsid w:val="00E44FB9"/>
    <w:rsid w:val="00E45232"/>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430"/>
    <w:rsid w:val="00E67F61"/>
    <w:rsid w:val="00E7047C"/>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115"/>
    <w:rsid w:val="00E94248"/>
    <w:rsid w:val="00E943AB"/>
    <w:rsid w:val="00E945F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59D"/>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F"/>
    <w:rsid w:val="00FE45D0"/>
    <w:rsid w:val="00FE51A9"/>
    <w:rsid w:val="00FE56D8"/>
    <w:rsid w:val="00FE5951"/>
    <w:rsid w:val="00FE5C33"/>
    <w:rsid w:val="00FE6338"/>
    <w:rsid w:val="00FE69BA"/>
    <w:rsid w:val="00FF0570"/>
    <w:rsid w:val="00FF097E"/>
    <w:rsid w:val="00FF3BD2"/>
    <w:rsid w:val="00FF41D0"/>
    <w:rsid w:val="00FF4424"/>
    <w:rsid w:val="00FF4957"/>
    <w:rsid w:val="00FF5457"/>
    <w:rsid w:val="00FF65A6"/>
    <w:rsid w:val="00FF67C0"/>
    <w:rsid w:val="00FF6A53"/>
    <w:rsid w:val="00FF6C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0E2F"/>
    <w:pPr>
      <w:spacing w:before="160" w:after="160" w:line="276" w:lineRule="auto"/>
    </w:pPr>
    <w:rPr>
      <w:rFonts w:ascii="Lato" w:hAnsi="Lato"/>
      <w:sz w:val="24"/>
      <w:szCs w:val="24"/>
      <w:lang w:eastAsia="en-US"/>
    </w:rPr>
  </w:style>
  <w:style w:type="paragraph" w:styleId="Nagwek1">
    <w:name w:val="heading 1"/>
    <w:basedOn w:val="Normalny"/>
    <w:next w:val="Normalny"/>
    <w:link w:val="Nagwek1Znak"/>
    <w:qFormat/>
    <w:rsid w:val="00010E2F"/>
    <w:pPr>
      <w:keepNext/>
      <w:pageBreakBefore/>
      <w:numPr>
        <w:numId w:val="6"/>
      </w:numPr>
      <w:spacing w:before="240" w:after="60"/>
      <w:contextualSpacing/>
      <w:jc w:val="both"/>
      <w:outlineLvl w:val="0"/>
    </w:pPr>
    <w:rPr>
      <w:b/>
      <w:bCs/>
      <w:kern w:val="32"/>
      <w:sz w:val="40"/>
      <w:szCs w:val="32"/>
    </w:rPr>
  </w:style>
  <w:style w:type="paragraph" w:styleId="Nagwek2">
    <w:name w:val="heading 2"/>
    <w:basedOn w:val="Normalny"/>
    <w:next w:val="Normalny"/>
    <w:link w:val="Nagwek2Znak"/>
    <w:qFormat/>
    <w:rsid w:val="00010E2F"/>
    <w:pPr>
      <w:keepNext/>
      <w:numPr>
        <w:ilvl w:val="1"/>
        <w:numId w:val="6"/>
      </w:numPr>
      <w:spacing w:before="240" w:after="120" w:line="400" w:lineRule="exact"/>
      <w:outlineLvl w:val="1"/>
    </w:pPr>
    <w:rPr>
      <w:b/>
      <w:bCs/>
      <w:iCs/>
      <w:sz w:val="32"/>
      <w:szCs w:val="28"/>
    </w:rPr>
  </w:style>
  <w:style w:type="paragraph" w:styleId="Nagwek3">
    <w:name w:val="heading 3"/>
    <w:basedOn w:val="Normalny"/>
    <w:next w:val="Normalny"/>
    <w:link w:val="Nagwek3Znak"/>
    <w:qFormat/>
    <w:rsid w:val="00010E2F"/>
    <w:pPr>
      <w:keepNext/>
      <w:numPr>
        <w:ilvl w:val="2"/>
        <w:numId w:val="6"/>
      </w:numPr>
      <w:spacing w:before="240" w:after="120" w:line="320" w:lineRule="exact"/>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10E2F"/>
    <w:rPr>
      <w:rFonts w:ascii="Lato" w:hAnsi="Lato"/>
      <w:b/>
      <w:bCs/>
      <w:kern w:val="32"/>
      <w:sz w:val="40"/>
      <w:szCs w:val="32"/>
      <w:lang w:eastAsia="en-US"/>
    </w:rPr>
  </w:style>
  <w:style w:type="character" w:customStyle="1" w:styleId="Nagwek2Znak">
    <w:name w:val="Nagłówek 2 Znak"/>
    <w:link w:val="Nagwek2"/>
    <w:rsid w:val="00010E2F"/>
    <w:rPr>
      <w:rFonts w:ascii="Lato" w:hAnsi="Lato"/>
      <w:b/>
      <w:bCs/>
      <w:iCs/>
      <w:sz w:val="32"/>
      <w:szCs w:val="28"/>
      <w:lang w:eastAsia="en-US"/>
    </w:rPr>
  </w:style>
  <w:style w:type="character" w:customStyle="1" w:styleId="Nagwek3Znak">
    <w:name w:val="Nagłówek 3 Znak"/>
    <w:link w:val="Nagwek3"/>
    <w:rsid w:val="00010E2F"/>
    <w:rPr>
      <w:rFonts w:ascii="Lato" w:hAnsi="Lato"/>
      <w:b/>
      <w:bCs/>
      <w:sz w:val="28"/>
      <w:szCs w:val="26"/>
      <w:lang w:eastAsia="en-US"/>
    </w:rPr>
  </w:style>
  <w:style w:type="character" w:customStyle="1" w:styleId="Nagwek4Znak">
    <w:name w:val="Nagłówek 4 Znak"/>
    <w:aliases w:val="h4 Znak"/>
    <w:link w:val="Nagwek4"/>
    <w:rsid w:val="00AE169D"/>
    <w:rPr>
      <w:rFonts w:ascii="Arial Black" w:hAnsi="Arial Black"/>
      <w:bCs/>
      <w:sz w:val="24"/>
      <w:szCs w:val="24"/>
      <w:lang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hAnsi="Tahoma"/>
      <w:lang w:eastAsia="en-US"/>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eastAsia="en-US"/>
    </w:rPr>
  </w:style>
  <w:style w:type="character" w:customStyle="1" w:styleId="Nagwek6Znak">
    <w:name w:val="Nagłówek 6 Znak"/>
    <w:link w:val="Nagwek6"/>
    <w:rsid w:val="00AE169D"/>
    <w:rPr>
      <w:b/>
      <w:bCs/>
      <w:sz w:val="22"/>
      <w:szCs w:val="22"/>
      <w:lang w:eastAsia="en-US"/>
    </w:rPr>
  </w:style>
  <w:style w:type="character" w:customStyle="1" w:styleId="Nagwek7Znak">
    <w:name w:val="Nagłówek 7 Znak"/>
    <w:link w:val="Nagwek7"/>
    <w:rsid w:val="00AE169D"/>
    <w:rPr>
      <w:sz w:val="24"/>
      <w:szCs w:val="24"/>
      <w:lang w:eastAsia="en-US"/>
    </w:rPr>
  </w:style>
  <w:style w:type="character" w:customStyle="1" w:styleId="Nagwek8Znak">
    <w:name w:val="Nagłówek 8 Znak"/>
    <w:link w:val="Nagwek8"/>
    <w:rsid w:val="00AE169D"/>
    <w:rPr>
      <w:i/>
      <w:iCs/>
      <w:sz w:val="24"/>
      <w:szCs w:val="24"/>
      <w:lang w:eastAsia="en-US"/>
    </w:rPr>
  </w:style>
  <w:style w:type="character" w:customStyle="1" w:styleId="Nagwek9Znak">
    <w:name w:val="Nagłówek 9 Znak"/>
    <w:link w:val="Nagwek9"/>
    <w:rsid w:val="00AE169D"/>
    <w:rPr>
      <w:rFonts w:ascii="Arial" w:hAnsi="Arial"/>
      <w:sz w:val="22"/>
      <w:szCs w:val="22"/>
      <w:lang w:eastAsia="en-US"/>
    </w:rPr>
  </w:style>
  <w:style w:type="paragraph" w:styleId="Tytu">
    <w:name w:val="Title"/>
    <w:basedOn w:val="Normalny"/>
    <w:next w:val="Normalny"/>
    <w:link w:val="TytuZnak"/>
    <w:uiPriority w:val="10"/>
    <w:qFormat/>
    <w:rsid w:val="00010E2F"/>
    <w:pPr>
      <w:spacing w:before="4000"/>
      <w:ind w:left="1134"/>
      <w:jc w:val="right"/>
    </w:pPr>
    <w:rPr>
      <w:b/>
      <w:sz w:val="48"/>
      <w:szCs w:val="48"/>
    </w:rPr>
  </w:style>
  <w:style w:type="character" w:customStyle="1" w:styleId="TytuZnak">
    <w:name w:val="Tytuł Znak"/>
    <w:link w:val="Tytu"/>
    <w:uiPriority w:val="10"/>
    <w:rsid w:val="00010E2F"/>
    <w:rPr>
      <w:rFonts w:ascii="Lato" w:hAnsi="Lato"/>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uiPriority w:val="39"/>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uiPriority w:val="39"/>
    <w:rsid w:val="003F3585"/>
    <w:pPr>
      <w:ind w:left="1200"/>
    </w:pPr>
    <w:rPr>
      <w:sz w:val="18"/>
      <w:szCs w:val="18"/>
    </w:rPr>
  </w:style>
  <w:style w:type="paragraph" w:styleId="Spistreci8">
    <w:name w:val="toc 8"/>
    <w:basedOn w:val="Normalny"/>
    <w:next w:val="Normalny"/>
    <w:autoRedefine/>
    <w:uiPriority w:val="39"/>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E7047C"/>
    <w:pPr>
      <w:tabs>
        <w:tab w:val="clear" w:pos="4320"/>
        <w:tab w:val="clear" w:pos="8640"/>
        <w:tab w:val="center" w:pos="4536"/>
        <w:tab w:val="right" w:pos="9072"/>
      </w:tabs>
      <w:spacing w:before="60" w:after="60"/>
    </w:pPr>
    <w:rPr>
      <w:rFonts w:eastAsia="Times New Roman"/>
      <w:sz w:val="20"/>
      <w:szCs w:val="28"/>
    </w:rPr>
  </w:style>
  <w:style w:type="paragraph" w:styleId="Legenda">
    <w:name w:val="caption"/>
    <w:basedOn w:val="Z2Nagwektabeli"/>
    <w:next w:val="Normalny"/>
    <w:qFormat/>
    <w:rsid w:val="00E7047C"/>
    <w:rPr>
      <w:rFonts w:ascii="Lato" w:hAnsi="Lato" w:cs="Open Sans"/>
      <w:szCs w:val="18"/>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uiPriority w:val="39"/>
    <w:rsid w:val="004E4572"/>
    <w:pPr>
      <w:ind w:left="1440"/>
    </w:pPr>
    <w:rPr>
      <w:sz w:val="18"/>
      <w:szCs w:val="18"/>
    </w:rPr>
  </w:style>
  <w:style w:type="paragraph" w:styleId="Spistreci9">
    <w:name w:val="toc 9"/>
    <w:basedOn w:val="Normalny"/>
    <w:next w:val="Normalny"/>
    <w:autoRedefine/>
    <w:uiPriority w:val="39"/>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E7047C"/>
    <w:pPr>
      <w:spacing w:before="480"/>
    </w:pPr>
    <w:rPr>
      <w:b w:val="0"/>
      <w:sz w:val="22"/>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rsid w:val="003F7078"/>
    <w:pPr>
      <w:spacing w:before="120" w:after="120"/>
    </w:pPr>
    <w:rPr>
      <w:b/>
    </w:rPr>
  </w:style>
  <w:style w:type="character" w:customStyle="1" w:styleId="Z2tabelatekstZnak">
    <w:name w:val="Z2_tabela_tekst Znak"/>
    <w:link w:val="Z2tabelatekst"/>
    <w:rsid w:val="00E7047C"/>
    <w:rPr>
      <w:rFonts w:ascii="Lato" w:eastAsia="Times New Roman" w:hAnsi="Lato"/>
      <w:szCs w:val="28"/>
      <w:lang w:eastAsia="en-US"/>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 w:type="paragraph" w:styleId="Nagwekspisutreci">
    <w:name w:val="TOC Heading"/>
    <w:basedOn w:val="Nagwek1"/>
    <w:next w:val="Normalny"/>
    <w:uiPriority w:val="39"/>
    <w:unhideWhenUsed/>
    <w:qFormat/>
    <w:rsid w:val="007660B3"/>
    <w:pPr>
      <w:keepLines/>
      <w:pageBreakBefore w:val="0"/>
      <w:numPr>
        <w:numId w:val="0"/>
      </w:numPr>
      <w:spacing w:after="0" w:line="259" w:lineRule="auto"/>
      <w:contextualSpacing w:val="0"/>
      <w:jc w:val="left"/>
      <w:outlineLvl w:val="9"/>
    </w:pPr>
    <w:rPr>
      <w:rFonts w:asciiTheme="majorHAnsi" w:eastAsiaTheme="majorEastAsia" w:hAnsiTheme="majorHAnsi" w:cstheme="majorBidi"/>
      <w:bCs w:val="0"/>
      <w:color w:val="2F5496" w:themeColor="accent1" w:themeShade="BF"/>
      <w:kern w:val="0"/>
      <w:sz w:val="32"/>
      <w:lang w:eastAsia="pl-PL"/>
    </w:rPr>
  </w:style>
  <w:style w:type="character" w:customStyle="1" w:styleId="ZnakZnak11">
    <w:name w:val="Znak Znak11"/>
    <w:locked/>
    <w:rsid w:val="007660B3"/>
    <w:rPr>
      <w:rFonts w:ascii="Arial Black" w:eastAsia="Cambria" w:hAnsi="Arial Black"/>
      <w:bCs/>
      <w:sz w:val="28"/>
      <w:szCs w:val="26"/>
      <w:lang w:val="x-none" w:eastAsia="en-US" w:bidi="ar-SA"/>
    </w:rPr>
  </w:style>
  <w:style w:type="character" w:styleId="UyteHipercze">
    <w:name w:val="FollowedHyperlink"/>
    <w:rsid w:val="007660B3"/>
    <w:rPr>
      <w:color w:val="800080"/>
      <w:u w:val="single"/>
    </w:rPr>
  </w:style>
  <w:style w:type="character" w:customStyle="1" w:styleId="ZnakZnak12">
    <w:name w:val="Znak Znak12"/>
    <w:locked/>
    <w:rsid w:val="007660B3"/>
    <w:rPr>
      <w:rFonts w:ascii="Arial Black" w:eastAsia="Cambria" w:hAnsi="Arial Black"/>
      <w:bCs/>
      <w:iCs/>
      <w:sz w:val="32"/>
      <w:szCs w:val="28"/>
      <w:lang w:val="x-none" w:eastAsia="en-US" w:bidi="ar-SA"/>
    </w:rPr>
  </w:style>
  <w:style w:type="character" w:customStyle="1" w:styleId="ZnakZnak10">
    <w:name w:val="Znak Znak10"/>
    <w:locked/>
    <w:rsid w:val="007660B3"/>
    <w:rPr>
      <w:rFonts w:ascii="Cambria" w:eastAsia="Cambria" w:hAnsi="Cambria"/>
      <w:b/>
      <w:bCs/>
      <w:i/>
      <w:iCs/>
      <w:sz w:val="26"/>
      <w:szCs w:val="26"/>
      <w:lang w:val="x-none" w:eastAsia="x-none" w:bidi="ar-SA"/>
    </w:rPr>
  </w:style>
  <w:style w:type="character" w:customStyle="1" w:styleId="ZnakZnak9">
    <w:name w:val="Znak Znak9"/>
    <w:locked/>
    <w:rsid w:val="007660B3"/>
    <w:rPr>
      <w:rFonts w:ascii="Cambria" w:eastAsia="Cambria" w:hAnsi="Cambria"/>
      <w:b/>
      <w:bCs/>
      <w:sz w:val="22"/>
      <w:szCs w:val="22"/>
      <w:lang w:val="x-none" w:eastAsia="x-none" w:bidi="ar-SA"/>
    </w:rPr>
  </w:style>
  <w:style w:type="character" w:customStyle="1" w:styleId="ZnakZnak8">
    <w:name w:val="Znak Znak8"/>
    <w:locked/>
    <w:rsid w:val="007660B3"/>
    <w:rPr>
      <w:rFonts w:ascii="Cambria" w:eastAsia="Cambria" w:hAnsi="Cambria"/>
      <w:sz w:val="24"/>
      <w:szCs w:val="24"/>
      <w:lang w:val="x-none" w:eastAsia="x-none" w:bidi="ar-SA"/>
    </w:rPr>
  </w:style>
  <w:style w:type="character" w:customStyle="1" w:styleId="ZnakZnak6">
    <w:name w:val="Znak Znak6"/>
    <w:locked/>
    <w:rsid w:val="007660B3"/>
    <w:rPr>
      <w:rFonts w:ascii="Arial" w:eastAsia="Cambria" w:hAnsi="Arial"/>
      <w:sz w:val="22"/>
      <w:szCs w:val="22"/>
      <w:lang w:val="x-none" w:eastAsia="x-none" w:bidi="ar-SA"/>
    </w:rPr>
  </w:style>
  <w:style w:type="character" w:customStyle="1" w:styleId="ZnakZnak5">
    <w:name w:val="Znak Znak5"/>
    <w:locked/>
    <w:rsid w:val="007660B3"/>
    <w:rPr>
      <w:rFonts w:ascii="Cambria" w:eastAsia="Cambria" w:hAnsi="Cambria"/>
      <w:sz w:val="24"/>
      <w:szCs w:val="24"/>
      <w:lang w:val="pl-PL" w:eastAsia="en-US" w:bidi="ar-SA"/>
    </w:rPr>
  </w:style>
  <w:style w:type="character" w:customStyle="1" w:styleId="ZnakZnak1">
    <w:name w:val="Znak Znak1"/>
    <w:locked/>
    <w:rsid w:val="007660B3"/>
    <w:rPr>
      <w:rFonts w:ascii="Cambria" w:eastAsia="Cambria" w:hAnsi="Cambria"/>
      <w:b/>
      <w:sz w:val="48"/>
      <w:szCs w:val="48"/>
      <w:lang w:val="x-none" w:eastAsia="en-US" w:bidi="ar-SA"/>
    </w:rPr>
  </w:style>
  <w:style w:type="character" w:customStyle="1" w:styleId="ZnakZnak2">
    <w:name w:val="Znak Znak2"/>
    <w:locked/>
    <w:rsid w:val="007660B3"/>
    <w:rPr>
      <w:rFonts w:ascii="Cambria" w:eastAsia="Cambria" w:hAnsi="Cambria"/>
      <w:sz w:val="24"/>
      <w:szCs w:val="24"/>
      <w:lang w:val="x-none" w:eastAsia="en-US" w:bidi="ar-SA"/>
    </w:rPr>
  </w:style>
  <w:style w:type="character" w:customStyle="1" w:styleId="ZnakZnak">
    <w:name w:val="Znak Znak"/>
    <w:semiHidden/>
    <w:locked/>
    <w:rsid w:val="007660B3"/>
    <w:rPr>
      <w:rFonts w:ascii="Courier New" w:hAnsi="Courier New" w:cs="Courier New"/>
      <w:lang w:val="x-none" w:eastAsia="x-none" w:bidi="ar-SA"/>
    </w:rPr>
  </w:style>
  <w:style w:type="character" w:customStyle="1" w:styleId="ZnakZnak4">
    <w:name w:val="Znak Znak4"/>
    <w:semiHidden/>
    <w:locked/>
    <w:rsid w:val="007660B3"/>
    <w:rPr>
      <w:rFonts w:ascii="Tahoma" w:eastAsia="Cambria" w:hAnsi="Tahoma" w:cs="Tahoma"/>
      <w:sz w:val="16"/>
      <w:szCs w:val="16"/>
      <w:lang w:val="x-none" w:eastAsia="x-none" w:bidi="ar-SA"/>
    </w:rPr>
  </w:style>
  <w:style w:type="character" w:styleId="Nierozpoznanawzmianka">
    <w:name w:val="Unresolved Mention"/>
    <w:uiPriority w:val="99"/>
    <w:semiHidden/>
    <w:unhideWhenUsed/>
    <w:rsid w:val="007660B3"/>
    <w:rPr>
      <w:color w:val="808080"/>
      <w:shd w:val="clear" w:color="auto" w:fill="E6E6E6"/>
    </w:rPr>
  </w:style>
  <w:style w:type="numbering" w:customStyle="1" w:styleId="Styl1">
    <w:name w:val="Styl1"/>
    <w:uiPriority w:val="99"/>
    <w:rsid w:val="007660B3"/>
    <w:pPr>
      <w:numPr>
        <w:numId w:val="10"/>
      </w:numPr>
    </w:pPr>
  </w:style>
  <w:style w:type="character" w:customStyle="1" w:styleId="AkapitzlistZnak">
    <w:name w:val="Akapit z listą Znak"/>
    <w:aliases w:val="Numerowanie Znak"/>
    <w:link w:val="Akapitzlist"/>
    <w:uiPriority w:val="34"/>
    <w:locked/>
    <w:rsid w:val="00755921"/>
    <w:rPr>
      <w:rFonts w:ascii="Times New Roman" w:eastAsia="Times New Roman" w:hAnsi="Times New Roman" w:cs="Calibri"/>
      <w:sz w:val="24"/>
      <w:szCs w:val="24"/>
      <w:lang w:eastAsia="ar-SA"/>
    </w:rPr>
  </w:style>
  <w:style w:type="character" w:customStyle="1" w:styleId="apple-converted-space">
    <w:name w:val="apple-converted-space"/>
    <w:basedOn w:val="Domylnaczcionkaakapitu"/>
    <w:rsid w:val="00755921"/>
  </w:style>
  <w:style w:type="paragraph" w:customStyle="1" w:styleId="spis">
    <w:name w:val="spis"/>
    <w:link w:val="spisZnak"/>
    <w:qFormat/>
    <w:rsid w:val="00010E2F"/>
    <w:rPr>
      <w:rFonts w:ascii="Lato" w:hAnsi="Lato" w:cs="Open Sans"/>
      <w:b/>
      <w:sz w:val="36"/>
      <w:szCs w:val="24"/>
      <w:lang w:eastAsia="en-US"/>
    </w:rPr>
  </w:style>
  <w:style w:type="character" w:customStyle="1" w:styleId="spisZnak">
    <w:name w:val="spis Znak"/>
    <w:basedOn w:val="Domylnaczcionkaakapitu"/>
    <w:link w:val="spis"/>
    <w:rsid w:val="00010E2F"/>
    <w:rPr>
      <w:rFonts w:ascii="Lato" w:hAnsi="Lato" w:cs="Open Sans"/>
      <w:b/>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uesc.gov.pl/seap_pdr_extimpl/slowniki/3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165</TotalTime>
  <Pages>22</Pages>
  <Words>2718</Words>
  <Characters>22068</Characters>
  <Application>Microsoft Office Word</Application>
  <DocSecurity>0</DocSecurity>
  <Lines>183</Lines>
  <Paragraphs>49</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WZBPL</vt:lpstr>
    </vt:vector>
  </TitlesOfParts>
  <Company>Asseco Poland S.A.</Company>
  <LinksUpToDate>false</LinksUpToDate>
  <CharactersWithSpaces>24737</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WZBPL</dc:title>
  <dc:creator/>
  <cp:lastModifiedBy>Giza Paweł</cp:lastModifiedBy>
  <cp:revision>9</cp:revision>
  <cp:lastPrinted>2013-01-03T11:52:00Z</cp:lastPrinted>
  <dcterms:created xsi:type="dcterms:W3CDTF">2022-05-03T15:16:00Z</dcterms:created>
  <dcterms:modified xsi:type="dcterms:W3CDTF">2024-12-11T10:03:00Z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ZF2-PWT-KXML-WZBPL</vt:lpwstr>
  </property>
  <property fmtid="{D5CDD505-2E9C-101B-9397-08002B2CF9AE}" pid="5" name="MFCATEGORY">
    <vt:lpwstr>InformacjePrzeznaczoneWylacznieDoUzytkuWewnetrznego</vt:lpwstr>
  </property>
  <property fmtid="{D5CDD505-2E9C-101B-9397-08002B2CF9AE}" pid="6" name="MFClassifiedBy">
    <vt:lpwstr>UxC4dwLulzfINJ8nQH+xvX5LNGipWa4BRSZhPgxsCvnd/JKaLMAsBnqO64bX2xMi5PA5OyEv24uUN5EM/MB2wQ==</vt:lpwstr>
  </property>
  <property fmtid="{D5CDD505-2E9C-101B-9397-08002B2CF9AE}" pid="7" name="MFClassificationDate">
    <vt:lpwstr>2024-10-24T13:44:24.6819942+02:00</vt:lpwstr>
  </property>
  <property fmtid="{D5CDD505-2E9C-101B-9397-08002B2CF9AE}" pid="8" name="MFClassifiedBySID">
    <vt:lpwstr>UxC4dwLulzfINJ8nQH+xvX5LNGipWa4BRSZhPgxsCvm42mrIC/DSDv0ggS+FjUN/2v1BBotkLlY5aAiEhoi6uRgLHl9jMdhgEgCqB0Bswg6Ev0LSUVQ2ztACrsjK3sR4</vt:lpwstr>
  </property>
  <property fmtid="{D5CDD505-2E9C-101B-9397-08002B2CF9AE}" pid="9" name="MFGRNItemId">
    <vt:lpwstr>GRN-38f53fcc-43cf-435d-abaa-14a2f95e3983</vt:lpwstr>
  </property>
  <property fmtid="{D5CDD505-2E9C-101B-9397-08002B2CF9AE}" pid="10" name="MFHash">
    <vt:lpwstr>lPrtzro6FEkq4XSW+C7atcncWI/VqO5Q1qYXOF8MsaI=</vt:lpwstr>
  </property>
  <property fmtid="{D5CDD505-2E9C-101B-9397-08002B2CF9AE}" pid="11" name="MFVisualMarkingsSettings">
    <vt:lpwstr>HeaderAlignment=1;FooterAlignment=1</vt:lpwstr>
  </property>
  <property fmtid="{D5CDD505-2E9C-101B-9397-08002B2CF9AE}" pid="12" name="DLPManualFileClassification">
    <vt:lpwstr>{5fdfc941-3fcf-4a5b-87be-4848800d39d0}</vt:lpwstr>
  </property>
  <property fmtid="{D5CDD505-2E9C-101B-9397-08002B2CF9AE}" pid="13" name="MFRefresh">
    <vt:lpwstr>False</vt:lpwstr>
  </property>
</Properties>
</file>